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9BF" w:rsidRPr="002B6065" w:rsidRDefault="009039BF" w:rsidP="00496245">
      <w:pPr>
        <w:pBdr>
          <w:top w:val="single" w:sz="4" w:space="1" w:color="000000" w:themeColor="text1"/>
          <w:bottom w:val="single" w:sz="4" w:space="1" w:color="auto"/>
        </w:pBdr>
        <w:spacing w:after="0" w:line="240" w:lineRule="auto"/>
        <w:jc w:val="center"/>
        <w:rPr>
          <w:rFonts w:asciiTheme="minorHAnsi" w:hAnsiTheme="minorHAnsi" w:cstheme="minorHAnsi"/>
          <w:b/>
          <w:sz w:val="26"/>
          <w:szCs w:val="26"/>
        </w:rPr>
      </w:pPr>
      <w:r w:rsidRPr="002B6065">
        <w:rPr>
          <w:rFonts w:asciiTheme="minorHAnsi" w:hAnsiTheme="minorHAnsi" w:cstheme="minorHAnsi"/>
          <w:b/>
          <w:sz w:val="26"/>
          <w:szCs w:val="26"/>
        </w:rPr>
        <w:t>Vzor čestného prohlášení k prokázání splnění základních kvalifikačních předpokladů</w:t>
      </w:r>
    </w:p>
    <w:p w:rsidR="009039BF" w:rsidRPr="00803F5C" w:rsidRDefault="00803F5C" w:rsidP="0055442A">
      <w:pPr>
        <w:spacing w:before="120" w:after="0"/>
        <w:jc w:val="right"/>
        <w:rPr>
          <w:rFonts w:asciiTheme="minorHAnsi" w:hAnsiTheme="minorHAnsi" w:cstheme="minorHAnsi"/>
          <w:i/>
        </w:rPr>
      </w:pPr>
      <w:r w:rsidRPr="00803F5C">
        <w:rPr>
          <w:rFonts w:asciiTheme="minorHAnsi" w:hAnsiTheme="minorHAnsi" w:cstheme="minorHAnsi"/>
          <w:i/>
        </w:rPr>
        <w:t>Příloha č. 2</w:t>
      </w:r>
    </w:p>
    <w:p w:rsidR="00451E08" w:rsidRDefault="00451E08" w:rsidP="00941D8C">
      <w:pPr>
        <w:tabs>
          <w:tab w:val="left" w:pos="1276"/>
        </w:tabs>
        <w:spacing w:after="0"/>
        <w:rPr>
          <w:rFonts w:asciiTheme="minorHAnsi" w:hAnsiTheme="minorHAnsi" w:cstheme="minorHAnsi"/>
          <w:b/>
          <w:color w:val="000000" w:themeColor="text1"/>
        </w:rPr>
      </w:pPr>
    </w:p>
    <w:tbl>
      <w:tblPr>
        <w:tblStyle w:val="Mkatabulky"/>
        <w:tblW w:w="0" w:type="auto"/>
        <w:tblLook w:val="04A0"/>
      </w:tblPr>
      <w:tblGrid>
        <w:gridCol w:w="1384"/>
        <w:gridCol w:w="3969"/>
      </w:tblGrid>
      <w:tr w:rsidR="00451E08" w:rsidTr="00451E08">
        <w:tc>
          <w:tcPr>
            <w:tcW w:w="1384" w:type="dxa"/>
            <w:tcBorders>
              <w:top w:val="nil"/>
              <w:left w:val="nil"/>
              <w:bottom w:val="nil"/>
              <w:right w:val="nil"/>
            </w:tcBorders>
          </w:tcPr>
          <w:p w:rsidR="00451E08" w:rsidRPr="00451E08" w:rsidRDefault="00451E08" w:rsidP="00451E08">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Zájemce:</w:t>
            </w:r>
          </w:p>
        </w:tc>
        <w:tc>
          <w:tcPr>
            <w:tcW w:w="3969" w:type="dxa"/>
            <w:tcBorders>
              <w:top w:val="nil"/>
              <w:left w:val="nil"/>
              <w:bottom w:val="nil"/>
              <w:right w:val="nil"/>
            </w:tcBorders>
          </w:tcPr>
          <w:p w:rsidR="00451E08" w:rsidRDefault="0068688C" w:rsidP="00451E08">
            <w:pPr>
              <w:spacing w:before="20" w:after="20"/>
              <w:jc w:val="both"/>
              <w:rPr>
                <w:rFonts w:asciiTheme="minorHAnsi" w:hAnsiTheme="minorHAnsi" w:cstheme="minorHAnsi"/>
                <w:b/>
                <w:color w:val="000000" w:themeColor="text1"/>
              </w:rPr>
            </w:pPr>
            <w:sdt>
              <w:sdtPr>
                <w:rPr>
                  <w:rFonts w:cstheme="minorHAnsi"/>
                  <w:color w:val="000000" w:themeColor="text1"/>
                </w:rPr>
                <w:id w:val="14583827"/>
                <w:placeholder>
                  <w:docPart w:val="F62CB403F46643E0A2E59D3FCD101102"/>
                </w:placeholder>
                <w:showingPlcHdr/>
                <w:text/>
              </w:sdtPr>
              <w:sdtContent>
                <w:r w:rsidR="00216569" w:rsidRPr="00E93509">
                  <w:rPr>
                    <w:rFonts w:cstheme="minorHAnsi"/>
                    <w:i/>
                    <w:color w:val="C00000"/>
                    <w:highlight w:val="yellow"/>
                  </w:rPr>
                  <w:t>vyplní zájemce</w:t>
                </w:r>
              </w:sdtContent>
            </w:sdt>
          </w:p>
        </w:tc>
      </w:tr>
      <w:tr w:rsidR="00451E08" w:rsidTr="00451E08">
        <w:tc>
          <w:tcPr>
            <w:tcW w:w="1384" w:type="dxa"/>
            <w:tcBorders>
              <w:top w:val="nil"/>
              <w:left w:val="nil"/>
              <w:bottom w:val="nil"/>
              <w:right w:val="nil"/>
            </w:tcBorders>
          </w:tcPr>
          <w:p w:rsidR="00451E08" w:rsidRPr="00451E08" w:rsidRDefault="00451E08" w:rsidP="00451E08">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IČO/DIČ:</w:t>
            </w:r>
          </w:p>
        </w:tc>
        <w:tc>
          <w:tcPr>
            <w:tcW w:w="3969" w:type="dxa"/>
            <w:tcBorders>
              <w:top w:val="nil"/>
              <w:left w:val="nil"/>
              <w:bottom w:val="nil"/>
              <w:right w:val="nil"/>
            </w:tcBorders>
          </w:tcPr>
          <w:p w:rsidR="00451E08" w:rsidRDefault="0068688C" w:rsidP="00451E08">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861"/>
                <w:placeholder>
                  <w:docPart w:val="5F3E9A20B1D843BCBB03A5FD181848A2"/>
                </w:placeholder>
                <w:showingPlcHdr/>
                <w:text/>
              </w:sdtPr>
              <w:sdtContent>
                <w:r w:rsidR="00AA47B4" w:rsidRPr="00E93509">
                  <w:rPr>
                    <w:rFonts w:cstheme="minorHAnsi"/>
                    <w:i/>
                    <w:color w:val="C00000"/>
                    <w:highlight w:val="yellow"/>
                  </w:rPr>
                  <w:t>vyplní zájemce</w:t>
                </w:r>
              </w:sdtContent>
            </w:sdt>
            <w:r w:rsidR="00AA47B4">
              <w:rPr>
                <w:rFonts w:asciiTheme="minorHAnsi" w:hAnsiTheme="minorHAnsi" w:cstheme="minorHAnsi"/>
                <w:color w:val="000000" w:themeColor="text1"/>
              </w:rPr>
              <w:t xml:space="preserve"> </w:t>
            </w:r>
            <w:r w:rsidR="00451E08">
              <w:rPr>
                <w:rFonts w:asciiTheme="minorHAnsi" w:hAnsiTheme="minorHAnsi" w:cstheme="minorHAnsi"/>
                <w:color w:val="000000" w:themeColor="text1"/>
              </w:rPr>
              <w:t xml:space="preserve">/ CZ </w:t>
            </w:r>
            <w:sdt>
              <w:sdtPr>
                <w:rPr>
                  <w:rFonts w:cstheme="minorHAnsi"/>
                  <w:color w:val="000000" w:themeColor="text1"/>
                </w:rPr>
                <w:id w:val="14583864"/>
                <w:placeholder>
                  <w:docPart w:val="0B852894085243F8B1245760F21E6ECE"/>
                </w:placeholder>
                <w:showingPlcHdr/>
                <w:text/>
              </w:sdtPr>
              <w:sdtContent>
                <w:r w:rsidR="00AA47B4" w:rsidRPr="00E93509">
                  <w:rPr>
                    <w:rFonts w:cstheme="minorHAnsi"/>
                    <w:i/>
                    <w:color w:val="C00000"/>
                    <w:highlight w:val="yellow"/>
                  </w:rPr>
                  <w:t>vyplní zájemce</w:t>
                </w:r>
              </w:sdtContent>
            </w:sdt>
          </w:p>
        </w:tc>
      </w:tr>
      <w:tr w:rsidR="00451E08" w:rsidTr="00451E08">
        <w:tc>
          <w:tcPr>
            <w:tcW w:w="1384" w:type="dxa"/>
            <w:tcBorders>
              <w:top w:val="nil"/>
              <w:left w:val="nil"/>
              <w:bottom w:val="nil"/>
              <w:right w:val="nil"/>
            </w:tcBorders>
          </w:tcPr>
          <w:p w:rsidR="00451E08" w:rsidRPr="00451E08" w:rsidRDefault="00451E08" w:rsidP="00451E08">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Se sídlem:</w:t>
            </w:r>
          </w:p>
        </w:tc>
        <w:tc>
          <w:tcPr>
            <w:tcW w:w="3969" w:type="dxa"/>
            <w:tcBorders>
              <w:top w:val="nil"/>
              <w:left w:val="nil"/>
              <w:bottom w:val="nil"/>
              <w:right w:val="nil"/>
            </w:tcBorders>
          </w:tcPr>
          <w:p w:rsidR="00451E08" w:rsidRDefault="0068688C" w:rsidP="00451E08">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862"/>
                <w:placeholder>
                  <w:docPart w:val="4CC1B2E60F6F417FA97CF29FAD9D9F61"/>
                </w:placeholder>
                <w:showingPlcHdr/>
                <w:text/>
              </w:sdtPr>
              <w:sdtContent>
                <w:r w:rsidR="00AA47B4" w:rsidRPr="00E93509">
                  <w:rPr>
                    <w:rFonts w:cstheme="minorHAnsi"/>
                    <w:i/>
                    <w:color w:val="C00000"/>
                    <w:highlight w:val="yellow"/>
                  </w:rPr>
                  <w:t>vyplní zájemce</w:t>
                </w:r>
              </w:sdtContent>
            </w:sdt>
          </w:p>
        </w:tc>
      </w:tr>
      <w:tr w:rsidR="00451E08" w:rsidTr="00451E08">
        <w:tc>
          <w:tcPr>
            <w:tcW w:w="1384" w:type="dxa"/>
            <w:tcBorders>
              <w:top w:val="nil"/>
              <w:left w:val="nil"/>
              <w:bottom w:val="nil"/>
              <w:right w:val="nil"/>
            </w:tcBorders>
          </w:tcPr>
          <w:p w:rsidR="00451E08" w:rsidRPr="00451E08" w:rsidRDefault="00451E08" w:rsidP="00451E08">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Jednající:</w:t>
            </w:r>
          </w:p>
        </w:tc>
        <w:tc>
          <w:tcPr>
            <w:tcW w:w="3969" w:type="dxa"/>
            <w:tcBorders>
              <w:top w:val="nil"/>
              <w:left w:val="nil"/>
              <w:bottom w:val="nil"/>
              <w:right w:val="nil"/>
            </w:tcBorders>
          </w:tcPr>
          <w:p w:rsidR="00451E08" w:rsidRDefault="0068688C" w:rsidP="00451E08">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863"/>
                <w:placeholder>
                  <w:docPart w:val="3C220FDC05544B84A6E20409F3D2761D"/>
                </w:placeholder>
                <w:showingPlcHdr/>
                <w:text/>
              </w:sdtPr>
              <w:sdtContent>
                <w:r w:rsidR="00AA47B4" w:rsidRPr="00E93509">
                  <w:rPr>
                    <w:rFonts w:cstheme="minorHAnsi"/>
                    <w:i/>
                    <w:color w:val="C00000"/>
                    <w:highlight w:val="yellow"/>
                  </w:rPr>
                  <w:t>vyplní zájemce</w:t>
                </w:r>
              </w:sdtContent>
            </w:sdt>
          </w:p>
        </w:tc>
      </w:tr>
    </w:tbl>
    <w:p w:rsidR="00451E08" w:rsidRDefault="00451E08" w:rsidP="00941D8C">
      <w:pPr>
        <w:tabs>
          <w:tab w:val="left" w:pos="1276"/>
        </w:tabs>
        <w:spacing w:after="0"/>
        <w:rPr>
          <w:rFonts w:asciiTheme="minorHAnsi" w:hAnsiTheme="minorHAnsi" w:cstheme="minorHAnsi"/>
          <w:b/>
          <w:color w:val="000000" w:themeColor="text1"/>
        </w:rPr>
      </w:pPr>
    </w:p>
    <w:p w:rsidR="009039BF" w:rsidRPr="00DA36CA" w:rsidRDefault="009039BF" w:rsidP="009039BF">
      <w:pPr>
        <w:spacing w:after="0"/>
        <w:jc w:val="center"/>
        <w:rPr>
          <w:rFonts w:asciiTheme="minorHAnsi" w:hAnsiTheme="minorHAnsi" w:cstheme="minorHAnsi"/>
        </w:rPr>
      </w:pPr>
      <w:r w:rsidRPr="00DA36CA">
        <w:rPr>
          <w:rFonts w:asciiTheme="minorHAnsi" w:hAnsiTheme="minorHAnsi" w:cstheme="minorHAnsi"/>
        </w:rPr>
        <w:t>jako dodavatel veřejné zakázky</w:t>
      </w:r>
      <w:r w:rsidR="004E0683">
        <w:rPr>
          <w:rFonts w:asciiTheme="minorHAnsi" w:hAnsiTheme="minorHAnsi" w:cstheme="minorHAnsi"/>
        </w:rPr>
        <w:t xml:space="preserve"> </w:t>
      </w:r>
      <w:r w:rsidRPr="00DA36CA">
        <w:rPr>
          <w:rFonts w:asciiTheme="minorHAnsi" w:hAnsiTheme="minorHAnsi" w:cstheme="minorHAnsi"/>
        </w:rPr>
        <w:t xml:space="preserve">s názvem </w:t>
      </w:r>
    </w:p>
    <w:p w:rsidR="009039BF" w:rsidRPr="0024039E" w:rsidRDefault="009039BF" w:rsidP="009039BF">
      <w:pPr>
        <w:spacing w:before="120" w:after="0"/>
        <w:jc w:val="center"/>
        <w:rPr>
          <w:rFonts w:asciiTheme="minorHAnsi" w:hAnsiTheme="minorHAnsi" w:cstheme="minorHAnsi"/>
          <w:b/>
        </w:rPr>
      </w:pPr>
      <w:r w:rsidRPr="0024039E">
        <w:rPr>
          <w:rFonts w:asciiTheme="minorHAnsi" w:hAnsiTheme="minorHAnsi" w:cstheme="minorHAnsi"/>
          <w:b/>
        </w:rPr>
        <w:t>„</w:t>
      </w:r>
      <w:sdt>
        <w:sdtPr>
          <w:rPr>
            <w:rFonts w:eastAsia="Calibri" w:cstheme="minorHAnsi"/>
            <w:b/>
            <w:color w:val="000000" w:themeColor="text1"/>
          </w:rPr>
          <w:id w:val="16790465"/>
          <w:placeholder>
            <w:docPart w:val="B78A53158AE9434EB0CCB9FCF6190C38"/>
          </w:placeholder>
          <w:text/>
        </w:sdtPr>
        <w:sdtContent>
          <w:r w:rsidR="004D7C44" w:rsidRPr="0024039E">
            <w:rPr>
              <w:rFonts w:eastAsia="Calibri" w:cstheme="minorHAnsi"/>
              <w:b/>
              <w:color w:val="000000" w:themeColor="text1"/>
            </w:rPr>
            <w:t>Nákup traktoru pro Autoškolu</w:t>
          </w:r>
        </w:sdtContent>
      </w:sdt>
      <w:r w:rsidRPr="0024039E">
        <w:rPr>
          <w:rFonts w:asciiTheme="minorHAnsi" w:hAnsiTheme="minorHAnsi" w:cstheme="minorHAnsi"/>
          <w:b/>
        </w:rPr>
        <w:t>“</w:t>
      </w:r>
    </w:p>
    <w:p w:rsidR="009039BF" w:rsidRPr="00DA36CA" w:rsidRDefault="00BA07AE" w:rsidP="00BA07AE">
      <w:pPr>
        <w:spacing w:before="120" w:after="60"/>
        <w:rPr>
          <w:rFonts w:asciiTheme="minorHAnsi" w:hAnsiTheme="minorHAnsi" w:cstheme="minorHAnsi"/>
        </w:rPr>
      </w:pPr>
      <w:r>
        <w:rPr>
          <w:rFonts w:asciiTheme="minorHAnsi" w:hAnsiTheme="minorHAnsi" w:cstheme="minorHAnsi"/>
        </w:rPr>
        <w:t xml:space="preserve">tímto čestně prohlašuje, že </w:t>
      </w:r>
      <w:r w:rsidR="009039BF" w:rsidRPr="00DA36CA">
        <w:rPr>
          <w:rFonts w:asciiTheme="minorHAnsi" w:hAnsiTheme="minorHAnsi" w:cstheme="minorHAnsi"/>
        </w:rPr>
        <w:t>splňuje základní kvalifikační předpoklady podle § 53 odst. 1 zákona č. 137/2006 Sb., o veřejných zakázkách, ve znění pozdějších předpisů. Základní kvalifika</w:t>
      </w:r>
      <w:r>
        <w:rPr>
          <w:rFonts w:asciiTheme="minorHAnsi" w:hAnsiTheme="minorHAnsi" w:cstheme="minorHAnsi"/>
        </w:rPr>
        <w:t>ční předpoklady splňuje zájemce:</w:t>
      </w:r>
    </w:p>
    <w:p w:rsidR="009039BF" w:rsidRPr="00DA36CA" w:rsidRDefault="009039BF" w:rsidP="00BA07AE">
      <w:pPr>
        <w:pStyle w:val="Odstavecseseznamem"/>
        <w:widowControl w:val="0"/>
        <w:numPr>
          <w:ilvl w:val="0"/>
          <w:numId w:val="1"/>
        </w:numPr>
        <w:autoSpaceDE w:val="0"/>
        <w:autoSpaceDN w:val="0"/>
        <w:adjustRightInd w:val="0"/>
        <w:spacing w:after="120" w:line="240" w:lineRule="auto"/>
        <w:ind w:left="284" w:hanging="284"/>
        <w:contextualSpacing w:val="0"/>
        <w:jc w:val="both"/>
        <w:rPr>
          <w:rFonts w:asciiTheme="minorHAnsi" w:hAnsiTheme="minorHAnsi" w:cstheme="minorHAnsi"/>
        </w:rPr>
      </w:pPr>
      <w:r w:rsidRPr="00DA36CA">
        <w:rPr>
          <w:rFonts w:asciiTheme="minorHAnsi" w:hAnsiTheme="minorHAnsi" w:cstheme="minorHAnsi"/>
        </w:rPr>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jak tato právnická osoba, tak její statutární orgán nebo každý člen statutárního orgánu, a je-li statutárním orgánem zájemce či členem statutárního orgánu zájemce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zájemce splňovat jak ve vztahu k území České republiky, tak k zemi svého sídla, místa podnikání či bydliště,</w:t>
      </w:r>
    </w:p>
    <w:p w:rsidR="009039BF" w:rsidRPr="00DA36CA" w:rsidRDefault="009039BF" w:rsidP="00BA07AE">
      <w:pPr>
        <w:pStyle w:val="Odstavecseseznamem"/>
        <w:widowControl w:val="0"/>
        <w:numPr>
          <w:ilvl w:val="0"/>
          <w:numId w:val="1"/>
        </w:numPr>
        <w:autoSpaceDE w:val="0"/>
        <w:autoSpaceDN w:val="0"/>
        <w:adjustRightInd w:val="0"/>
        <w:spacing w:after="120" w:line="240" w:lineRule="auto"/>
        <w:ind w:left="284" w:hanging="284"/>
        <w:contextualSpacing w:val="0"/>
        <w:jc w:val="both"/>
        <w:rPr>
          <w:rFonts w:asciiTheme="minorHAnsi" w:hAnsiTheme="minorHAnsi" w:cstheme="minorHAnsi"/>
        </w:rPr>
      </w:pPr>
      <w:r w:rsidRPr="00DA36CA">
        <w:rPr>
          <w:rFonts w:asciiTheme="minorHAnsi" w:hAnsiTheme="minorHAnsi" w:cstheme="minorHAnsi"/>
        </w:rPr>
        <w:t>který nebyl pravomocně odsouzen pro trestný čin, jehož skutková podstata souvisí s předmětem podnikání zájemce podle zvláštních právních předpisů nebo došlo k zahlazení odsouzení za spáchání takového trestného činu; jde-li o právnickou osobu, musí tuto podmínku splňovat jak tato právnická osoba, tak její statutární orgán nebo každý člen statutárního orgánu, a je-li statutárním orgánem zájemce či členem statutárního orgánu zájemce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zájemce splňovat jak ve vztahu k území České republiky, tak k zemi svého sídla, místa podnikání či bydliště,</w:t>
      </w:r>
    </w:p>
    <w:p w:rsidR="009039BF" w:rsidRPr="00DA36CA" w:rsidRDefault="009039BF" w:rsidP="00BA07AE">
      <w:pPr>
        <w:pStyle w:val="Odstavecseseznamem"/>
        <w:widowControl w:val="0"/>
        <w:numPr>
          <w:ilvl w:val="0"/>
          <w:numId w:val="1"/>
        </w:numPr>
        <w:autoSpaceDE w:val="0"/>
        <w:autoSpaceDN w:val="0"/>
        <w:adjustRightInd w:val="0"/>
        <w:spacing w:after="120" w:line="240" w:lineRule="auto"/>
        <w:ind w:left="284" w:hanging="284"/>
        <w:contextualSpacing w:val="0"/>
        <w:jc w:val="both"/>
        <w:rPr>
          <w:rFonts w:asciiTheme="minorHAnsi" w:hAnsiTheme="minorHAnsi" w:cstheme="minorHAnsi"/>
        </w:rPr>
      </w:pPr>
      <w:r w:rsidRPr="00DA36CA">
        <w:rPr>
          <w:rFonts w:asciiTheme="minorHAnsi" w:hAnsiTheme="minorHAnsi" w:cstheme="minorHAnsi"/>
        </w:rPr>
        <w:t>který v posledních 3 letech nenaplnil skutkovou podstatu jednání nekalé soutěže formou podplácení podle zvláštního právního předpisu,</w:t>
      </w:r>
    </w:p>
    <w:p w:rsidR="009039BF" w:rsidRPr="00DA36CA" w:rsidRDefault="009039BF" w:rsidP="00BA07AE">
      <w:pPr>
        <w:pStyle w:val="Odstavecseseznamem"/>
        <w:widowControl w:val="0"/>
        <w:numPr>
          <w:ilvl w:val="0"/>
          <w:numId w:val="1"/>
        </w:numPr>
        <w:autoSpaceDE w:val="0"/>
        <w:autoSpaceDN w:val="0"/>
        <w:adjustRightInd w:val="0"/>
        <w:spacing w:after="120" w:line="240" w:lineRule="auto"/>
        <w:ind w:left="284" w:hanging="284"/>
        <w:contextualSpacing w:val="0"/>
        <w:jc w:val="both"/>
        <w:rPr>
          <w:rFonts w:asciiTheme="minorHAnsi" w:hAnsiTheme="minorHAnsi" w:cstheme="minorHAnsi"/>
        </w:rPr>
      </w:pPr>
      <w:r w:rsidRPr="00DA36CA">
        <w:rPr>
          <w:rFonts w:asciiTheme="minorHAnsi" w:hAnsiTheme="minorHAnsi" w:cstheme="minorHAnsi"/>
        </w:rPr>
        <w:t>vůči jehož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9039BF" w:rsidRPr="00DA36CA" w:rsidRDefault="009039BF" w:rsidP="00BA07AE">
      <w:pPr>
        <w:pStyle w:val="Odstavecseseznamem"/>
        <w:widowControl w:val="0"/>
        <w:numPr>
          <w:ilvl w:val="0"/>
          <w:numId w:val="1"/>
        </w:numPr>
        <w:autoSpaceDE w:val="0"/>
        <w:autoSpaceDN w:val="0"/>
        <w:adjustRightInd w:val="0"/>
        <w:spacing w:after="120" w:line="240" w:lineRule="auto"/>
        <w:ind w:left="284" w:hanging="284"/>
        <w:contextualSpacing w:val="0"/>
        <w:jc w:val="both"/>
        <w:rPr>
          <w:rFonts w:asciiTheme="minorHAnsi" w:hAnsiTheme="minorHAnsi" w:cstheme="minorHAnsi"/>
        </w:rPr>
      </w:pPr>
      <w:r w:rsidRPr="00DA36CA">
        <w:rPr>
          <w:rFonts w:asciiTheme="minorHAnsi" w:hAnsiTheme="minorHAnsi" w:cstheme="minorHAnsi"/>
        </w:rPr>
        <w:t>který není v likvidaci,</w:t>
      </w:r>
    </w:p>
    <w:p w:rsidR="009039BF" w:rsidRPr="00DA36CA" w:rsidRDefault="009039BF" w:rsidP="00BA07AE">
      <w:pPr>
        <w:pStyle w:val="Odstavecseseznamem"/>
        <w:widowControl w:val="0"/>
        <w:numPr>
          <w:ilvl w:val="0"/>
          <w:numId w:val="1"/>
        </w:numPr>
        <w:autoSpaceDE w:val="0"/>
        <w:autoSpaceDN w:val="0"/>
        <w:adjustRightInd w:val="0"/>
        <w:spacing w:after="120" w:line="240" w:lineRule="auto"/>
        <w:ind w:left="284" w:hanging="284"/>
        <w:contextualSpacing w:val="0"/>
        <w:jc w:val="both"/>
        <w:rPr>
          <w:rFonts w:asciiTheme="minorHAnsi" w:hAnsiTheme="minorHAnsi" w:cstheme="minorHAnsi"/>
        </w:rPr>
      </w:pPr>
      <w:r w:rsidRPr="00DA36CA">
        <w:rPr>
          <w:rFonts w:asciiTheme="minorHAnsi" w:hAnsiTheme="minorHAnsi" w:cstheme="minorHAnsi"/>
        </w:rPr>
        <w:t>který nemá v evidenci daní zachyceny daňové nedoplatky, a to jak v České republice, tak v zemi sídla, místa podnikání či bydliště zájemce,</w:t>
      </w:r>
    </w:p>
    <w:p w:rsidR="009039BF" w:rsidRPr="00DA36CA" w:rsidRDefault="009039BF" w:rsidP="00BA07AE">
      <w:pPr>
        <w:pStyle w:val="Odstavecseseznamem"/>
        <w:widowControl w:val="0"/>
        <w:numPr>
          <w:ilvl w:val="0"/>
          <w:numId w:val="1"/>
        </w:numPr>
        <w:autoSpaceDE w:val="0"/>
        <w:autoSpaceDN w:val="0"/>
        <w:adjustRightInd w:val="0"/>
        <w:spacing w:after="120" w:line="240" w:lineRule="auto"/>
        <w:ind w:left="284" w:hanging="284"/>
        <w:contextualSpacing w:val="0"/>
        <w:jc w:val="both"/>
        <w:rPr>
          <w:rFonts w:asciiTheme="minorHAnsi" w:hAnsiTheme="minorHAnsi" w:cstheme="minorHAnsi"/>
        </w:rPr>
      </w:pPr>
      <w:r w:rsidRPr="00DA36CA">
        <w:rPr>
          <w:rFonts w:asciiTheme="minorHAnsi" w:hAnsiTheme="minorHAnsi" w:cstheme="minorHAnsi"/>
        </w:rPr>
        <w:lastRenderedPageBreak/>
        <w:t>který nemá nedoplatek na pojistném a na penále na veřejné zdravotní pojištění, a to jak v České republice, tak v zemi sídla, místa podnikání či bydliště zájemce,</w:t>
      </w:r>
    </w:p>
    <w:p w:rsidR="009039BF" w:rsidRPr="00DA36CA" w:rsidRDefault="009039BF" w:rsidP="00BA07AE">
      <w:pPr>
        <w:pStyle w:val="Odstavecseseznamem"/>
        <w:widowControl w:val="0"/>
        <w:numPr>
          <w:ilvl w:val="0"/>
          <w:numId w:val="1"/>
        </w:numPr>
        <w:autoSpaceDE w:val="0"/>
        <w:autoSpaceDN w:val="0"/>
        <w:adjustRightInd w:val="0"/>
        <w:spacing w:after="120" w:line="240" w:lineRule="auto"/>
        <w:ind w:left="284" w:hanging="284"/>
        <w:contextualSpacing w:val="0"/>
        <w:jc w:val="both"/>
        <w:rPr>
          <w:rFonts w:asciiTheme="minorHAnsi" w:hAnsiTheme="minorHAnsi" w:cstheme="minorHAnsi"/>
        </w:rPr>
      </w:pPr>
      <w:r w:rsidRPr="00DA36CA">
        <w:rPr>
          <w:rFonts w:asciiTheme="minorHAnsi" w:hAnsiTheme="minorHAnsi" w:cstheme="minorHAnsi"/>
        </w:rPr>
        <w:t>který nemá nedoplatek na pojistném a na penále na sociální zabezpečení a příspěvku na státní politiku zaměstnanosti, a to jak v České republice, tak v zemi sídla, místa podnikání či bydliště zájemce,</w:t>
      </w:r>
    </w:p>
    <w:p w:rsidR="009039BF" w:rsidRPr="00DA36CA" w:rsidRDefault="009039BF" w:rsidP="00BA07AE">
      <w:pPr>
        <w:pStyle w:val="Odstavecseseznamem"/>
        <w:widowControl w:val="0"/>
        <w:numPr>
          <w:ilvl w:val="0"/>
          <w:numId w:val="1"/>
        </w:numPr>
        <w:autoSpaceDE w:val="0"/>
        <w:autoSpaceDN w:val="0"/>
        <w:adjustRightInd w:val="0"/>
        <w:spacing w:after="120" w:line="240" w:lineRule="auto"/>
        <w:ind w:left="284" w:hanging="284"/>
        <w:contextualSpacing w:val="0"/>
        <w:jc w:val="both"/>
        <w:rPr>
          <w:rFonts w:asciiTheme="minorHAnsi" w:hAnsiTheme="minorHAnsi" w:cstheme="minorHAnsi"/>
        </w:rPr>
      </w:pPr>
      <w:r w:rsidRPr="00DA36CA">
        <w:rPr>
          <w:rFonts w:asciiTheme="minorHAnsi" w:hAnsiTheme="minorHAnsi" w:cstheme="minorHAnsi"/>
        </w:rPr>
        <w:t xml:space="preserve">který nebyl v posledních 3 letech pravomocně disciplinárně </w:t>
      </w:r>
      <w:r w:rsidR="004211E2" w:rsidRPr="00DA36CA">
        <w:rPr>
          <w:rFonts w:asciiTheme="minorHAnsi" w:hAnsiTheme="minorHAnsi" w:cstheme="minorHAnsi"/>
        </w:rPr>
        <w:t>potrestán, či</w:t>
      </w:r>
      <w:r w:rsidRPr="00DA36CA">
        <w:rPr>
          <w:rFonts w:asciiTheme="minorHAnsi" w:hAnsiTheme="minorHAnsi" w:cstheme="minorHAnsi"/>
        </w:rPr>
        <w:t xml:space="preserve"> mu nebylo pravomocně uloženo kárné opatření podle zvláštních právních předpisů, pokud zájemce vykonává tuto činnost prostřednictvím odpovědného zástupce nebo jiné osoby odpovídající za činnost zájemce, vztahuje se tento předpoklad na tyto osoby,</w:t>
      </w:r>
    </w:p>
    <w:p w:rsidR="009039BF" w:rsidRPr="00DA36CA" w:rsidRDefault="009039BF" w:rsidP="00BA07AE">
      <w:pPr>
        <w:pStyle w:val="Odstavecseseznamem"/>
        <w:widowControl w:val="0"/>
        <w:numPr>
          <w:ilvl w:val="0"/>
          <w:numId w:val="1"/>
        </w:numPr>
        <w:autoSpaceDE w:val="0"/>
        <w:autoSpaceDN w:val="0"/>
        <w:adjustRightInd w:val="0"/>
        <w:spacing w:after="120" w:line="240" w:lineRule="auto"/>
        <w:ind w:left="284" w:hanging="284"/>
        <w:contextualSpacing w:val="0"/>
        <w:jc w:val="both"/>
        <w:rPr>
          <w:rFonts w:asciiTheme="minorHAnsi" w:hAnsiTheme="minorHAnsi" w:cstheme="minorHAnsi"/>
        </w:rPr>
      </w:pPr>
      <w:r w:rsidRPr="00DA36CA">
        <w:rPr>
          <w:rFonts w:asciiTheme="minorHAnsi" w:hAnsiTheme="minorHAnsi" w:cstheme="minorHAnsi"/>
        </w:rPr>
        <w:t>který není veden v rejstříku osob se zákazem plnění veřejných zakázek,</w:t>
      </w:r>
    </w:p>
    <w:p w:rsidR="009039BF" w:rsidRPr="00DA36CA" w:rsidRDefault="009039BF" w:rsidP="00BA07AE">
      <w:pPr>
        <w:pStyle w:val="Odstavecseseznamem"/>
        <w:numPr>
          <w:ilvl w:val="0"/>
          <w:numId w:val="1"/>
        </w:numPr>
        <w:spacing w:after="60"/>
        <w:ind w:left="284" w:hanging="284"/>
        <w:contextualSpacing w:val="0"/>
        <w:rPr>
          <w:rFonts w:asciiTheme="minorHAnsi" w:hAnsiTheme="minorHAnsi" w:cstheme="minorHAnsi"/>
        </w:rPr>
      </w:pPr>
      <w:r w:rsidRPr="00DA36CA">
        <w:rPr>
          <w:rFonts w:asciiTheme="minorHAnsi" w:hAnsiTheme="minorHAnsi" w:cstheme="minorHAnsi"/>
        </w:rPr>
        <w:t>kterému nebyla v posledních 3 letech pravomocně uložena pokuta za umožnění výkonu nelegální práce podle zvláštního právního předpisu.</w:t>
      </w:r>
    </w:p>
    <w:p w:rsidR="009039BF" w:rsidRPr="00DA36CA" w:rsidRDefault="009039BF" w:rsidP="009039BF">
      <w:pPr>
        <w:spacing w:before="240" w:after="0" w:line="271" w:lineRule="auto"/>
        <w:jc w:val="both"/>
        <w:rPr>
          <w:rFonts w:asciiTheme="minorHAnsi" w:hAnsiTheme="minorHAnsi" w:cstheme="minorHAnsi"/>
        </w:rPr>
      </w:pPr>
    </w:p>
    <w:p w:rsidR="009039BF" w:rsidRPr="00DA36CA" w:rsidRDefault="009039BF" w:rsidP="009039BF">
      <w:pPr>
        <w:spacing w:before="240" w:after="0" w:line="271" w:lineRule="auto"/>
        <w:jc w:val="both"/>
        <w:rPr>
          <w:rFonts w:asciiTheme="minorHAnsi" w:hAnsiTheme="minorHAnsi" w:cstheme="minorHAnsi"/>
        </w:rPr>
      </w:pPr>
    </w:p>
    <w:p w:rsidR="009039BF" w:rsidRPr="00DA36CA" w:rsidRDefault="009039BF" w:rsidP="009039BF">
      <w:pPr>
        <w:spacing w:before="240" w:after="0" w:line="271" w:lineRule="auto"/>
        <w:jc w:val="both"/>
        <w:rPr>
          <w:rFonts w:asciiTheme="minorHAnsi" w:hAnsiTheme="minorHAnsi" w:cstheme="minorHAnsi"/>
        </w:rPr>
      </w:pPr>
    </w:p>
    <w:p w:rsidR="009039BF" w:rsidRPr="00DA36CA" w:rsidRDefault="009039BF" w:rsidP="009039BF">
      <w:pPr>
        <w:spacing w:before="240" w:after="0" w:line="271" w:lineRule="auto"/>
        <w:jc w:val="both"/>
        <w:rPr>
          <w:rFonts w:asciiTheme="minorHAnsi" w:hAnsiTheme="minorHAnsi" w:cstheme="minorHAnsi"/>
        </w:rPr>
      </w:pPr>
    </w:p>
    <w:p w:rsidR="009039BF" w:rsidRPr="00DA36CA" w:rsidRDefault="009039BF" w:rsidP="009039BF">
      <w:pPr>
        <w:spacing w:before="240" w:after="0" w:line="271" w:lineRule="auto"/>
        <w:jc w:val="both"/>
        <w:rPr>
          <w:rFonts w:asciiTheme="minorHAnsi" w:hAnsiTheme="minorHAnsi" w:cstheme="minorHAnsi"/>
        </w:rPr>
      </w:pPr>
    </w:p>
    <w:p w:rsidR="009039BF" w:rsidRPr="00DA36CA" w:rsidRDefault="009039BF" w:rsidP="009039BF">
      <w:pPr>
        <w:spacing w:before="240" w:after="0" w:line="271" w:lineRule="auto"/>
        <w:jc w:val="both"/>
        <w:rPr>
          <w:rFonts w:asciiTheme="minorHAnsi" w:hAnsiTheme="minorHAnsi" w:cstheme="minorHAnsi"/>
        </w:rPr>
      </w:pPr>
    </w:p>
    <w:p w:rsidR="009039BF" w:rsidRPr="00DA36CA" w:rsidRDefault="009039BF" w:rsidP="009039BF">
      <w:pPr>
        <w:spacing w:before="240" w:after="0" w:line="271" w:lineRule="auto"/>
        <w:jc w:val="both"/>
        <w:rPr>
          <w:rFonts w:asciiTheme="minorHAnsi" w:hAnsiTheme="minorHAnsi" w:cstheme="minorHAnsi"/>
        </w:rPr>
      </w:pPr>
    </w:p>
    <w:p w:rsidR="009039BF" w:rsidRPr="00DA36CA" w:rsidRDefault="009039BF" w:rsidP="009039BF">
      <w:pPr>
        <w:spacing w:before="240" w:after="0" w:line="271" w:lineRule="auto"/>
        <w:jc w:val="both"/>
        <w:rPr>
          <w:rFonts w:asciiTheme="minorHAnsi" w:hAnsiTheme="minorHAnsi" w:cstheme="minorHAnsi"/>
        </w:rPr>
      </w:pPr>
    </w:p>
    <w:p w:rsidR="009039BF" w:rsidRPr="00DA36CA" w:rsidRDefault="009039BF" w:rsidP="009039BF">
      <w:pPr>
        <w:spacing w:before="240" w:after="0" w:line="271" w:lineRule="auto"/>
        <w:jc w:val="both"/>
        <w:rPr>
          <w:rFonts w:asciiTheme="minorHAnsi" w:hAnsiTheme="minorHAnsi" w:cstheme="minorHAnsi"/>
        </w:rPr>
      </w:pPr>
    </w:p>
    <w:p w:rsidR="00A04651" w:rsidRPr="00DA36CA" w:rsidRDefault="00A04651" w:rsidP="009039BF">
      <w:pPr>
        <w:spacing w:before="240" w:after="0" w:line="271" w:lineRule="auto"/>
        <w:jc w:val="both"/>
        <w:rPr>
          <w:rFonts w:asciiTheme="minorHAnsi" w:hAnsiTheme="minorHAnsi" w:cstheme="minorHAnsi"/>
        </w:rPr>
      </w:pPr>
    </w:p>
    <w:p w:rsidR="00F424B5" w:rsidRDefault="00F424B5" w:rsidP="009039BF">
      <w:pPr>
        <w:spacing w:before="240" w:after="0" w:line="271" w:lineRule="auto"/>
        <w:jc w:val="both"/>
        <w:rPr>
          <w:rFonts w:asciiTheme="minorHAnsi" w:hAnsiTheme="minorHAnsi" w:cstheme="minorHAnsi"/>
        </w:rPr>
      </w:pPr>
    </w:p>
    <w:p w:rsidR="0055442A" w:rsidRDefault="0055442A" w:rsidP="009039BF">
      <w:pPr>
        <w:spacing w:before="240" w:after="0" w:line="271" w:lineRule="auto"/>
        <w:jc w:val="both"/>
        <w:rPr>
          <w:rFonts w:asciiTheme="minorHAnsi" w:hAnsiTheme="minorHAnsi" w:cstheme="minorHAnsi"/>
        </w:rPr>
      </w:pPr>
    </w:p>
    <w:p w:rsidR="00A42277" w:rsidRDefault="00A42277" w:rsidP="009039BF">
      <w:pPr>
        <w:spacing w:before="240" w:after="0" w:line="271" w:lineRule="auto"/>
        <w:jc w:val="both"/>
        <w:rPr>
          <w:rFonts w:asciiTheme="minorHAnsi" w:hAnsiTheme="minorHAnsi" w:cstheme="minorHAnsi"/>
        </w:rPr>
      </w:pPr>
    </w:p>
    <w:p w:rsidR="00A42277" w:rsidRDefault="00A42277" w:rsidP="009039BF">
      <w:pPr>
        <w:spacing w:before="240" w:after="0" w:line="271" w:lineRule="auto"/>
        <w:jc w:val="both"/>
        <w:rPr>
          <w:rFonts w:asciiTheme="minorHAnsi" w:hAnsiTheme="minorHAnsi" w:cstheme="minorHAnsi"/>
        </w:rPr>
      </w:pPr>
    </w:p>
    <w:p w:rsidR="005E4EC4" w:rsidRDefault="005E4EC4" w:rsidP="009039BF">
      <w:pPr>
        <w:spacing w:before="240" w:after="0" w:line="271" w:lineRule="auto"/>
        <w:jc w:val="both"/>
        <w:rPr>
          <w:rFonts w:asciiTheme="minorHAnsi" w:hAnsiTheme="minorHAnsi" w:cstheme="minorHAnsi"/>
        </w:rPr>
      </w:pPr>
    </w:p>
    <w:p w:rsidR="00A42277" w:rsidRDefault="00A42277" w:rsidP="009039BF">
      <w:pPr>
        <w:spacing w:before="240" w:after="0" w:line="271" w:lineRule="auto"/>
        <w:jc w:val="both"/>
        <w:rPr>
          <w:rFonts w:asciiTheme="minorHAnsi" w:hAnsiTheme="minorHAnsi" w:cstheme="minorHAnsi"/>
        </w:rPr>
      </w:pPr>
    </w:p>
    <w:p w:rsidR="005A47A8" w:rsidRDefault="005A47A8" w:rsidP="00A42277">
      <w:pPr>
        <w:spacing w:before="240" w:after="0" w:line="240" w:lineRule="auto"/>
        <w:jc w:val="both"/>
        <w:rPr>
          <w:rFonts w:asciiTheme="minorHAnsi" w:hAnsiTheme="minorHAnsi" w:cstheme="minorHAnsi"/>
        </w:rPr>
      </w:pPr>
    </w:p>
    <w:tbl>
      <w:tblPr>
        <w:tblStyle w:val="Mkatabulky"/>
        <w:tblW w:w="0" w:type="auto"/>
        <w:tblLook w:val="04A0"/>
      </w:tblPr>
      <w:tblGrid>
        <w:gridCol w:w="3652"/>
        <w:gridCol w:w="1843"/>
        <w:gridCol w:w="3717"/>
      </w:tblGrid>
      <w:tr w:rsidR="00AA47B4" w:rsidTr="00891E61">
        <w:tc>
          <w:tcPr>
            <w:tcW w:w="3652" w:type="dxa"/>
            <w:tcBorders>
              <w:top w:val="nil"/>
              <w:left w:val="nil"/>
              <w:bottom w:val="nil"/>
              <w:right w:val="nil"/>
            </w:tcBorders>
          </w:tcPr>
          <w:p w:rsidR="00AA47B4" w:rsidRDefault="00AA47B4" w:rsidP="00891E61">
            <w:pPr>
              <w:jc w:val="both"/>
              <w:rPr>
                <w:rFonts w:cstheme="minorHAnsi"/>
              </w:rPr>
            </w:pPr>
            <w:r>
              <w:rPr>
                <w:rFonts w:cstheme="minorHAnsi"/>
              </w:rPr>
              <w:t xml:space="preserve">V </w:t>
            </w:r>
            <w:sdt>
              <w:sdtPr>
                <w:rPr>
                  <w:rFonts w:cstheme="minorHAnsi"/>
                  <w:color w:val="000000" w:themeColor="text1"/>
                </w:rPr>
                <w:id w:val="4605964"/>
                <w:placeholder>
                  <w:docPart w:val="5A3435D4A58E4F398A50E686F421ACAC"/>
                </w:placeholder>
                <w:showingPlcHdr/>
                <w:text/>
              </w:sdtPr>
              <w:sdtContent>
                <w:r w:rsidRPr="009D5C70">
                  <w:rPr>
                    <w:rFonts w:cstheme="minorHAnsi"/>
                    <w:color w:val="000000" w:themeColor="text1"/>
                    <w:highlight w:val="yellow"/>
                  </w:rPr>
                  <w:t>____________</w:t>
                </w:r>
              </w:sdtContent>
            </w:sdt>
            <w:r>
              <w:rPr>
                <w:rFonts w:cstheme="minorHAnsi"/>
              </w:rPr>
              <w:t xml:space="preserve"> dne </w:t>
            </w:r>
            <w:sdt>
              <w:sdtPr>
                <w:rPr>
                  <w:rFonts w:cstheme="minorHAnsi"/>
                  <w:color w:val="000000" w:themeColor="text1"/>
                  <w:highlight w:val="yellow"/>
                </w:rPr>
                <w:id w:val="4605965"/>
                <w:placeholder>
                  <w:docPart w:val="069803DA2F594510B8FC2AA8EB8E9752"/>
                </w:placeholder>
                <w:showingPlcHdr/>
                <w:text/>
              </w:sdtPr>
              <w:sdtContent>
                <w:r w:rsidRPr="009D5C70">
                  <w:rPr>
                    <w:rFonts w:cstheme="minorHAnsi"/>
                    <w:color w:val="000000" w:themeColor="text1"/>
                    <w:highlight w:val="yellow"/>
                  </w:rPr>
                  <w:t>__</w:t>
                </w:r>
              </w:sdtContent>
            </w:sdt>
            <w:r w:rsidRPr="009D5C70">
              <w:rPr>
                <w:rFonts w:cstheme="minorHAnsi"/>
                <w:highlight w:val="yellow"/>
              </w:rPr>
              <w:t xml:space="preserve">. </w:t>
            </w:r>
            <w:sdt>
              <w:sdtPr>
                <w:rPr>
                  <w:rFonts w:cstheme="minorHAnsi"/>
                  <w:color w:val="000000" w:themeColor="text1"/>
                  <w:highlight w:val="yellow"/>
                </w:rPr>
                <w:id w:val="4605966"/>
                <w:placeholder>
                  <w:docPart w:val="6851A54A78D2465081D41B898AC01258"/>
                </w:placeholder>
                <w:showingPlcHdr/>
                <w:text/>
              </w:sdtPr>
              <w:sdtContent>
                <w:r w:rsidRPr="009D5C70">
                  <w:rPr>
                    <w:rFonts w:cstheme="minorHAnsi"/>
                    <w:color w:val="000000" w:themeColor="text1"/>
                    <w:highlight w:val="yellow"/>
                  </w:rPr>
                  <w:t>__</w:t>
                </w:r>
              </w:sdtContent>
            </w:sdt>
            <w:r w:rsidRPr="009D5C70">
              <w:rPr>
                <w:rFonts w:cstheme="minorHAnsi"/>
                <w:highlight w:val="yellow"/>
              </w:rPr>
              <w:t>.</w:t>
            </w:r>
            <w:r w:rsidRPr="009D5C70">
              <w:rPr>
                <w:rFonts w:cstheme="minorHAnsi"/>
                <w:color w:val="000000" w:themeColor="text1"/>
                <w:highlight w:val="yellow"/>
              </w:rPr>
              <w:t xml:space="preserve"> </w:t>
            </w:r>
            <w:sdt>
              <w:sdtPr>
                <w:rPr>
                  <w:rFonts w:cstheme="minorHAnsi"/>
                  <w:color w:val="000000" w:themeColor="text1"/>
                  <w:highlight w:val="yellow"/>
                </w:rPr>
                <w:id w:val="4605967"/>
                <w:placeholder>
                  <w:docPart w:val="554A3B58418942279262321427EFF55D"/>
                </w:placeholder>
                <w:showingPlcHdr/>
                <w:text/>
              </w:sdtPr>
              <w:sdtEndPr>
                <w:rPr>
                  <w:highlight w:val="none"/>
                </w:rPr>
              </w:sdtEndPr>
              <w:sdtContent>
                <w:r w:rsidRPr="009D5C70">
                  <w:rPr>
                    <w:rFonts w:cstheme="minorHAnsi"/>
                    <w:color w:val="000000" w:themeColor="text1"/>
                    <w:highlight w:val="yellow"/>
                  </w:rPr>
                  <w:t>__</w:t>
                </w:r>
              </w:sdtContent>
            </w:sdt>
          </w:p>
        </w:tc>
        <w:tc>
          <w:tcPr>
            <w:tcW w:w="1843" w:type="dxa"/>
            <w:tcBorders>
              <w:top w:val="nil"/>
              <w:left w:val="nil"/>
              <w:bottom w:val="nil"/>
              <w:right w:val="nil"/>
            </w:tcBorders>
          </w:tcPr>
          <w:p w:rsidR="00AA47B4" w:rsidRDefault="00AA47B4" w:rsidP="00891E61">
            <w:pPr>
              <w:jc w:val="both"/>
              <w:rPr>
                <w:rFonts w:cstheme="minorHAnsi"/>
              </w:rPr>
            </w:pPr>
          </w:p>
        </w:tc>
        <w:tc>
          <w:tcPr>
            <w:tcW w:w="3717" w:type="dxa"/>
            <w:tcBorders>
              <w:top w:val="nil"/>
              <w:left w:val="nil"/>
              <w:bottom w:val="nil"/>
              <w:right w:val="nil"/>
            </w:tcBorders>
          </w:tcPr>
          <w:p w:rsidR="00AA47B4" w:rsidRPr="00A82FD1" w:rsidRDefault="00AA47B4" w:rsidP="00891E61">
            <w:pPr>
              <w:jc w:val="center"/>
              <w:rPr>
                <w:rFonts w:cstheme="minorHAnsi"/>
                <w:highlight w:val="green"/>
              </w:rPr>
            </w:pPr>
            <w:r w:rsidRPr="00A82FD1">
              <w:rPr>
                <w:rFonts w:cstheme="minorHAnsi"/>
              </w:rPr>
              <w:t>_________________________</w:t>
            </w:r>
          </w:p>
        </w:tc>
      </w:tr>
      <w:tr w:rsidR="00AA47B4" w:rsidRPr="00D123B0" w:rsidTr="00891E61">
        <w:tc>
          <w:tcPr>
            <w:tcW w:w="3652" w:type="dxa"/>
            <w:tcBorders>
              <w:top w:val="nil"/>
              <w:left w:val="nil"/>
              <w:bottom w:val="nil"/>
              <w:right w:val="nil"/>
            </w:tcBorders>
          </w:tcPr>
          <w:p w:rsidR="00AA47B4" w:rsidRDefault="00AA47B4" w:rsidP="00891E61">
            <w:pPr>
              <w:jc w:val="both"/>
              <w:rPr>
                <w:rFonts w:cstheme="minorHAnsi"/>
              </w:rPr>
            </w:pPr>
          </w:p>
        </w:tc>
        <w:tc>
          <w:tcPr>
            <w:tcW w:w="1843" w:type="dxa"/>
            <w:tcBorders>
              <w:top w:val="nil"/>
              <w:left w:val="nil"/>
              <w:bottom w:val="nil"/>
              <w:right w:val="nil"/>
            </w:tcBorders>
          </w:tcPr>
          <w:p w:rsidR="00AA47B4" w:rsidRDefault="00AA47B4" w:rsidP="00891E61">
            <w:pPr>
              <w:jc w:val="both"/>
              <w:rPr>
                <w:rFonts w:cstheme="minorHAnsi"/>
              </w:rPr>
            </w:pPr>
          </w:p>
        </w:tc>
        <w:tc>
          <w:tcPr>
            <w:tcW w:w="3717" w:type="dxa"/>
            <w:tcBorders>
              <w:top w:val="nil"/>
              <w:left w:val="nil"/>
              <w:bottom w:val="nil"/>
              <w:right w:val="nil"/>
            </w:tcBorders>
          </w:tcPr>
          <w:sdt>
            <w:sdtPr>
              <w:rPr>
                <w:rFonts w:cstheme="minorHAnsi"/>
                <w:color w:val="000000" w:themeColor="text1"/>
              </w:rPr>
              <w:id w:val="4605968"/>
              <w:placeholder>
                <w:docPart w:val="E02B974162FF480E84B6AE055F8E41EC"/>
              </w:placeholder>
              <w:showingPlcHdr/>
              <w:text/>
            </w:sdtPr>
            <w:sdtEndPr>
              <w:rPr>
                <w:i/>
              </w:rPr>
            </w:sdtEndPr>
            <w:sdtContent>
              <w:p w:rsidR="00AA47B4" w:rsidRPr="00D123B0" w:rsidRDefault="00AA47B4" w:rsidP="00891E61">
                <w:pPr>
                  <w:jc w:val="center"/>
                  <w:rPr>
                    <w:rFonts w:cstheme="minorHAnsi"/>
                    <w:color w:val="808080" w:themeColor="background1" w:themeShade="80"/>
                    <w:highlight w:val="yellow"/>
                  </w:rPr>
                </w:pPr>
                <w:r w:rsidRPr="00CC5332">
                  <w:rPr>
                    <w:rFonts w:cstheme="minorHAnsi"/>
                    <w:color w:val="000000" w:themeColor="text1"/>
                  </w:rPr>
                  <w:t>razítko a podpis oprávněné osoby jednat za zájemce</w:t>
                </w:r>
              </w:p>
              <w:p w:rsidR="00AA47B4" w:rsidRPr="00D123B0" w:rsidRDefault="00AA47B4" w:rsidP="00891E61">
                <w:pPr>
                  <w:jc w:val="center"/>
                  <w:rPr>
                    <w:rFonts w:cstheme="minorHAnsi"/>
                    <w:color w:val="7F7F7F" w:themeColor="text1" w:themeTint="80"/>
                  </w:rPr>
                </w:pPr>
                <w:r w:rsidRPr="00D123B0">
                  <w:rPr>
                    <w:rFonts w:cstheme="minorHAnsi"/>
                    <w:i/>
                    <w:color w:val="C00000"/>
                    <w:highlight w:val="yellow"/>
                  </w:rPr>
                  <w:t>jméno a příjmení</w:t>
                </w:r>
              </w:p>
            </w:sdtContent>
          </w:sdt>
        </w:tc>
      </w:tr>
      <w:tr w:rsidR="00AA47B4" w:rsidRPr="00D123B0" w:rsidTr="00891E61">
        <w:tc>
          <w:tcPr>
            <w:tcW w:w="3652" w:type="dxa"/>
            <w:tcBorders>
              <w:top w:val="nil"/>
              <w:left w:val="nil"/>
              <w:bottom w:val="nil"/>
              <w:right w:val="nil"/>
            </w:tcBorders>
          </w:tcPr>
          <w:p w:rsidR="00AA47B4" w:rsidRDefault="00AA47B4" w:rsidP="00891E61">
            <w:pPr>
              <w:jc w:val="both"/>
              <w:rPr>
                <w:rFonts w:cstheme="minorHAnsi"/>
              </w:rPr>
            </w:pPr>
          </w:p>
        </w:tc>
        <w:tc>
          <w:tcPr>
            <w:tcW w:w="1843" w:type="dxa"/>
            <w:tcBorders>
              <w:top w:val="nil"/>
              <w:left w:val="nil"/>
              <w:bottom w:val="nil"/>
              <w:right w:val="nil"/>
            </w:tcBorders>
          </w:tcPr>
          <w:p w:rsidR="00AA47B4" w:rsidRDefault="00AA47B4" w:rsidP="00891E61">
            <w:pPr>
              <w:jc w:val="both"/>
              <w:rPr>
                <w:rFonts w:cstheme="minorHAnsi"/>
              </w:rPr>
            </w:pPr>
          </w:p>
        </w:tc>
        <w:tc>
          <w:tcPr>
            <w:tcW w:w="3717" w:type="dxa"/>
            <w:tcBorders>
              <w:top w:val="nil"/>
              <w:left w:val="nil"/>
              <w:bottom w:val="nil"/>
              <w:right w:val="nil"/>
            </w:tcBorders>
          </w:tcPr>
          <w:p w:rsidR="00AA47B4" w:rsidRDefault="00AA47B4" w:rsidP="00891E61">
            <w:pPr>
              <w:jc w:val="center"/>
              <w:rPr>
                <w:rFonts w:cstheme="minorHAnsi"/>
                <w:color w:val="000000" w:themeColor="text1"/>
              </w:rPr>
            </w:pPr>
          </w:p>
        </w:tc>
      </w:tr>
    </w:tbl>
    <w:p w:rsidR="009039BF" w:rsidRPr="00A065E2" w:rsidRDefault="009039BF" w:rsidP="00496245">
      <w:pPr>
        <w:pBdr>
          <w:top w:val="single" w:sz="4" w:space="1" w:color="000000" w:themeColor="text1"/>
          <w:bottom w:val="single" w:sz="4" w:space="1" w:color="auto"/>
        </w:pBdr>
        <w:spacing w:after="0" w:line="240" w:lineRule="auto"/>
        <w:jc w:val="center"/>
        <w:rPr>
          <w:rFonts w:asciiTheme="minorHAnsi" w:hAnsiTheme="minorHAnsi" w:cstheme="minorHAnsi"/>
          <w:b/>
          <w:sz w:val="26"/>
          <w:szCs w:val="26"/>
        </w:rPr>
      </w:pPr>
      <w:r w:rsidRPr="00A065E2">
        <w:rPr>
          <w:rFonts w:asciiTheme="minorHAnsi" w:hAnsiTheme="minorHAnsi" w:cstheme="minorHAnsi"/>
          <w:b/>
          <w:sz w:val="26"/>
          <w:szCs w:val="26"/>
        </w:rPr>
        <w:t xml:space="preserve">Vzor čestného prohlášení o seznámení </w:t>
      </w:r>
      <w:r w:rsidR="00F43F54" w:rsidRPr="00A065E2">
        <w:rPr>
          <w:rFonts w:asciiTheme="minorHAnsi" w:hAnsiTheme="minorHAnsi" w:cstheme="minorHAnsi"/>
          <w:b/>
          <w:sz w:val="26"/>
          <w:szCs w:val="26"/>
        </w:rPr>
        <w:t>se se zadávacími</w:t>
      </w:r>
      <w:r w:rsidRPr="00A065E2">
        <w:rPr>
          <w:rFonts w:asciiTheme="minorHAnsi" w:hAnsiTheme="minorHAnsi" w:cstheme="minorHAnsi"/>
          <w:b/>
          <w:sz w:val="26"/>
          <w:szCs w:val="26"/>
        </w:rPr>
        <w:t xml:space="preserve"> podmínkami</w:t>
      </w:r>
    </w:p>
    <w:p w:rsidR="00523656" w:rsidRDefault="00523656" w:rsidP="007C1168">
      <w:pPr>
        <w:spacing w:before="120" w:after="0"/>
        <w:jc w:val="right"/>
        <w:rPr>
          <w:rFonts w:asciiTheme="minorHAnsi" w:hAnsiTheme="minorHAnsi" w:cstheme="minorHAnsi"/>
          <w:i/>
        </w:rPr>
      </w:pPr>
      <w:r w:rsidRPr="00803F5C">
        <w:rPr>
          <w:rFonts w:asciiTheme="minorHAnsi" w:hAnsiTheme="minorHAnsi" w:cstheme="minorHAnsi"/>
          <w:i/>
        </w:rPr>
        <w:t>Příloha č. 2</w:t>
      </w:r>
    </w:p>
    <w:p w:rsidR="00BA5009" w:rsidRDefault="00BA5009" w:rsidP="007C1168">
      <w:pPr>
        <w:spacing w:before="120" w:after="0"/>
        <w:jc w:val="right"/>
        <w:rPr>
          <w:rFonts w:asciiTheme="minorHAnsi" w:hAnsiTheme="minorHAnsi" w:cstheme="minorHAnsi"/>
          <w:i/>
        </w:rPr>
      </w:pPr>
    </w:p>
    <w:tbl>
      <w:tblPr>
        <w:tblStyle w:val="Mkatabulky"/>
        <w:tblW w:w="0" w:type="auto"/>
        <w:tblLook w:val="04A0"/>
      </w:tblPr>
      <w:tblGrid>
        <w:gridCol w:w="1384"/>
        <w:gridCol w:w="3969"/>
      </w:tblGrid>
      <w:tr w:rsidR="00AA47B4" w:rsidTr="00891E61">
        <w:tc>
          <w:tcPr>
            <w:tcW w:w="1384" w:type="dxa"/>
            <w:tcBorders>
              <w:top w:val="nil"/>
              <w:left w:val="nil"/>
              <w:bottom w:val="nil"/>
              <w:right w:val="nil"/>
            </w:tcBorders>
          </w:tcPr>
          <w:p w:rsidR="00AA47B4" w:rsidRPr="00451E08" w:rsidRDefault="00AA47B4" w:rsidP="00891E61">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Zájemce:</w:t>
            </w:r>
          </w:p>
        </w:tc>
        <w:tc>
          <w:tcPr>
            <w:tcW w:w="3969" w:type="dxa"/>
            <w:tcBorders>
              <w:top w:val="nil"/>
              <w:left w:val="nil"/>
              <w:bottom w:val="nil"/>
              <w:right w:val="nil"/>
            </w:tcBorders>
          </w:tcPr>
          <w:p w:rsidR="00AA47B4" w:rsidRDefault="0068688C" w:rsidP="00891E61">
            <w:pPr>
              <w:spacing w:before="20" w:after="20"/>
              <w:jc w:val="both"/>
              <w:rPr>
                <w:rFonts w:asciiTheme="minorHAnsi" w:hAnsiTheme="minorHAnsi" w:cstheme="minorHAnsi"/>
                <w:b/>
                <w:color w:val="000000" w:themeColor="text1"/>
              </w:rPr>
            </w:pPr>
            <w:sdt>
              <w:sdtPr>
                <w:rPr>
                  <w:rFonts w:cstheme="minorHAnsi"/>
                  <w:color w:val="000000" w:themeColor="text1"/>
                </w:rPr>
                <w:id w:val="14583890"/>
                <w:placeholder>
                  <w:docPart w:val="633C903BE07347FAA50F857AB4AF050B"/>
                </w:placeholder>
                <w:showingPlcHdr/>
                <w:text/>
              </w:sdtPr>
              <w:sdtContent>
                <w:r w:rsidR="00AA47B4" w:rsidRPr="00E93509">
                  <w:rPr>
                    <w:rFonts w:cstheme="minorHAnsi"/>
                    <w:i/>
                    <w:color w:val="C00000"/>
                    <w:highlight w:val="yellow"/>
                  </w:rPr>
                  <w:t>vyplní zájemce</w:t>
                </w:r>
              </w:sdtContent>
            </w:sdt>
          </w:p>
        </w:tc>
      </w:tr>
      <w:tr w:rsidR="00AA47B4" w:rsidTr="00891E61">
        <w:tc>
          <w:tcPr>
            <w:tcW w:w="1384" w:type="dxa"/>
            <w:tcBorders>
              <w:top w:val="nil"/>
              <w:left w:val="nil"/>
              <w:bottom w:val="nil"/>
              <w:right w:val="nil"/>
            </w:tcBorders>
          </w:tcPr>
          <w:p w:rsidR="00AA47B4" w:rsidRPr="00451E08" w:rsidRDefault="00AA47B4" w:rsidP="00891E61">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IČO/DIČ:</w:t>
            </w:r>
          </w:p>
        </w:tc>
        <w:tc>
          <w:tcPr>
            <w:tcW w:w="3969" w:type="dxa"/>
            <w:tcBorders>
              <w:top w:val="nil"/>
              <w:left w:val="nil"/>
              <w:bottom w:val="nil"/>
              <w:right w:val="nil"/>
            </w:tcBorders>
          </w:tcPr>
          <w:p w:rsidR="00AA47B4" w:rsidRDefault="0068688C" w:rsidP="00891E61">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891"/>
                <w:placeholder>
                  <w:docPart w:val="DFF3E500B0444FA2BD32456E3FBA0EB6"/>
                </w:placeholder>
                <w:showingPlcHdr/>
                <w:text/>
              </w:sdtPr>
              <w:sdtContent>
                <w:r w:rsidR="00AA47B4" w:rsidRPr="00E93509">
                  <w:rPr>
                    <w:rFonts w:cstheme="minorHAnsi"/>
                    <w:i/>
                    <w:color w:val="C00000"/>
                    <w:highlight w:val="yellow"/>
                  </w:rPr>
                  <w:t>vyplní zájemce</w:t>
                </w:r>
              </w:sdtContent>
            </w:sdt>
            <w:r w:rsidR="00AA47B4">
              <w:rPr>
                <w:rFonts w:asciiTheme="minorHAnsi" w:hAnsiTheme="minorHAnsi" w:cstheme="minorHAnsi"/>
                <w:color w:val="000000" w:themeColor="text1"/>
              </w:rPr>
              <w:t xml:space="preserve"> / CZ </w:t>
            </w:r>
            <w:sdt>
              <w:sdtPr>
                <w:rPr>
                  <w:rFonts w:cstheme="minorHAnsi"/>
                  <w:color w:val="000000" w:themeColor="text1"/>
                </w:rPr>
                <w:id w:val="14583892"/>
                <w:placeholder>
                  <w:docPart w:val="27A3E4E53C6648DCBD8F44ABB85A6B3B"/>
                </w:placeholder>
                <w:showingPlcHdr/>
                <w:text/>
              </w:sdtPr>
              <w:sdtContent>
                <w:r w:rsidR="00AA47B4" w:rsidRPr="00E93509">
                  <w:rPr>
                    <w:rFonts w:cstheme="minorHAnsi"/>
                    <w:i/>
                    <w:color w:val="C00000"/>
                    <w:highlight w:val="yellow"/>
                  </w:rPr>
                  <w:t>vyplní zájemce</w:t>
                </w:r>
              </w:sdtContent>
            </w:sdt>
          </w:p>
        </w:tc>
      </w:tr>
      <w:tr w:rsidR="00AA47B4" w:rsidTr="00891E61">
        <w:tc>
          <w:tcPr>
            <w:tcW w:w="1384" w:type="dxa"/>
            <w:tcBorders>
              <w:top w:val="nil"/>
              <w:left w:val="nil"/>
              <w:bottom w:val="nil"/>
              <w:right w:val="nil"/>
            </w:tcBorders>
          </w:tcPr>
          <w:p w:rsidR="00AA47B4" w:rsidRPr="00451E08" w:rsidRDefault="00AA47B4" w:rsidP="00891E61">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Se sídlem:</w:t>
            </w:r>
          </w:p>
        </w:tc>
        <w:tc>
          <w:tcPr>
            <w:tcW w:w="3969" w:type="dxa"/>
            <w:tcBorders>
              <w:top w:val="nil"/>
              <w:left w:val="nil"/>
              <w:bottom w:val="nil"/>
              <w:right w:val="nil"/>
            </w:tcBorders>
          </w:tcPr>
          <w:p w:rsidR="00AA47B4" w:rsidRDefault="0068688C" w:rsidP="00891E61">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893"/>
                <w:placeholder>
                  <w:docPart w:val="1508B1EAC9DC42099AB49D4E41B506AE"/>
                </w:placeholder>
                <w:showingPlcHdr/>
                <w:text/>
              </w:sdtPr>
              <w:sdtContent>
                <w:r w:rsidR="00AA47B4" w:rsidRPr="00E93509">
                  <w:rPr>
                    <w:rFonts w:cstheme="minorHAnsi"/>
                    <w:i/>
                    <w:color w:val="C00000"/>
                    <w:highlight w:val="yellow"/>
                  </w:rPr>
                  <w:t>vyplní zájemce</w:t>
                </w:r>
              </w:sdtContent>
            </w:sdt>
          </w:p>
        </w:tc>
      </w:tr>
      <w:tr w:rsidR="00AA47B4" w:rsidTr="00891E61">
        <w:tc>
          <w:tcPr>
            <w:tcW w:w="1384" w:type="dxa"/>
            <w:tcBorders>
              <w:top w:val="nil"/>
              <w:left w:val="nil"/>
              <w:bottom w:val="nil"/>
              <w:right w:val="nil"/>
            </w:tcBorders>
          </w:tcPr>
          <w:p w:rsidR="00AA47B4" w:rsidRPr="00451E08" w:rsidRDefault="00AA47B4" w:rsidP="00891E61">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Jednající:</w:t>
            </w:r>
          </w:p>
        </w:tc>
        <w:tc>
          <w:tcPr>
            <w:tcW w:w="3969" w:type="dxa"/>
            <w:tcBorders>
              <w:top w:val="nil"/>
              <w:left w:val="nil"/>
              <w:bottom w:val="nil"/>
              <w:right w:val="nil"/>
            </w:tcBorders>
          </w:tcPr>
          <w:p w:rsidR="00AA47B4" w:rsidRDefault="0068688C" w:rsidP="00891E61">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894"/>
                <w:placeholder>
                  <w:docPart w:val="F2F03DA8A7284E368B661814AFEC1D57"/>
                </w:placeholder>
                <w:showingPlcHdr/>
                <w:text/>
              </w:sdtPr>
              <w:sdtContent>
                <w:r w:rsidR="00AA47B4" w:rsidRPr="00E93509">
                  <w:rPr>
                    <w:rFonts w:cstheme="minorHAnsi"/>
                    <w:i/>
                    <w:color w:val="C00000"/>
                    <w:highlight w:val="yellow"/>
                  </w:rPr>
                  <w:t>vyplní zájemce</w:t>
                </w:r>
              </w:sdtContent>
            </w:sdt>
          </w:p>
        </w:tc>
      </w:tr>
    </w:tbl>
    <w:p w:rsidR="00B23652" w:rsidRDefault="00B23652" w:rsidP="009039BF">
      <w:pPr>
        <w:jc w:val="both"/>
        <w:rPr>
          <w:rFonts w:asciiTheme="minorHAnsi" w:hAnsiTheme="minorHAnsi" w:cstheme="minorHAnsi"/>
        </w:rPr>
      </w:pPr>
    </w:p>
    <w:p w:rsidR="009039BF" w:rsidRPr="00DA36CA" w:rsidRDefault="009039BF" w:rsidP="009039BF">
      <w:pPr>
        <w:jc w:val="both"/>
        <w:rPr>
          <w:rFonts w:asciiTheme="minorHAnsi" w:hAnsiTheme="minorHAnsi" w:cstheme="minorHAnsi"/>
        </w:rPr>
      </w:pPr>
      <w:r w:rsidRPr="00DA36CA">
        <w:rPr>
          <w:rFonts w:asciiTheme="minorHAnsi" w:hAnsiTheme="minorHAnsi" w:cstheme="minorHAnsi"/>
        </w:rPr>
        <w:t>Čestně prohlašuji,</w:t>
      </w:r>
    </w:p>
    <w:p w:rsidR="009039BF" w:rsidRPr="00DA36CA" w:rsidRDefault="009039BF" w:rsidP="009039BF">
      <w:pPr>
        <w:ind w:left="709"/>
        <w:jc w:val="both"/>
        <w:rPr>
          <w:rFonts w:asciiTheme="minorHAnsi" w:hAnsiTheme="minorHAnsi" w:cstheme="minorHAnsi"/>
        </w:rPr>
      </w:pPr>
      <w:r w:rsidRPr="00DA36CA">
        <w:rPr>
          <w:rFonts w:asciiTheme="minorHAnsi" w:hAnsiTheme="minorHAnsi" w:cstheme="minorHAnsi"/>
        </w:rPr>
        <w:t xml:space="preserve">že jsem se v plném rozsahu </w:t>
      </w:r>
      <w:r w:rsidR="00D47575" w:rsidRPr="00DA36CA">
        <w:rPr>
          <w:rFonts w:asciiTheme="minorHAnsi" w:hAnsiTheme="minorHAnsi" w:cstheme="minorHAnsi"/>
        </w:rPr>
        <w:t>seznámil/a se</w:t>
      </w:r>
      <w:r w:rsidRPr="00DA36CA">
        <w:rPr>
          <w:rFonts w:asciiTheme="minorHAnsi" w:hAnsiTheme="minorHAnsi" w:cstheme="minorHAnsi"/>
        </w:rPr>
        <w:t xml:space="preserve"> zadávacími podmínkami včetně všech dodatečných informací na veřejnou zakázku </w:t>
      </w:r>
      <w:r w:rsidRPr="00DA36CA">
        <w:rPr>
          <w:rFonts w:asciiTheme="minorHAnsi" w:hAnsiTheme="minorHAnsi" w:cstheme="minorHAnsi"/>
          <w:b/>
          <w:i/>
        </w:rPr>
        <w:t>„</w:t>
      </w:r>
      <w:sdt>
        <w:sdtPr>
          <w:rPr>
            <w:rFonts w:eastAsia="Calibri" w:cstheme="minorHAnsi"/>
            <w:b/>
            <w:color w:val="000000" w:themeColor="text1"/>
          </w:rPr>
          <w:id w:val="7172201"/>
          <w:placeholder>
            <w:docPart w:val="2AC91ACCE448452CB1FCF7C4A7E13532"/>
          </w:placeholder>
          <w:text/>
        </w:sdtPr>
        <w:sdtContent>
          <w:r w:rsidR="004D7C44" w:rsidRPr="0024039E">
            <w:rPr>
              <w:rFonts w:eastAsia="Calibri" w:cstheme="minorHAnsi"/>
              <w:b/>
              <w:color w:val="000000" w:themeColor="text1"/>
            </w:rPr>
            <w:t>Nákup traktoru pro Autoškolu</w:t>
          </w:r>
        </w:sdtContent>
      </w:sdt>
      <w:r w:rsidRPr="0024039E">
        <w:rPr>
          <w:rFonts w:asciiTheme="minorHAnsi" w:hAnsiTheme="minorHAnsi" w:cstheme="minorHAnsi"/>
          <w:b/>
          <w:i/>
        </w:rPr>
        <w:t>“</w:t>
      </w:r>
      <w:r w:rsidRPr="0024039E">
        <w:rPr>
          <w:rFonts w:asciiTheme="minorHAnsi" w:hAnsiTheme="minorHAnsi" w:cstheme="minorHAnsi"/>
          <w:b/>
        </w:rPr>
        <w:t>,</w:t>
      </w:r>
      <w:r w:rsidRPr="00DA36CA">
        <w:rPr>
          <w:rFonts w:asciiTheme="minorHAnsi" w:hAnsiTheme="minorHAnsi" w:cstheme="minorHAnsi"/>
        </w:rPr>
        <w:t xml:space="preserve"> </w:t>
      </w:r>
    </w:p>
    <w:p w:rsidR="009039BF" w:rsidRPr="00DA36CA" w:rsidRDefault="009039BF" w:rsidP="009039BF">
      <w:pPr>
        <w:ind w:firstLine="709"/>
        <w:jc w:val="both"/>
        <w:rPr>
          <w:rFonts w:asciiTheme="minorHAnsi" w:hAnsiTheme="minorHAnsi" w:cstheme="minorHAnsi"/>
        </w:rPr>
      </w:pPr>
      <w:r w:rsidRPr="00DA36CA">
        <w:rPr>
          <w:rFonts w:asciiTheme="minorHAnsi" w:hAnsiTheme="minorHAnsi" w:cstheme="minorHAnsi"/>
        </w:rPr>
        <w:t>že jsem si před podáním nabídky vyjasnil</w:t>
      </w:r>
      <w:r w:rsidR="00D47575" w:rsidRPr="00DA36CA">
        <w:rPr>
          <w:rFonts w:asciiTheme="minorHAnsi" w:hAnsiTheme="minorHAnsi" w:cstheme="minorHAnsi"/>
        </w:rPr>
        <w:t>/</w:t>
      </w:r>
      <w:r w:rsidRPr="00DA36CA">
        <w:rPr>
          <w:rFonts w:asciiTheme="minorHAnsi" w:hAnsiTheme="minorHAnsi" w:cstheme="minorHAnsi"/>
        </w:rPr>
        <w:t xml:space="preserve">a veškerá sporná ustanovení či nejasnosti, </w:t>
      </w:r>
    </w:p>
    <w:p w:rsidR="009039BF" w:rsidRDefault="009039BF" w:rsidP="009039BF">
      <w:pPr>
        <w:ind w:firstLine="709"/>
        <w:jc w:val="both"/>
        <w:rPr>
          <w:rFonts w:asciiTheme="minorHAnsi" w:hAnsiTheme="minorHAnsi" w:cstheme="minorHAnsi"/>
        </w:rPr>
      </w:pPr>
      <w:r w:rsidRPr="00DA36CA">
        <w:rPr>
          <w:rFonts w:asciiTheme="minorHAnsi" w:hAnsiTheme="minorHAnsi" w:cstheme="minorHAnsi"/>
        </w:rPr>
        <w:t>že zadávací dokumentaci i zadávací podmínky zadavatele respektuji,</w:t>
      </w:r>
    </w:p>
    <w:p w:rsidR="00005752" w:rsidRPr="00DA36CA" w:rsidRDefault="00005752" w:rsidP="00005752">
      <w:pPr>
        <w:ind w:left="709"/>
        <w:jc w:val="both"/>
        <w:rPr>
          <w:rFonts w:asciiTheme="minorHAnsi" w:hAnsiTheme="minorHAnsi" w:cstheme="minorHAnsi"/>
        </w:rPr>
      </w:pPr>
      <w:r>
        <w:rPr>
          <w:rFonts w:asciiTheme="minorHAnsi" w:hAnsiTheme="minorHAnsi" w:cstheme="minorHAnsi"/>
        </w:rPr>
        <w:t>že jsem nezamlčel žádné skutečnosti podstatné pro posouzení způsobilosti k realizaci zakázky, které by jinak mohli ovlivnit výsledek hodnocení nabídek</w:t>
      </w:r>
    </w:p>
    <w:p w:rsidR="009039BF" w:rsidRPr="00DA36CA" w:rsidRDefault="009039BF" w:rsidP="009039BF">
      <w:pPr>
        <w:ind w:firstLine="709"/>
        <w:jc w:val="both"/>
        <w:rPr>
          <w:rFonts w:asciiTheme="minorHAnsi" w:hAnsiTheme="minorHAnsi" w:cstheme="minorHAnsi"/>
        </w:rPr>
      </w:pPr>
      <w:r w:rsidRPr="00DA36CA">
        <w:rPr>
          <w:rFonts w:asciiTheme="minorHAnsi" w:hAnsiTheme="minorHAnsi" w:cstheme="minorHAnsi"/>
        </w:rPr>
        <w:t>že jsem vázán podanou nabídkou v celé délce zadávací lhůty.</w:t>
      </w:r>
    </w:p>
    <w:p w:rsidR="009039BF" w:rsidRPr="00DA36CA" w:rsidRDefault="009039BF" w:rsidP="009039BF">
      <w:pPr>
        <w:jc w:val="both"/>
        <w:rPr>
          <w:rFonts w:asciiTheme="minorHAnsi" w:hAnsiTheme="minorHAnsi" w:cstheme="minorHAnsi"/>
        </w:rPr>
      </w:pPr>
      <w:r w:rsidRPr="00DA36CA">
        <w:rPr>
          <w:rFonts w:asciiTheme="minorHAnsi" w:hAnsiTheme="minorHAnsi" w:cstheme="minorHAnsi"/>
        </w:rPr>
        <w:t>Dále prohlašuji, že informace, prohlášení a další skutečnosti, které jsou uvedeny v nabídce, jsou úplné, pravdivé a že jsem nezpracoval nabídku v součinnosti s jiným uchazečem, který podal nabídku.</w:t>
      </w:r>
    </w:p>
    <w:p w:rsidR="009039BF" w:rsidRPr="00DA36CA" w:rsidRDefault="009039BF" w:rsidP="009039BF">
      <w:pPr>
        <w:jc w:val="both"/>
        <w:rPr>
          <w:rFonts w:asciiTheme="minorHAnsi" w:hAnsiTheme="minorHAnsi" w:cstheme="minorHAnsi"/>
        </w:rPr>
      </w:pPr>
    </w:p>
    <w:p w:rsidR="009039BF" w:rsidRPr="00DA36CA" w:rsidRDefault="009039BF" w:rsidP="009039BF">
      <w:pPr>
        <w:jc w:val="both"/>
        <w:rPr>
          <w:rFonts w:asciiTheme="minorHAnsi" w:hAnsiTheme="minorHAnsi" w:cstheme="minorHAnsi"/>
        </w:rPr>
      </w:pPr>
    </w:p>
    <w:p w:rsidR="009039BF" w:rsidRPr="00DA36CA" w:rsidRDefault="009039BF" w:rsidP="009039BF">
      <w:pPr>
        <w:jc w:val="both"/>
        <w:rPr>
          <w:rFonts w:asciiTheme="minorHAnsi" w:hAnsiTheme="minorHAnsi" w:cstheme="minorHAnsi"/>
        </w:rPr>
      </w:pPr>
    </w:p>
    <w:p w:rsidR="009039BF" w:rsidRPr="00DA36CA" w:rsidRDefault="009039BF" w:rsidP="009039BF">
      <w:pPr>
        <w:jc w:val="both"/>
        <w:rPr>
          <w:rFonts w:asciiTheme="minorHAnsi" w:hAnsiTheme="minorHAnsi" w:cstheme="minorHAnsi"/>
        </w:rPr>
      </w:pPr>
    </w:p>
    <w:p w:rsidR="009039BF" w:rsidRDefault="009039BF" w:rsidP="009039BF">
      <w:pPr>
        <w:jc w:val="both"/>
        <w:rPr>
          <w:rFonts w:asciiTheme="minorHAnsi" w:hAnsiTheme="minorHAnsi" w:cstheme="minorHAnsi"/>
        </w:rPr>
      </w:pPr>
    </w:p>
    <w:p w:rsidR="006C3236" w:rsidRDefault="006C3236" w:rsidP="009039BF">
      <w:pPr>
        <w:jc w:val="both"/>
        <w:rPr>
          <w:rFonts w:asciiTheme="minorHAnsi" w:hAnsiTheme="minorHAnsi" w:cstheme="minorHAnsi"/>
        </w:rPr>
      </w:pPr>
    </w:p>
    <w:p w:rsidR="00EA1094" w:rsidRDefault="00EA1094" w:rsidP="009039BF">
      <w:pPr>
        <w:jc w:val="both"/>
        <w:rPr>
          <w:rFonts w:asciiTheme="minorHAnsi" w:hAnsiTheme="minorHAnsi" w:cstheme="minorHAnsi"/>
        </w:rPr>
      </w:pPr>
    </w:p>
    <w:p w:rsidR="006C3236" w:rsidRDefault="006C3236" w:rsidP="009039BF">
      <w:pPr>
        <w:jc w:val="both"/>
        <w:rPr>
          <w:rFonts w:asciiTheme="minorHAnsi" w:hAnsiTheme="minorHAnsi" w:cstheme="minorHAnsi"/>
        </w:rPr>
      </w:pPr>
    </w:p>
    <w:p w:rsidR="006C3236" w:rsidRDefault="006C3236" w:rsidP="009039BF">
      <w:pPr>
        <w:jc w:val="both"/>
        <w:rPr>
          <w:rFonts w:asciiTheme="minorHAnsi" w:hAnsiTheme="minorHAnsi" w:cstheme="minorHAnsi"/>
        </w:rPr>
      </w:pPr>
    </w:p>
    <w:p w:rsidR="009039BF" w:rsidRDefault="009039BF" w:rsidP="009039BF">
      <w:pPr>
        <w:jc w:val="both"/>
        <w:rPr>
          <w:rFonts w:asciiTheme="minorHAnsi" w:hAnsiTheme="minorHAnsi" w:cstheme="minorHAnsi"/>
        </w:rPr>
      </w:pPr>
    </w:p>
    <w:tbl>
      <w:tblPr>
        <w:tblStyle w:val="Mkatabulky"/>
        <w:tblW w:w="0" w:type="auto"/>
        <w:tblLook w:val="04A0"/>
      </w:tblPr>
      <w:tblGrid>
        <w:gridCol w:w="3652"/>
        <w:gridCol w:w="1843"/>
        <w:gridCol w:w="3717"/>
      </w:tblGrid>
      <w:tr w:rsidR="00AA47B4" w:rsidTr="00891E61">
        <w:tc>
          <w:tcPr>
            <w:tcW w:w="3652" w:type="dxa"/>
            <w:tcBorders>
              <w:top w:val="nil"/>
              <w:left w:val="nil"/>
              <w:bottom w:val="nil"/>
              <w:right w:val="nil"/>
            </w:tcBorders>
          </w:tcPr>
          <w:p w:rsidR="00AA47B4" w:rsidRDefault="00AA47B4" w:rsidP="00891E61">
            <w:pPr>
              <w:jc w:val="both"/>
              <w:rPr>
                <w:rFonts w:cstheme="minorHAnsi"/>
              </w:rPr>
            </w:pPr>
            <w:r>
              <w:rPr>
                <w:rFonts w:cstheme="minorHAnsi"/>
              </w:rPr>
              <w:t xml:space="preserve">V </w:t>
            </w:r>
            <w:sdt>
              <w:sdtPr>
                <w:rPr>
                  <w:rFonts w:cstheme="minorHAnsi"/>
                  <w:color w:val="000000" w:themeColor="text1"/>
                </w:rPr>
                <w:id w:val="14583910"/>
                <w:placeholder>
                  <w:docPart w:val="60791E748A9647548CF78D8A105AE838"/>
                </w:placeholder>
                <w:showingPlcHdr/>
                <w:text/>
              </w:sdtPr>
              <w:sdtContent>
                <w:r w:rsidRPr="009D5C70">
                  <w:rPr>
                    <w:rFonts w:cstheme="minorHAnsi"/>
                    <w:color w:val="000000" w:themeColor="text1"/>
                    <w:highlight w:val="yellow"/>
                  </w:rPr>
                  <w:t>____________</w:t>
                </w:r>
              </w:sdtContent>
            </w:sdt>
            <w:r>
              <w:rPr>
                <w:rFonts w:cstheme="minorHAnsi"/>
              </w:rPr>
              <w:t xml:space="preserve"> dne </w:t>
            </w:r>
            <w:sdt>
              <w:sdtPr>
                <w:rPr>
                  <w:rFonts w:cstheme="minorHAnsi"/>
                  <w:color w:val="000000" w:themeColor="text1"/>
                  <w:highlight w:val="yellow"/>
                </w:rPr>
                <w:id w:val="14583911"/>
                <w:placeholder>
                  <w:docPart w:val="77E54864496C40AA8C7A817E7B626B3F"/>
                </w:placeholder>
                <w:showingPlcHdr/>
                <w:text/>
              </w:sdtPr>
              <w:sdtContent>
                <w:r w:rsidRPr="009D5C70">
                  <w:rPr>
                    <w:rFonts w:cstheme="minorHAnsi"/>
                    <w:color w:val="000000" w:themeColor="text1"/>
                    <w:highlight w:val="yellow"/>
                  </w:rPr>
                  <w:t>__</w:t>
                </w:r>
              </w:sdtContent>
            </w:sdt>
            <w:r w:rsidRPr="009D5C70">
              <w:rPr>
                <w:rFonts w:cstheme="minorHAnsi"/>
                <w:highlight w:val="yellow"/>
              </w:rPr>
              <w:t xml:space="preserve">. </w:t>
            </w:r>
            <w:sdt>
              <w:sdtPr>
                <w:rPr>
                  <w:rFonts w:cstheme="minorHAnsi"/>
                  <w:color w:val="000000" w:themeColor="text1"/>
                  <w:highlight w:val="yellow"/>
                </w:rPr>
                <w:id w:val="14583912"/>
                <w:placeholder>
                  <w:docPart w:val="90A63C5600BB4C60B62EDE816657FB57"/>
                </w:placeholder>
                <w:showingPlcHdr/>
                <w:text/>
              </w:sdtPr>
              <w:sdtContent>
                <w:r w:rsidRPr="009D5C70">
                  <w:rPr>
                    <w:rFonts w:cstheme="minorHAnsi"/>
                    <w:color w:val="000000" w:themeColor="text1"/>
                    <w:highlight w:val="yellow"/>
                  </w:rPr>
                  <w:t>__</w:t>
                </w:r>
              </w:sdtContent>
            </w:sdt>
            <w:r w:rsidRPr="009D5C70">
              <w:rPr>
                <w:rFonts w:cstheme="minorHAnsi"/>
                <w:highlight w:val="yellow"/>
              </w:rPr>
              <w:t>.</w:t>
            </w:r>
            <w:r w:rsidRPr="009D5C70">
              <w:rPr>
                <w:rFonts w:cstheme="minorHAnsi"/>
                <w:color w:val="000000" w:themeColor="text1"/>
                <w:highlight w:val="yellow"/>
              </w:rPr>
              <w:t xml:space="preserve"> </w:t>
            </w:r>
            <w:sdt>
              <w:sdtPr>
                <w:rPr>
                  <w:rFonts w:cstheme="minorHAnsi"/>
                  <w:color w:val="000000" w:themeColor="text1"/>
                  <w:highlight w:val="yellow"/>
                </w:rPr>
                <w:id w:val="14583913"/>
                <w:placeholder>
                  <w:docPart w:val="801058E5AC9D4EFAAE83DF8FDCA3C2E1"/>
                </w:placeholder>
                <w:showingPlcHdr/>
                <w:text/>
              </w:sdtPr>
              <w:sdtEndPr>
                <w:rPr>
                  <w:highlight w:val="none"/>
                </w:rPr>
              </w:sdtEndPr>
              <w:sdtContent>
                <w:r w:rsidRPr="009D5C70">
                  <w:rPr>
                    <w:rFonts w:cstheme="minorHAnsi"/>
                    <w:color w:val="000000" w:themeColor="text1"/>
                    <w:highlight w:val="yellow"/>
                  </w:rPr>
                  <w:t>__</w:t>
                </w:r>
              </w:sdtContent>
            </w:sdt>
          </w:p>
        </w:tc>
        <w:tc>
          <w:tcPr>
            <w:tcW w:w="1843" w:type="dxa"/>
            <w:tcBorders>
              <w:top w:val="nil"/>
              <w:left w:val="nil"/>
              <w:bottom w:val="nil"/>
              <w:right w:val="nil"/>
            </w:tcBorders>
          </w:tcPr>
          <w:p w:rsidR="00AA47B4" w:rsidRDefault="00AA47B4" w:rsidP="00891E61">
            <w:pPr>
              <w:jc w:val="both"/>
              <w:rPr>
                <w:rFonts w:cstheme="minorHAnsi"/>
              </w:rPr>
            </w:pPr>
          </w:p>
        </w:tc>
        <w:tc>
          <w:tcPr>
            <w:tcW w:w="3717" w:type="dxa"/>
            <w:tcBorders>
              <w:top w:val="nil"/>
              <w:left w:val="nil"/>
              <w:bottom w:val="nil"/>
              <w:right w:val="nil"/>
            </w:tcBorders>
          </w:tcPr>
          <w:p w:rsidR="00AA47B4" w:rsidRPr="00A82FD1" w:rsidRDefault="00AA47B4" w:rsidP="00891E61">
            <w:pPr>
              <w:jc w:val="center"/>
              <w:rPr>
                <w:rFonts w:cstheme="minorHAnsi"/>
                <w:highlight w:val="green"/>
              </w:rPr>
            </w:pPr>
            <w:r w:rsidRPr="00A82FD1">
              <w:rPr>
                <w:rFonts w:cstheme="minorHAnsi"/>
              </w:rPr>
              <w:t>_________________________</w:t>
            </w:r>
          </w:p>
        </w:tc>
      </w:tr>
      <w:tr w:rsidR="00AA47B4" w:rsidRPr="00D123B0" w:rsidTr="00891E61">
        <w:tc>
          <w:tcPr>
            <w:tcW w:w="3652" w:type="dxa"/>
            <w:tcBorders>
              <w:top w:val="nil"/>
              <w:left w:val="nil"/>
              <w:bottom w:val="nil"/>
              <w:right w:val="nil"/>
            </w:tcBorders>
          </w:tcPr>
          <w:p w:rsidR="00AA47B4" w:rsidRDefault="00AA47B4" w:rsidP="00891E61">
            <w:pPr>
              <w:jc w:val="both"/>
              <w:rPr>
                <w:rFonts w:cstheme="minorHAnsi"/>
              </w:rPr>
            </w:pPr>
          </w:p>
        </w:tc>
        <w:tc>
          <w:tcPr>
            <w:tcW w:w="1843" w:type="dxa"/>
            <w:tcBorders>
              <w:top w:val="nil"/>
              <w:left w:val="nil"/>
              <w:bottom w:val="nil"/>
              <w:right w:val="nil"/>
            </w:tcBorders>
          </w:tcPr>
          <w:p w:rsidR="00AA47B4" w:rsidRDefault="00AA47B4" w:rsidP="00891E61">
            <w:pPr>
              <w:jc w:val="both"/>
              <w:rPr>
                <w:rFonts w:cstheme="minorHAnsi"/>
              </w:rPr>
            </w:pPr>
          </w:p>
        </w:tc>
        <w:tc>
          <w:tcPr>
            <w:tcW w:w="3717" w:type="dxa"/>
            <w:tcBorders>
              <w:top w:val="nil"/>
              <w:left w:val="nil"/>
              <w:bottom w:val="nil"/>
              <w:right w:val="nil"/>
            </w:tcBorders>
          </w:tcPr>
          <w:sdt>
            <w:sdtPr>
              <w:rPr>
                <w:rFonts w:cstheme="minorHAnsi"/>
                <w:color w:val="000000" w:themeColor="text1"/>
              </w:rPr>
              <w:id w:val="14583914"/>
              <w:placeholder>
                <w:docPart w:val="F81FCFFD8CEF449A94AF9B190F2FEBBA"/>
              </w:placeholder>
              <w:showingPlcHdr/>
              <w:text/>
            </w:sdtPr>
            <w:sdtEndPr>
              <w:rPr>
                <w:i/>
              </w:rPr>
            </w:sdtEndPr>
            <w:sdtContent>
              <w:p w:rsidR="00AA47B4" w:rsidRPr="00D123B0" w:rsidRDefault="00AA47B4" w:rsidP="00891E61">
                <w:pPr>
                  <w:jc w:val="center"/>
                  <w:rPr>
                    <w:rFonts w:cstheme="minorHAnsi"/>
                    <w:color w:val="808080" w:themeColor="background1" w:themeShade="80"/>
                    <w:highlight w:val="yellow"/>
                  </w:rPr>
                </w:pPr>
                <w:r w:rsidRPr="00CC5332">
                  <w:rPr>
                    <w:rFonts w:cstheme="minorHAnsi"/>
                    <w:color w:val="000000" w:themeColor="text1"/>
                  </w:rPr>
                  <w:t>razítko a podpis oprávněné osoby jednat za zájemce</w:t>
                </w:r>
              </w:p>
              <w:p w:rsidR="00AA47B4" w:rsidRPr="00D123B0" w:rsidRDefault="00AA47B4" w:rsidP="00891E61">
                <w:pPr>
                  <w:jc w:val="center"/>
                  <w:rPr>
                    <w:rFonts w:cstheme="minorHAnsi"/>
                    <w:color w:val="7F7F7F" w:themeColor="text1" w:themeTint="80"/>
                  </w:rPr>
                </w:pPr>
                <w:r w:rsidRPr="00D123B0">
                  <w:rPr>
                    <w:rFonts w:cstheme="minorHAnsi"/>
                    <w:i/>
                    <w:color w:val="C00000"/>
                    <w:highlight w:val="yellow"/>
                  </w:rPr>
                  <w:t>jméno a příjmení</w:t>
                </w:r>
              </w:p>
            </w:sdtContent>
          </w:sdt>
        </w:tc>
      </w:tr>
      <w:tr w:rsidR="00AA47B4" w:rsidRPr="00D123B0" w:rsidTr="00891E61">
        <w:tc>
          <w:tcPr>
            <w:tcW w:w="3652" w:type="dxa"/>
            <w:tcBorders>
              <w:top w:val="nil"/>
              <w:left w:val="nil"/>
              <w:bottom w:val="nil"/>
              <w:right w:val="nil"/>
            </w:tcBorders>
          </w:tcPr>
          <w:p w:rsidR="00AA47B4" w:rsidRDefault="00AA47B4" w:rsidP="00891E61">
            <w:pPr>
              <w:jc w:val="both"/>
              <w:rPr>
                <w:rFonts w:cstheme="minorHAnsi"/>
              </w:rPr>
            </w:pPr>
          </w:p>
        </w:tc>
        <w:tc>
          <w:tcPr>
            <w:tcW w:w="1843" w:type="dxa"/>
            <w:tcBorders>
              <w:top w:val="nil"/>
              <w:left w:val="nil"/>
              <w:bottom w:val="nil"/>
              <w:right w:val="nil"/>
            </w:tcBorders>
          </w:tcPr>
          <w:p w:rsidR="00AA47B4" w:rsidRDefault="00AA47B4" w:rsidP="00891E61">
            <w:pPr>
              <w:jc w:val="both"/>
              <w:rPr>
                <w:rFonts w:cstheme="minorHAnsi"/>
              </w:rPr>
            </w:pPr>
          </w:p>
        </w:tc>
        <w:tc>
          <w:tcPr>
            <w:tcW w:w="3717" w:type="dxa"/>
            <w:tcBorders>
              <w:top w:val="nil"/>
              <w:left w:val="nil"/>
              <w:bottom w:val="nil"/>
              <w:right w:val="nil"/>
            </w:tcBorders>
          </w:tcPr>
          <w:p w:rsidR="00AA47B4" w:rsidRDefault="00AA47B4" w:rsidP="00891E61">
            <w:pPr>
              <w:jc w:val="center"/>
              <w:rPr>
                <w:rFonts w:cstheme="minorHAnsi"/>
                <w:color w:val="000000" w:themeColor="text1"/>
              </w:rPr>
            </w:pPr>
          </w:p>
        </w:tc>
      </w:tr>
    </w:tbl>
    <w:p w:rsidR="00684712" w:rsidRPr="006C3236" w:rsidRDefault="00684712" w:rsidP="00496245">
      <w:pPr>
        <w:pBdr>
          <w:top w:val="single" w:sz="4" w:space="1" w:color="auto"/>
          <w:bottom w:val="single" w:sz="4" w:space="1" w:color="auto"/>
        </w:pBdr>
        <w:spacing w:after="0" w:line="240" w:lineRule="auto"/>
        <w:jc w:val="center"/>
        <w:rPr>
          <w:rFonts w:asciiTheme="minorHAnsi" w:hAnsiTheme="minorHAnsi" w:cstheme="minorHAnsi"/>
          <w:b/>
          <w:sz w:val="26"/>
          <w:szCs w:val="26"/>
        </w:rPr>
      </w:pPr>
      <w:r w:rsidRPr="006C3236">
        <w:rPr>
          <w:rFonts w:asciiTheme="minorHAnsi" w:hAnsiTheme="minorHAnsi" w:cstheme="minorHAnsi"/>
          <w:b/>
          <w:sz w:val="26"/>
          <w:szCs w:val="26"/>
        </w:rPr>
        <w:lastRenderedPageBreak/>
        <w:t>Čestné prohlášení o subdodavatelích</w:t>
      </w:r>
    </w:p>
    <w:p w:rsidR="007C1168" w:rsidRPr="00803F5C" w:rsidRDefault="007C1168" w:rsidP="007C1168">
      <w:pPr>
        <w:spacing w:before="120" w:after="0"/>
        <w:jc w:val="right"/>
        <w:rPr>
          <w:rFonts w:asciiTheme="minorHAnsi" w:hAnsiTheme="minorHAnsi" w:cstheme="minorHAnsi"/>
          <w:i/>
        </w:rPr>
      </w:pPr>
      <w:r w:rsidRPr="00803F5C">
        <w:rPr>
          <w:rFonts w:asciiTheme="minorHAnsi" w:hAnsiTheme="minorHAnsi" w:cstheme="minorHAnsi"/>
          <w:i/>
        </w:rPr>
        <w:t>Příloha č. 2</w:t>
      </w:r>
    </w:p>
    <w:p w:rsidR="00684712" w:rsidRPr="00DA36CA" w:rsidRDefault="00684712" w:rsidP="00684712">
      <w:pPr>
        <w:spacing w:after="0"/>
        <w:rPr>
          <w:rFonts w:asciiTheme="minorHAnsi" w:hAnsiTheme="minorHAnsi" w:cstheme="minorHAnsi"/>
        </w:rPr>
      </w:pPr>
    </w:p>
    <w:tbl>
      <w:tblPr>
        <w:tblStyle w:val="Mkatabulky"/>
        <w:tblW w:w="0" w:type="auto"/>
        <w:tblLook w:val="04A0"/>
      </w:tblPr>
      <w:tblGrid>
        <w:gridCol w:w="1384"/>
        <w:gridCol w:w="3969"/>
      </w:tblGrid>
      <w:tr w:rsidR="00AA47B4" w:rsidTr="00891E61">
        <w:tc>
          <w:tcPr>
            <w:tcW w:w="1384" w:type="dxa"/>
            <w:tcBorders>
              <w:top w:val="nil"/>
              <w:left w:val="nil"/>
              <w:bottom w:val="nil"/>
              <w:right w:val="nil"/>
            </w:tcBorders>
          </w:tcPr>
          <w:p w:rsidR="00AA47B4" w:rsidRPr="00451E08" w:rsidRDefault="00AA47B4" w:rsidP="00891E61">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Zájemce:</w:t>
            </w:r>
          </w:p>
        </w:tc>
        <w:tc>
          <w:tcPr>
            <w:tcW w:w="3969" w:type="dxa"/>
            <w:tcBorders>
              <w:top w:val="nil"/>
              <w:left w:val="nil"/>
              <w:bottom w:val="nil"/>
              <w:right w:val="nil"/>
            </w:tcBorders>
          </w:tcPr>
          <w:p w:rsidR="00AA47B4" w:rsidRDefault="0068688C" w:rsidP="00891E61">
            <w:pPr>
              <w:spacing w:before="20" w:after="20"/>
              <w:jc w:val="both"/>
              <w:rPr>
                <w:rFonts w:asciiTheme="minorHAnsi" w:hAnsiTheme="minorHAnsi" w:cstheme="minorHAnsi"/>
                <w:b/>
                <w:color w:val="000000" w:themeColor="text1"/>
              </w:rPr>
            </w:pPr>
            <w:sdt>
              <w:sdtPr>
                <w:rPr>
                  <w:rFonts w:cstheme="minorHAnsi"/>
                  <w:color w:val="000000" w:themeColor="text1"/>
                </w:rPr>
                <w:id w:val="14583905"/>
                <w:placeholder>
                  <w:docPart w:val="D62B1455605D4584BA82C287584EEC46"/>
                </w:placeholder>
                <w:showingPlcHdr/>
                <w:text/>
              </w:sdtPr>
              <w:sdtContent>
                <w:r w:rsidR="00AA47B4" w:rsidRPr="00E93509">
                  <w:rPr>
                    <w:rFonts w:cstheme="minorHAnsi"/>
                    <w:i/>
                    <w:color w:val="C00000"/>
                    <w:highlight w:val="yellow"/>
                  </w:rPr>
                  <w:t>vyplní zájemce</w:t>
                </w:r>
              </w:sdtContent>
            </w:sdt>
          </w:p>
        </w:tc>
      </w:tr>
      <w:tr w:rsidR="00AA47B4" w:rsidTr="00891E61">
        <w:tc>
          <w:tcPr>
            <w:tcW w:w="1384" w:type="dxa"/>
            <w:tcBorders>
              <w:top w:val="nil"/>
              <w:left w:val="nil"/>
              <w:bottom w:val="nil"/>
              <w:right w:val="nil"/>
            </w:tcBorders>
          </w:tcPr>
          <w:p w:rsidR="00AA47B4" w:rsidRPr="00451E08" w:rsidRDefault="00AA47B4" w:rsidP="00891E61">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IČO/DIČ:</w:t>
            </w:r>
          </w:p>
        </w:tc>
        <w:tc>
          <w:tcPr>
            <w:tcW w:w="3969" w:type="dxa"/>
            <w:tcBorders>
              <w:top w:val="nil"/>
              <w:left w:val="nil"/>
              <w:bottom w:val="nil"/>
              <w:right w:val="nil"/>
            </w:tcBorders>
          </w:tcPr>
          <w:p w:rsidR="00AA47B4" w:rsidRDefault="0068688C" w:rsidP="00891E61">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906"/>
                <w:placeholder>
                  <w:docPart w:val="1AB21E3D9DC44FBBAEB59CA480F7A866"/>
                </w:placeholder>
                <w:showingPlcHdr/>
                <w:text/>
              </w:sdtPr>
              <w:sdtContent>
                <w:r w:rsidR="00AA47B4" w:rsidRPr="00E93509">
                  <w:rPr>
                    <w:rFonts w:cstheme="minorHAnsi"/>
                    <w:i/>
                    <w:color w:val="C00000"/>
                    <w:highlight w:val="yellow"/>
                  </w:rPr>
                  <w:t>vyplní zájemce</w:t>
                </w:r>
              </w:sdtContent>
            </w:sdt>
            <w:r w:rsidR="00AA47B4">
              <w:rPr>
                <w:rFonts w:asciiTheme="minorHAnsi" w:hAnsiTheme="minorHAnsi" w:cstheme="minorHAnsi"/>
                <w:color w:val="000000" w:themeColor="text1"/>
              </w:rPr>
              <w:t xml:space="preserve"> / CZ </w:t>
            </w:r>
            <w:sdt>
              <w:sdtPr>
                <w:rPr>
                  <w:rFonts w:cstheme="minorHAnsi"/>
                  <w:color w:val="000000" w:themeColor="text1"/>
                </w:rPr>
                <w:id w:val="14583907"/>
                <w:placeholder>
                  <w:docPart w:val="923DA2C1CE66455C8761ED51E585F41F"/>
                </w:placeholder>
                <w:showingPlcHdr/>
                <w:text/>
              </w:sdtPr>
              <w:sdtContent>
                <w:r w:rsidR="00AA47B4" w:rsidRPr="00E93509">
                  <w:rPr>
                    <w:rFonts w:cstheme="minorHAnsi"/>
                    <w:i/>
                    <w:color w:val="C00000"/>
                    <w:highlight w:val="yellow"/>
                  </w:rPr>
                  <w:t>vyplní zájemce</w:t>
                </w:r>
              </w:sdtContent>
            </w:sdt>
          </w:p>
        </w:tc>
      </w:tr>
      <w:tr w:rsidR="00AA47B4" w:rsidTr="00891E61">
        <w:tc>
          <w:tcPr>
            <w:tcW w:w="1384" w:type="dxa"/>
            <w:tcBorders>
              <w:top w:val="nil"/>
              <w:left w:val="nil"/>
              <w:bottom w:val="nil"/>
              <w:right w:val="nil"/>
            </w:tcBorders>
          </w:tcPr>
          <w:p w:rsidR="00AA47B4" w:rsidRPr="00451E08" w:rsidRDefault="00AA47B4" w:rsidP="00891E61">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Se sídlem:</w:t>
            </w:r>
          </w:p>
        </w:tc>
        <w:tc>
          <w:tcPr>
            <w:tcW w:w="3969" w:type="dxa"/>
            <w:tcBorders>
              <w:top w:val="nil"/>
              <w:left w:val="nil"/>
              <w:bottom w:val="nil"/>
              <w:right w:val="nil"/>
            </w:tcBorders>
          </w:tcPr>
          <w:p w:rsidR="00AA47B4" w:rsidRDefault="0068688C" w:rsidP="00891E61">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908"/>
                <w:placeholder>
                  <w:docPart w:val="A53AAD05B8AB47B3B7D26F62E74A1476"/>
                </w:placeholder>
                <w:showingPlcHdr/>
                <w:text/>
              </w:sdtPr>
              <w:sdtContent>
                <w:r w:rsidR="00AA47B4" w:rsidRPr="00E93509">
                  <w:rPr>
                    <w:rFonts w:cstheme="minorHAnsi"/>
                    <w:i/>
                    <w:color w:val="C00000"/>
                    <w:highlight w:val="yellow"/>
                  </w:rPr>
                  <w:t>vyplní zájemce</w:t>
                </w:r>
              </w:sdtContent>
            </w:sdt>
          </w:p>
        </w:tc>
      </w:tr>
      <w:tr w:rsidR="00AA47B4" w:rsidTr="00891E61">
        <w:tc>
          <w:tcPr>
            <w:tcW w:w="1384" w:type="dxa"/>
            <w:tcBorders>
              <w:top w:val="nil"/>
              <w:left w:val="nil"/>
              <w:bottom w:val="nil"/>
              <w:right w:val="nil"/>
            </w:tcBorders>
          </w:tcPr>
          <w:p w:rsidR="00AA47B4" w:rsidRPr="00451E08" w:rsidRDefault="00AA47B4" w:rsidP="00891E61">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Jednající:</w:t>
            </w:r>
          </w:p>
        </w:tc>
        <w:tc>
          <w:tcPr>
            <w:tcW w:w="3969" w:type="dxa"/>
            <w:tcBorders>
              <w:top w:val="nil"/>
              <w:left w:val="nil"/>
              <w:bottom w:val="nil"/>
              <w:right w:val="nil"/>
            </w:tcBorders>
          </w:tcPr>
          <w:p w:rsidR="00AA47B4" w:rsidRDefault="0068688C" w:rsidP="00891E61">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909"/>
                <w:placeholder>
                  <w:docPart w:val="7D40D149FE2D465BADFD48223793B0FF"/>
                </w:placeholder>
                <w:showingPlcHdr/>
                <w:text/>
              </w:sdtPr>
              <w:sdtContent>
                <w:r w:rsidR="00AA47B4" w:rsidRPr="00E93509">
                  <w:rPr>
                    <w:rFonts w:cstheme="minorHAnsi"/>
                    <w:i/>
                    <w:color w:val="C00000"/>
                    <w:highlight w:val="yellow"/>
                  </w:rPr>
                  <w:t>vyplní zájemce</w:t>
                </w:r>
              </w:sdtContent>
            </w:sdt>
          </w:p>
        </w:tc>
      </w:tr>
    </w:tbl>
    <w:p w:rsidR="00684712" w:rsidRPr="00DA36CA" w:rsidRDefault="00684712" w:rsidP="00684712">
      <w:pPr>
        <w:spacing w:after="0" w:line="240" w:lineRule="auto"/>
        <w:rPr>
          <w:rFonts w:asciiTheme="minorHAnsi" w:hAnsiTheme="minorHAnsi" w:cstheme="minorHAnsi"/>
        </w:rPr>
      </w:pPr>
    </w:p>
    <w:p w:rsidR="00684712" w:rsidRPr="00DA36CA" w:rsidRDefault="00684712" w:rsidP="00684712">
      <w:pPr>
        <w:spacing w:after="0" w:line="240" w:lineRule="auto"/>
        <w:jc w:val="center"/>
        <w:rPr>
          <w:rFonts w:asciiTheme="minorHAnsi" w:hAnsiTheme="minorHAnsi" w:cstheme="minorHAnsi"/>
        </w:rPr>
      </w:pPr>
    </w:p>
    <w:p w:rsidR="00684712" w:rsidRDefault="00684712" w:rsidP="00684712">
      <w:pPr>
        <w:spacing w:before="120" w:after="120" w:line="240" w:lineRule="auto"/>
        <w:jc w:val="center"/>
        <w:rPr>
          <w:rFonts w:asciiTheme="minorHAnsi" w:hAnsiTheme="minorHAnsi" w:cstheme="minorHAnsi"/>
          <w:b/>
        </w:rPr>
      </w:pPr>
      <w:r w:rsidRPr="0024039E">
        <w:rPr>
          <w:rFonts w:asciiTheme="minorHAnsi" w:hAnsiTheme="minorHAnsi" w:cstheme="minorHAnsi"/>
          <w:b/>
        </w:rPr>
        <w:t>„</w:t>
      </w:r>
      <w:sdt>
        <w:sdtPr>
          <w:rPr>
            <w:rFonts w:eastAsia="Calibri" w:cstheme="minorHAnsi"/>
            <w:b/>
            <w:color w:val="000000" w:themeColor="text1"/>
          </w:rPr>
          <w:id w:val="7172204"/>
          <w:placeholder>
            <w:docPart w:val="7BF9EA69FF694297BC8206A350CA5C36"/>
          </w:placeholder>
          <w:text/>
        </w:sdtPr>
        <w:sdtContent>
          <w:r w:rsidR="004D7C44" w:rsidRPr="0024039E">
            <w:rPr>
              <w:rFonts w:eastAsia="Calibri" w:cstheme="minorHAnsi"/>
              <w:b/>
              <w:color w:val="000000" w:themeColor="text1"/>
            </w:rPr>
            <w:t>Nákup traktoru pro Autoškolu</w:t>
          </w:r>
        </w:sdtContent>
      </w:sdt>
      <w:r w:rsidRPr="00DA36CA">
        <w:rPr>
          <w:rFonts w:asciiTheme="minorHAnsi" w:hAnsiTheme="minorHAnsi" w:cstheme="minorHAnsi"/>
          <w:b/>
        </w:rPr>
        <w:t>“</w:t>
      </w:r>
    </w:p>
    <w:p w:rsidR="00E332D4" w:rsidRDefault="00E332D4" w:rsidP="00684712">
      <w:pPr>
        <w:spacing w:before="120" w:after="120" w:line="240" w:lineRule="auto"/>
        <w:jc w:val="center"/>
        <w:rPr>
          <w:rFonts w:asciiTheme="minorHAnsi" w:hAnsiTheme="minorHAnsi" w:cstheme="minorHAnsi"/>
          <w:b/>
        </w:rPr>
      </w:pPr>
    </w:p>
    <w:p w:rsidR="002F1546" w:rsidRPr="00442B5E" w:rsidRDefault="002F1546" w:rsidP="002F1546">
      <w:pPr>
        <w:pStyle w:val="Odstavecseseznamem"/>
        <w:numPr>
          <w:ilvl w:val="0"/>
          <w:numId w:val="3"/>
        </w:numPr>
        <w:ind w:left="426" w:hanging="284"/>
        <w:jc w:val="both"/>
      </w:pPr>
      <w:r w:rsidRPr="00442B5E">
        <w:t>Jako oprávněný zástupce čestně prohlašuji, že výše uvedený zájemce bude plnit část veřejné zakázky prostřednictvím následujících subdodavatelů:</w:t>
      </w:r>
    </w:p>
    <w:tbl>
      <w:tblPr>
        <w:tblStyle w:val="Mkatabulky"/>
        <w:tblW w:w="0" w:type="auto"/>
        <w:tblInd w:w="250" w:type="dxa"/>
        <w:tblLook w:val="04A0"/>
      </w:tblPr>
      <w:tblGrid>
        <w:gridCol w:w="425"/>
        <w:gridCol w:w="2268"/>
        <w:gridCol w:w="2552"/>
        <w:gridCol w:w="3715"/>
      </w:tblGrid>
      <w:tr w:rsidR="002F1546" w:rsidTr="00574EDA">
        <w:tc>
          <w:tcPr>
            <w:tcW w:w="425" w:type="dxa"/>
          </w:tcPr>
          <w:p w:rsidR="002F1546" w:rsidRDefault="002F1546" w:rsidP="00574EDA">
            <w:pPr>
              <w:jc w:val="both"/>
              <w:rPr>
                <w:b/>
              </w:rPr>
            </w:pPr>
          </w:p>
        </w:tc>
        <w:tc>
          <w:tcPr>
            <w:tcW w:w="2268" w:type="dxa"/>
            <w:vAlign w:val="center"/>
          </w:tcPr>
          <w:p w:rsidR="002F1546" w:rsidRPr="00442B5E" w:rsidRDefault="002F1546" w:rsidP="00574EDA">
            <w:pPr>
              <w:pStyle w:val="Odstavecseseznamem"/>
              <w:ind w:left="0"/>
              <w:rPr>
                <w:b/>
                <w:i/>
                <w:sz w:val="20"/>
                <w:szCs w:val="20"/>
              </w:rPr>
            </w:pPr>
            <w:r w:rsidRPr="00442B5E">
              <w:rPr>
                <w:b/>
                <w:i/>
                <w:sz w:val="20"/>
                <w:szCs w:val="20"/>
              </w:rPr>
              <w:t>Identifikační údaje subdodavatele</w:t>
            </w:r>
          </w:p>
        </w:tc>
        <w:tc>
          <w:tcPr>
            <w:tcW w:w="2552" w:type="dxa"/>
            <w:vAlign w:val="center"/>
          </w:tcPr>
          <w:p w:rsidR="002F1546" w:rsidRPr="00442B5E" w:rsidRDefault="002F1546" w:rsidP="00574EDA">
            <w:pPr>
              <w:pStyle w:val="Odstavecseseznamem"/>
              <w:ind w:left="0"/>
              <w:rPr>
                <w:b/>
                <w:i/>
                <w:sz w:val="20"/>
                <w:szCs w:val="20"/>
              </w:rPr>
            </w:pPr>
            <w:r w:rsidRPr="00442B5E">
              <w:rPr>
                <w:b/>
                <w:i/>
                <w:sz w:val="20"/>
                <w:szCs w:val="20"/>
              </w:rPr>
              <w:t>Kontaktní údaje subdodavatele (e-mail, tel.)</w:t>
            </w:r>
          </w:p>
        </w:tc>
        <w:tc>
          <w:tcPr>
            <w:tcW w:w="3715" w:type="dxa"/>
            <w:vAlign w:val="center"/>
          </w:tcPr>
          <w:p w:rsidR="002F1546" w:rsidRPr="00442B5E" w:rsidRDefault="002F1546" w:rsidP="00574EDA">
            <w:pPr>
              <w:pStyle w:val="Odstavecseseznamem"/>
              <w:ind w:left="0"/>
              <w:rPr>
                <w:b/>
                <w:i/>
                <w:sz w:val="20"/>
                <w:szCs w:val="20"/>
              </w:rPr>
            </w:pPr>
            <w:r w:rsidRPr="00442B5E">
              <w:rPr>
                <w:b/>
                <w:i/>
                <w:sz w:val="20"/>
                <w:szCs w:val="20"/>
              </w:rPr>
              <w:t>Popis věcného plnění, které bude subdodavatel zajišťovat</w:t>
            </w:r>
          </w:p>
        </w:tc>
      </w:tr>
      <w:tr w:rsidR="002F1546" w:rsidTr="00161461">
        <w:tc>
          <w:tcPr>
            <w:tcW w:w="425" w:type="dxa"/>
          </w:tcPr>
          <w:p w:rsidR="002F1546" w:rsidRPr="00442B5E" w:rsidRDefault="002F1546" w:rsidP="00161461">
            <w:pPr>
              <w:spacing w:before="120" w:after="120"/>
              <w:jc w:val="both"/>
              <w:rPr>
                <w:sz w:val="20"/>
                <w:szCs w:val="20"/>
              </w:rPr>
            </w:pPr>
            <w:r w:rsidRPr="00442B5E">
              <w:rPr>
                <w:sz w:val="20"/>
                <w:szCs w:val="20"/>
              </w:rPr>
              <w:t>1.</w:t>
            </w:r>
          </w:p>
        </w:tc>
        <w:tc>
          <w:tcPr>
            <w:tcW w:w="2268" w:type="dxa"/>
            <w:vAlign w:val="center"/>
          </w:tcPr>
          <w:p w:rsidR="002F1546" w:rsidRDefault="0068688C" w:rsidP="00161461">
            <w:pPr>
              <w:rPr>
                <w:b/>
              </w:rPr>
            </w:pPr>
            <w:sdt>
              <w:sdtPr>
                <w:rPr>
                  <w:rFonts w:cstheme="minorHAnsi"/>
                  <w:color w:val="000000" w:themeColor="text1"/>
                </w:rPr>
                <w:id w:val="15607028"/>
                <w:placeholder>
                  <w:docPart w:val="94464D94736340BEAF82A05A2258AA5F"/>
                </w:placeholder>
                <w:showingPlcHdr/>
                <w:text/>
              </w:sdtPr>
              <w:sdtContent>
                <w:r w:rsidR="002F1546" w:rsidRPr="00E93509">
                  <w:rPr>
                    <w:rFonts w:cstheme="minorHAnsi"/>
                    <w:i/>
                    <w:color w:val="C00000"/>
                    <w:highlight w:val="yellow"/>
                  </w:rPr>
                  <w:t>vyplní zájemce</w:t>
                </w:r>
              </w:sdtContent>
            </w:sdt>
          </w:p>
        </w:tc>
        <w:tc>
          <w:tcPr>
            <w:tcW w:w="2552" w:type="dxa"/>
            <w:vAlign w:val="center"/>
          </w:tcPr>
          <w:p w:rsidR="002F1546" w:rsidRDefault="0068688C" w:rsidP="00161461">
            <w:pPr>
              <w:rPr>
                <w:b/>
              </w:rPr>
            </w:pPr>
            <w:sdt>
              <w:sdtPr>
                <w:rPr>
                  <w:rFonts w:cstheme="minorHAnsi"/>
                  <w:color w:val="000000" w:themeColor="text1"/>
                </w:rPr>
                <w:id w:val="15607031"/>
                <w:placeholder>
                  <w:docPart w:val="98BC7F46968B404AB0446D4D6BFF3714"/>
                </w:placeholder>
                <w:showingPlcHdr/>
                <w:text/>
              </w:sdtPr>
              <w:sdtContent>
                <w:r w:rsidR="002F1546" w:rsidRPr="00E93509">
                  <w:rPr>
                    <w:rFonts w:cstheme="minorHAnsi"/>
                    <w:i/>
                    <w:color w:val="C00000"/>
                    <w:highlight w:val="yellow"/>
                  </w:rPr>
                  <w:t>vyplní zájemce</w:t>
                </w:r>
              </w:sdtContent>
            </w:sdt>
          </w:p>
        </w:tc>
        <w:tc>
          <w:tcPr>
            <w:tcW w:w="3715" w:type="dxa"/>
            <w:vAlign w:val="center"/>
          </w:tcPr>
          <w:p w:rsidR="002F1546" w:rsidRDefault="0068688C" w:rsidP="00161461">
            <w:pPr>
              <w:rPr>
                <w:b/>
              </w:rPr>
            </w:pPr>
            <w:sdt>
              <w:sdtPr>
                <w:rPr>
                  <w:rFonts w:cstheme="minorHAnsi"/>
                  <w:color w:val="000000" w:themeColor="text1"/>
                </w:rPr>
                <w:id w:val="15607032"/>
                <w:placeholder>
                  <w:docPart w:val="90E4EA7A70764A8EA55F6EE8CFC70901"/>
                </w:placeholder>
                <w:showingPlcHdr/>
                <w:text/>
              </w:sdtPr>
              <w:sdtContent>
                <w:r w:rsidR="002F1546" w:rsidRPr="00E93509">
                  <w:rPr>
                    <w:rFonts w:cstheme="minorHAnsi"/>
                    <w:i/>
                    <w:color w:val="C00000"/>
                    <w:highlight w:val="yellow"/>
                  </w:rPr>
                  <w:t>vyplní zájemce</w:t>
                </w:r>
              </w:sdtContent>
            </w:sdt>
          </w:p>
        </w:tc>
      </w:tr>
      <w:tr w:rsidR="002F1546" w:rsidTr="00161461">
        <w:tc>
          <w:tcPr>
            <w:tcW w:w="425" w:type="dxa"/>
          </w:tcPr>
          <w:p w:rsidR="002F1546" w:rsidRPr="00442B5E" w:rsidRDefault="002F1546" w:rsidP="00161461">
            <w:pPr>
              <w:spacing w:before="120" w:after="120"/>
              <w:jc w:val="both"/>
              <w:rPr>
                <w:sz w:val="20"/>
                <w:szCs w:val="20"/>
              </w:rPr>
            </w:pPr>
            <w:r w:rsidRPr="00442B5E">
              <w:rPr>
                <w:sz w:val="20"/>
                <w:szCs w:val="20"/>
              </w:rPr>
              <w:t>2.</w:t>
            </w:r>
          </w:p>
        </w:tc>
        <w:tc>
          <w:tcPr>
            <w:tcW w:w="2268" w:type="dxa"/>
            <w:vAlign w:val="center"/>
          </w:tcPr>
          <w:p w:rsidR="002F1546" w:rsidRDefault="0068688C" w:rsidP="00161461">
            <w:pPr>
              <w:rPr>
                <w:b/>
              </w:rPr>
            </w:pPr>
            <w:sdt>
              <w:sdtPr>
                <w:rPr>
                  <w:rFonts w:cstheme="minorHAnsi"/>
                  <w:color w:val="000000" w:themeColor="text1"/>
                </w:rPr>
                <w:id w:val="15607029"/>
                <w:placeholder>
                  <w:docPart w:val="B68D4FFF59C14D87A3465C6E2606935F"/>
                </w:placeholder>
                <w:showingPlcHdr/>
                <w:text/>
              </w:sdtPr>
              <w:sdtContent>
                <w:r w:rsidR="002F1546" w:rsidRPr="00E93509">
                  <w:rPr>
                    <w:rFonts w:cstheme="minorHAnsi"/>
                    <w:i/>
                    <w:color w:val="C00000"/>
                    <w:highlight w:val="yellow"/>
                  </w:rPr>
                  <w:t>vyplní zájemce</w:t>
                </w:r>
              </w:sdtContent>
            </w:sdt>
          </w:p>
        </w:tc>
        <w:tc>
          <w:tcPr>
            <w:tcW w:w="2552" w:type="dxa"/>
            <w:vAlign w:val="center"/>
          </w:tcPr>
          <w:p w:rsidR="002F1546" w:rsidRDefault="0068688C" w:rsidP="00161461">
            <w:pPr>
              <w:rPr>
                <w:b/>
              </w:rPr>
            </w:pPr>
            <w:sdt>
              <w:sdtPr>
                <w:rPr>
                  <w:rFonts w:cstheme="minorHAnsi"/>
                  <w:color w:val="000000" w:themeColor="text1"/>
                </w:rPr>
                <w:id w:val="15607030"/>
                <w:placeholder>
                  <w:docPart w:val="D6976259074B430198F57E284CD4A97C"/>
                </w:placeholder>
                <w:showingPlcHdr/>
                <w:text/>
              </w:sdtPr>
              <w:sdtContent>
                <w:r w:rsidR="002F1546" w:rsidRPr="00E93509">
                  <w:rPr>
                    <w:rFonts w:cstheme="minorHAnsi"/>
                    <w:i/>
                    <w:color w:val="C00000"/>
                    <w:highlight w:val="yellow"/>
                  </w:rPr>
                  <w:t>vyplní zájemce</w:t>
                </w:r>
              </w:sdtContent>
            </w:sdt>
          </w:p>
        </w:tc>
        <w:tc>
          <w:tcPr>
            <w:tcW w:w="3715" w:type="dxa"/>
            <w:vAlign w:val="center"/>
          </w:tcPr>
          <w:p w:rsidR="002F1546" w:rsidRDefault="0068688C" w:rsidP="00161461">
            <w:pPr>
              <w:rPr>
                <w:b/>
              </w:rPr>
            </w:pPr>
            <w:sdt>
              <w:sdtPr>
                <w:rPr>
                  <w:rFonts w:cstheme="minorHAnsi"/>
                  <w:color w:val="000000" w:themeColor="text1"/>
                </w:rPr>
                <w:id w:val="15607033"/>
                <w:placeholder>
                  <w:docPart w:val="C077EB57D7794CB6A5201B616A6D805C"/>
                </w:placeholder>
                <w:showingPlcHdr/>
                <w:text/>
              </w:sdtPr>
              <w:sdtContent>
                <w:r w:rsidR="002F1546" w:rsidRPr="00E93509">
                  <w:rPr>
                    <w:rFonts w:cstheme="minorHAnsi"/>
                    <w:i/>
                    <w:color w:val="C00000"/>
                    <w:highlight w:val="yellow"/>
                  </w:rPr>
                  <w:t>vyplní zájemce</w:t>
                </w:r>
              </w:sdtContent>
            </w:sdt>
          </w:p>
        </w:tc>
      </w:tr>
      <w:tr w:rsidR="002F1546" w:rsidTr="00161461">
        <w:tc>
          <w:tcPr>
            <w:tcW w:w="425" w:type="dxa"/>
          </w:tcPr>
          <w:p w:rsidR="002F1546" w:rsidRPr="00442B5E" w:rsidRDefault="002F1546" w:rsidP="00161461">
            <w:pPr>
              <w:spacing w:before="120" w:after="120"/>
              <w:jc w:val="both"/>
              <w:rPr>
                <w:sz w:val="20"/>
                <w:szCs w:val="20"/>
              </w:rPr>
            </w:pPr>
            <w:r w:rsidRPr="00442B5E">
              <w:rPr>
                <w:sz w:val="20"/>
                <w:szCs w:val="20"/>
              </w:rPr>
              <w:t>3.</w:t>
            </w:r>
          </w:p>
        </w:tc>
        <w:tc>
          <w:tcPr>
            <w:tcW w:w="2268" w:type="dxa"/>
            <w:vAlign w:val="center"/>
          </w:tcPr>
          <w:p w:rsidR="002F1546" w:rsidRDefault="0068688C" w:rsidP="00161461">
            <w:pPr>
              <w:rPr>
                <w:b/>
              </w:rPr>
            </w:pPr>
            <w:sdt>
              <w:sdtPr>
                <w:rPr>
                  <w:rFonts w:cstheme="minorHAnsi"/>
                  <w:color w:val="000000" w:themeColor="text1"/>
                </w:rPr>
                <w:id w:val="15607035"/>
                <w:placeholder>
                  <w:docPart w:val="26A59C202ECE4FAFA17C72CA2692D710"/>
                </w:placeholder>
                <w:showingPlcHdr/>
                <w:text/>
              </w:sdtPr>
              <w:sdtContent>
                <w:r w:rsidR="002F1546" w:rsidRPr="00E93509">
                  <w:rPr>
                    <w:rFonts w:cstheme="minorHAnsi"/>
                    <w:i/>
                    <w:color w:val="C00000"/>
                    <w:highlight w:val="yellow"/>
                  </w:rPr>
                  <w:t>vyplní zájemce</w:t>
                </w:r>
              </w:sdtContent>
            </w:sdt>
          </w:p>
        </w:tc>
        <w:tc>
          <w:tcPr>
            <w:tcW w:w="2552" w:type="dxa"/>
            <w:vAlign w:val="center"/>
          </w:tcPr>
          <w:p w:rsidR="002F1546" w:rsidRDefault="0068688C" w:rsidP="00161461">
            <w:pPr>
              <w:rPr>
                <w:b/>
              </w:rPr>
            </w:pPr>
            <w:sdt>
              <w:sdtPr>
                <w:rPr>
                  <w:rFonts w:cstheme="minorHAnsi"/>
                  <w:color w:val="000000" w:themeColor="text1"/>
                </w:rPr>
                <w:id w:val="15607036"/>
                <w:showingPlcHdr/>
                <w:text/>
              </w:sdtPr>
              <w:sdtContent>
                <w:r w:rsidR="002F1546" w:rsidRPr="00E93509">
                  <w:rPr>
                    <w:rFonts w:cstheme="minorHAnsi"/>
                    <w:i/>
                    <w:color w:val="C00000"/>
                    <w:highlight w:val="yellow"/>
                  </w:rPr>
                  <w:t>vyplní zájemce</w:t>
                </w:r>
              </w:sdtContent>
            </w:sdt>
          </w:p>
        </w:tc>
        <w:tc>
          <w:tcPr>
            <w:tcW w:w="3715" w:type="dxa"/>
            <w:vAlign w:val="center"/>
          </w:tcPr>
          <w:p w:rsidR="002F1546" w:rsidRDefault="0068688C" w:rsidP="00161461">
            <w:pPr>
              <w:rPr>
                <w:b/>
              </w:rPr>
            </w:pPr>
            <w:sdt>
              <w:sdtPr>
                <w:rPr>
                  <w:rFonts w:cstheme="minorHAnsi"/>
                  <w:color w:val="000000" w:themeColor="text1"/>
                </w:rPr>
                <w:id w:val="15607034"/>
                <w:showingPlcHdr/>
                <w:text/>
              </w:sdtPr>
              <w:sdtContent>
                <w:r w:rsidR="002F1546" w:rsidRPr="00E93509">
                  <w:rPr>
                    <w:rFonts w:cstheme="minorHAnsi"/>
                    <w:i/>
                    <w:color w:val="C00000"/>
                    <w:highlight w:val="yellow"/>
                  </w:rPr>
                  <w:t>vyplní zájemce</w:t>
                </w:r>
              </w:sdtContent>
            </w:sdt>
          </w:p>
        </w:tc>
      </w:tr>
    </w:tbl>
    <w:p w:rsidR="002F1546" w:rsidRPr="00442B5E" w:rsidRDefault="002F1546" w:rsidP="002F1546">
      <w:pPr>
        <w:pStyle w:val="Odstavecseseznamem"/>
        <w:numPr>
          <w:ilvl w:val="0"/>
          <w:numId w:val="3"/>
        </w:numPr>
        <w:spacing w:before="240"/>
        <w:ind w:left="426" w:hanging="284"/>
        <w:jc w:val="both"/>
      </w:pPr>
      <w:r w:rsidRPr="00442B5E">
        <w:t>Jako oprávněný zástupce čestně prohlašuji, že výše uvedený zájemce provede příslušnou část veřejné zakázky vlastními silami bez využití subdodavatelů.</w:t>
      </w:r>
    </w:p>
    <w:p w:rsidR="002F1546" w:rsidRPr="007479DB" w:rsidRDefault="002F1546" w:rsidP="002F1546">
      <w:pPr>
        <w:ind w:firstLine="284"/>
        <w:jc w:val="both"/>
        <w:rPr>
          <w:b/>
          <w:i/>
          <w:color w:val="FF0000"/>
          <w:sz w:val="18"/>
          <w:szCs w:val="18"/>
        </w:rPr>
      </w:pPr>
      <w:r w:rsidRPr="007479DB">
        <w:rPr>
          <w:b/>
          <w:i/>
          <w:color w:val="FF0000"/>
          <w:sz w:val="18"/>
          <w:szCs w:val="18"/>
          <w:highlight w:val="yellow"/>
        </w:rPr>
        <w:t>Poznámka: zájemce podle skutečnosti vybere variantu A) nebo B) a neplatnou variantu vymaže</w:t>
      </w:r>
    </w:p>
    <w:p w:rsidR="00684712" w:rsidRPr="00DA36CA" w:rsidRDefault="00684712" w:rsidP="00684712">
      <w:pPr>
        <w:spacing w:before="240" w:after="0" w:line="271" w:lineRule="auto"/>
        <w:jc w:val="both"/>
        <w:rPr>
          <w:rFonts w:asciiTheme="minorHAnsi" w:hAnsiTheme="minorHAnsi" w:cstheme="minorHAnsi"/>
        </w:rPr>
      </w:pPr>
    </w:p>
    <w:p w:rsidR="00283EC3" w:rsidRDefault="00283EC3" w:rsidP="00283EC3">
      <w:pPr>
        <w:rPr>
          <w:rFonts w:asciiTheme="minorHAnsi" w:hAnsiTheme="minorHAnsi" w:cstheme="minorHAnsi"/>
          <w:i/>
        </w:rPr>
      </w:pPr>
    </w:p>
    <w:p w:rsidR="006C3236" w:rsidRDefault="006C3236" w:rsidP="00283EC3">
      <w:pPr>
        <w:rPr>
          <w:rFonts w:asciiTheme="minorHAnsi" w:hAnsiTheme="minorHAnsi" w:cstheme="minorHAnsi"/>
          <w:i/>
        </w:rPr>
      </w:pPr>
    </w:p>
    <w:p w:rsidR="006C3236" w:rsidRDefault="006C3236" w:rsidP="00283EC3">
      <w:pPr>
        <w:rPr>
          <w:rFonts w:asciiTheme="minorHAnsi" w:hAnsiTheme="minorHAnsi" w:cstheme="minorHAnsi"/>
          <w:i/>
        </w:rPr>
      </w:pPr>
    </w:p>
    <w:p w:rsidR="006C3236" w:rsidRDefault="006C3236" w:rsidP="00283EC3">
      <w:pPr>
        <w:rPr>
          <w:rFonts w:asciiTheme="minorHAnsi" w:hAnsiTheme="minorHAnsi" w:cstheme="minorHAnsi"/>
          <w:i/>
        </w:rPr>
      </w:pPr>
    </w:p>
    <w:p w:rsidR="006C3236" w:rsidRDefault="006C3236" w:rsidP="00283EC3">
      <w:pPr>
        <w:rPr>
          <w:rFonts w:asciiTheme="minorHAnsi" w:hAnsiTheme="minorHAnsi" w:cstheme="minorHAnsi"/>
          <w:i/>
        </w:rPr>
      </w:pPr>
    </w:p>
    <w:p w:rsidR="006C3236" w:rsidRDefault="006C3236" w:rsidP="00283EC3">
      <w:pPr>
        <w:rPr>
          <w:rFonts w:asciiTheme="minorHAnsi" w:hAnsiTheme="minorHAnsi" w:cstheme="minorHAnsi"/>
          <w:i/>
        </w:rPr>
      </w:pPr>
    </w:p>
    <w:p w:rsidR="00451E08" w:rsidRPr="00DA36CA" w:rsidRDefault="00451E08" w:rsidP="00283EC3">
      <w:pPr>
        <w:rPr>
          <w:rFonts w:asciiTheme="minorHAnsi" w:hAnsiTheme="minorHAnsi" w:cstheme="minorHAnsi"/>
          <w:i/>
        </w:rPr>
      </w:pPr>
    </w:p>
    <w:p w:rsidR="00283EC3" w:rsidRPr="00DA36CA" w:rsidRDefault="00283EC3" w:rsidP="00283EC3">
      <w:pPr>
        <w:rPr>
          <w:rFonts w:asciiTheme="minorHAnsi" w:hAnsiTheme="minorHAnsi" w:cstheme="minorHAnsi"/>
          <w:i/>
        </w:rPr>
      </w:pPr>
    </w:p>
    <w:p w:rsidR="00283EC3" w:rsidRPr="00DA36CA" w:rsidRDefault="00283EC3" w:rsidP="00283EC3">
      <w:pPr>
        <w:rPr>
          <w:rFonts w:asciiTheme="minorHAnsi" w:hAnsiTheme="minorHAnsi" w:cstheme="minorHAnsi"/>
          <w:i/>
        </w:rPr>
      </w:pPr>
    </w:p>
    <w:tbl>
      <w:tblPr>
        <w:tblStyle w:val="Mkatabulky"/>
        <w:tblW w:w="0" w:type="auto"/>
        <w:tblLook w:val="04A0"/>
      </w:tblPr>
      <w:tblGrid>
        <w:gridCol w:w="3652"/>
        <w:gridCol w:w="1843"/>
        <w:gridCol w:w="3717"/>
      </w:tblGrid>
      <w:tr w:rsidR="00AA47B4" w:rsidTr="0077642A">
        <w:tc>
          <w:tcPr>
            <w:tcW w:w="3652" w:type="dxa"/>
            <w:tcBorders>
              <w:top w:val="nil"/>
              <w:left w:val="nil"/>
              <w:bottom w:val="nil"/>
              <w:right w:val="nil"/>
            </w:tcBorders>
          </w:tcPr>
          <w:p w:rsidR="00AA47B4" w:rsidRDefault="00AA47B4" w:rsidP="00891E61">
            <w:pPr>
              <w:jc w:val="both"/>
              <w:rPr>
                <w:rFonts w:cstheme="minorHAnsi"/>
              </w:rPr>
            </w:pPr>
            <w:r>
              <w:rPr>
                <w:rFonts w:cstheme="minorHAnsi"/>
              </w:rPr>
              <w:t xml:space="preserve">V </w:t>
            </w:r>
            <w:sdt>
              <w:sdtPr>
                <w:rPr>
                  <w:rFonts w:cstheme="minorHAnsi"/>
                  <w:color w:val="000000" w:themeColor="text1"/>
                </w:rPr>
                <w:id w:val="14583925"/>
                <w:placeholder>
                  <w:docPart w:val="788ECE27E2E54DE2AAD1F750A0304694"/>
                </w:placeholder>
                <w:showingPlcHdr/>
                <w:text/>
              </w:sdtPr>
              <w:sdtContent>
                <w:r w:rsidRPr="009D5C70">
                  <w:rPr>
                    <w:rFonts w:cstheme="minorHAnsi"/>
                    <w:color w:val="000000" w:themeColor="text1"/>
                    <w:highlight w:val="yellow"/>
                  </w:rPr>
                  <w:t>____________</w:t>
                </w:r>
              </w:sdtContent>
            </w:sdt>
            <w:r>
              <w:rPr>
                <w:rFonts w:cstheme="minorHAnsi"/>
              </w:rPr>
              <w:t xml:space="preserve"> dne </w:t>
            </w:r>
            <w:sdt>
              <w:sdtPr>
                <w:rPr>
                  <w:rFonts w:cstheme="minorHAnsi"/>
                  <w:color w:val="000000" w:themeColor="text1"/>
                  <w:highlight w:val="yellow"/>
                </w:rPr>
                <w:id w:val="14583926"/>
                <w:placeholder>
                  <w:docPart w:val="911B26C388E345AB9BCE582B32755D46"/>
                </w:placeholder>
                <w:showingPlcHdr/>
                <w:text/>
              </w:sdtPr>
              <w:sdtContent>
                <w:r w:rsidRPr="009D5C70">
                  <w:rPr>
                    <w:rFonts w:cstheme="minorHAnsi"/>
                    <w:color w:val="000000" w:themeColor="text1"/>
                    <w:highlight w:val="yellow"/>
                  </w:rPr>
                  <w:t>__</w:t>
                </w:r>
              </w:sdtContent>
            </w:sdt>
            <w:r w:rsidRPr="009D5C70">
              <w:rPr>
                <w:rFonts w:cstheme="minorHAnsi"/>
                <w:highlight w:val="yellow"/>
              </w:rPr>
              <w:t xml:space="preserve">. </w:t>
            </w:r>
            <w:sdt>
              <w:sdtPr>
                <w:rPr>
                  <w:rFonts w:cstheme="minorHAnsi"/>
                  <w:color w:val="000000" w:themeColor="text1"/>
                  <w:highlight w:val="yellow"/>
                </w:rPr>
                <w:id w:val="14583927"/>
                <w:placeholder>
                  <w:docPart w:val="1B2199CD93F7426490A40DB0F267C3A8"/>
                </w:placeholder>
                <w:showingPlcHdr/>
                <w:text/>
              </w:sdtPr>
              <w:sdtContent>
                <w:r w:rsidRPr="009D5C70">
                  <w:rPr>
                    <w:rFonts w:cstheme="minorHAnsi"/>
                    <w:color w:val="000000" w:themeColor="text1"/>
                    <w:highlight w:val="yellow"/>
                  </w:rPr>
                  <w:t>__</w:t>
                </w:r>
              </w:sdtContent>
            </w:sdt>
            <w:r w:rsidRPr="009D5C70">
              <w:rPr>
                <w:rFonts w:cstheme="minorHAnsi"/>
                <w:highlight w:val="yellow"/>
              </w:rPr>
              <w:t>.</w:t>
            </w:r>
            <w:r w:rsidRPr="009D5C70">
              <w:rPr>
                <w:rFonts w:cstheme="minorHAnsi"/>
                <w:color w:val="000000" w:themeColor="text1"/>
                <w:highlight w:val="yellow"/>
              </w:rPr>
              <w:t xml:space="preserve"> </w:t>
            </w:r>
            <w:sdt>
              <w:sdtPr>
                <w:rPr>
                  <w:rFonts w:cstheme="minorHAnsi"/>
                  <w:color w:val="000000" w:themeColor="text1"/>
                  <w:highlight w:val="yellow"/>
                </w:rPr>
                <w:id w:val="14583928"/>
                <w:placeholder>
                  <w:docPart w:val="B2DE027E0B5B4F05896C695898775C0C"/>
                </w:placeholder>
                <w:showingPlcHdr/>
                <w:text/>
              </w:sdtPr>
              <w:sdtEndPr>
                <w:rPr>
                  <w:highlight w:val="none"/>
                </w:rPr>
              </w:sdtEndPr>
              <w:sdtContent>
                <w:r w:rsidRPr="009D5C70">
                  <w:rPr>
                    <w:rFonts w:cstheme="minorHAnsi"/>
                    <w:color w:val="000000" w:themeColor="text1"/>
                    <w:highlight w:val="yellow"/>
                  </w:rPr>
                  <w:t>__</w:t>
                </w:r>
              </w:sdtContent>
            </w:sdt>
          </w:p>
        </w:tc>
        <w:tc>
          <w:tcPr>
            <w:tcW w:w="1843" w:type="dxa"/>
            <w:tcBorders>
              <w:top w:val="nil"/>
              <w:left w:val="nil"/>
              <w:bottom w:val="nil"/>
              <w:right w:val="nil"/>
            </w:tcBorders>
          </w:tcPr>
          <w:p w:rsidR="00AA47B4" w:rsidRDefault="00AA47B4" w:rsidP="00891E61">
            <w:pPr>
              <w:jc w:val="both"/>
              <w:rPr>
                <w:rFonts w:cstheme="minorHAnsi"/>
              </w:rPr>
            </w:pPr>
          </w:p>
        </w:tc>
        <w:tc>
          <w:tcPr>
            <w:tcW w:w="3717" w:type="dxa"/>
            <w:tcBorders>
              <w:top w:val="nil"/>
              <w:left w:val="nil"/>
              <w:bottom w:val="nil"/>
              <w:right w:val="nil"/>
            </w:tcBorders>
          </w:tcPr>
          <w:p w:rsidR="00AA47B4" w:rsidRPr="00A82FD1" w:rsidRDefault="00AA47B4" w:rsidP="00891E61">
            <w:pPr>
              <w:jc w:val="center"/>
              <w:rPr>
                <w:rFonts w:cstheme="minorHAnsi"/>
                <w:highlight w:val="green"/>
              </w:rPr>
            </w:pPr>
            <w:r w:rsidRPr="00A82FD1">
              <w:rPr>
                <w:rFonts w:cstheme="minorHAnsi"/>
              </w:rPr>
              <w:t>_________________________</w:t>
            </w:r>
          </w:p>
        </w:tc>
      </w:tr>
      <w:tr w:rsidR="00AA47B4" w:rsidRPr="00D123B0" w:rsidTr="0077642A">
        <w:tc>
          <w:tcPr>
            <w:tcW w:w="3652" w:type="dxa"/>
            <w:tcBorders>
              <w:top w:val="nil"/>
              <w:left w:val="nil"/>
              <w:bottom w:val="nil"/>
              <w:right w:val="nil"/>
            </w:tcBorders>
          </w:tcPr>
          <w:p w:rsidR="00AA47B4" w:rsidRDefault="00AA47B4" w:rsidP="00891E61">
            <w:pPr>
              <w:jc w:val="both"/>
              <w:rPr>
                <w:rFonts w:cstheme="minorHAnsi"/>
              </w:rPr>
            </w:pPr>
          </w:p>
        </w:tc>
        <w:tc>
          <w:tcPr>
            <w:tcW w:w="1843" w:type="dxa"/>
            <w:tcBorders>
              <w:top w:val="nil"/>
              <w:left w:val="nil"/>
              <w:bottom w:val="nil"/>
              <w:right w:val="nil"/>
            </w:tcBorders>
          </w:tcPr>
          <w:p w:rsidR="00AA47B4" w:rsidRDefault="00AA47B4" w:rsidP="00891E61">
            <w:pPr>
              <w:jc w:val="both"/>
              <w:rPr>
                <w:rFonts w:cstheme="minorHAnsi"/>
              </w:rPr>
            </w:pPr>
          </w:p>
        </w:tc>
        <w:tc>
          <w:tcPr>
            <w:tcW w:w="3717" w:type="dxa"/>
            <w:tcBorders>
              <w:top w:val="nil"/>
              <w:left w:val="nil"/>
              <w:bottom w:val="nil"/>
              <w:right w:val="nil"/>
            </w:tcBorders>
          </w:tcPr>
          <w:sdt>
            <w:sdtPr>
              <w:rPr>
                <w:rFonts w:cstheme="minorHAnsi"/>
                <w:color w:val="000000" w:themeColor="text1"/>
              </w:rPr>
              <w:id w:val="14583929"/>
              <w:showingPlcHdr/>
              <w:text/>
            </w:sdtPr>
            <w:sdtEndPr>
              <w:rPr>
                <w:i/>
              </w:rPr>
            </w:sdtEndPr>
            <w:sdtContent>
              <w:p w:rsidR="00AA47B4" w:rsidRPr="00D123B0" w:rsidRDefault="00AA47B4" w:rsidP="00891E61">
                <w:pPr>
                  <w:jc w:val="center"/>
                  <w:rPr>
                    <w:rFonts w:cstheme="minorHAnsi"/>
                    <w:color w:val="808080" w:themeColor="background1" w:themeShade="80"/>
                    <w:highlight w:val="yellow"/>
                  </w:rPr>
                </w:pPr>
                <w:r w:rsidRPr="00CC5332">
                  <w:rPr>
                    <w:rFonts w:cstheme="minorHAnsi"/>
                    <w:color w:val="000000" w:themeColor="text1"/>
                  </w:rPr>
                  <w:t>razítko a podpis oprávněné osoby jednat za zájemce</w:t>
                </w:r>
              </w:p>
              <w:p w:rsidR="00AA47B4" w:rsidRPr="00D123B0" w:rsidRDefault="00AA47B4" w:rsidP="00891E61">
                <w:pPr>
                  <w:jc w:val="center"/>
                  <w:rPr>
                    <w:rFonts w:cstheme="minorHAnsi"/>
                    <w:color w:val="7F7F7F" w:themeColor="text1" w:themeTint="80"/>
                  </w:rPr>
                </w:pPr>
                <w:r w:rsidRPr="00D123B0">
                  <w:rPr>
                    <w:rFonts w:cstheme="minorHAnsi"/>
                    <w:i/>
                    <w:color w:val="C00000"/>
                    <w:highlight w:val="yellow"/>
                  </w:rPr>
                  <w:t>jméno a příjmení</w:t>
                </w:r>
              </w:p>
            </w:sdtContent>
          </w:sdt>
        </w:tc>
      </w:tr>
    </w:tbl>
    <w:p w:rsidR="0023035A" w:rsidRPr="00085A49" w:rsidRDefault="0023035A" w:rsidP="0023035A">
      <w:pPr>
        <w:pBdr>
          <w:top w:val="single" w:sz="4" w:space="1" w:color="000000" w:themeColor="text1"/>
          <w:bottom w:val="single" w:sz="4" w:space="1" w:color="auto"/>
        </w:pBdr>
        <w:spacing w:after="0" w:line="240" w:lineRule="auto"/>
        <w:jc w:val="center"/>
        <w:rPr>
          <w:rFonts w:asciiTheme="minorHAnsi" w:hAnsiTheme="minorHAnsi" w:cstheme="minorHAnsi"/>
          <w:b/>
          <w:sz w:val="26"/>
          <w:szCs w:val="26"/>
        </w:rPr>
      </w:pPr>
      <w:r w:rsidRPr="00085A49">
        <w:rPr>
          <w:rFonts w:asciiTheme="minorHAnsi" w:hAnsiTheme="minorHAnsi" w:cstheme="minorHAnsi"/>
          <w:b/>
          <w:sz w:val="26"/>
          <w:szCs w:val="26"/>
        </w:rPr>
        <w:lastRenderedPageBreak/>
        <w:t>Prohlášení o počtu stránek</w:t>
      </w:r>
    </w:p>
    <w:p w:rsidR="0023035A" w:rsidRPr="00803F5C" w:rsidRDefault="0023035A" w:rsidP="0023035A">
      <w:pPr>
        <w:spacing w:before="120" w:after="0"/>
        <w:jc w:val="right"/>
        <w:rPr>
          <w:rFonts w:asciiTheme="minorHAnsi" w:hAnsiTheme="minorHAnsi" w:cstheme="minorHAnsi"/>
          <w:i/>
        </w:rPr>
      </w:pPr>
      <w:r w:rsidRPr="00803F5C">
        <w:rPr>
          <w:rFonts w:asciiTheme="minorHAnsi" w:hAnsiTheme="minorHAnsi" w:cstheme="minorHAnsi"/>
          <w:i/>
        </w:rPr>
        <w:t>Příloha č. 2</w:t>
      </w:r>
    </w:p>
    <w:p w:rsidR="0023035A" w:rsidRPr="00DA36CA" w:rsidRDefault="0023035A" w:rsidP="0023035A">
      <w:pPr>
        <w:spacing w:after="0" w:line="240" w:lineRule="auto"/>
        <w:rPr>
          <w:rFonts w:asciiTheme="minorHAnsi" w:hAnsiTheme="minorHAnsi" w:cstheme="minorHAnsi"/>
          <w:bCs/>
          <w:iCs/>
        </w:rPr>
      </w:pPr>
    </w:p>
    <w:tbl>
      <w:tblPr>
        <w:tblStyle w:val="Mkatabulky"/>
        <w:tblW w:w="0" w:type="auto"/>
        <w:tblLook w:val="04A0"/>
      </w:tblPr>
      <w:tblGrid>
        <w:gridCol w:w="1384"/>
        <w:gridCol w:w="3969"/>
      </w:tblGrid>
      <w:tr w:rsidR="0023035A" w:rsidTr="00574EDA">
        <w:tc>
          <w:tcPr>
            <w:tcW w:w="1384" w:type="dxa"/>
            <w:tcBorders>
              <w:top w:val="nil"/>
              <w:left w:val="nil"/>
              <w:bottom w:val="nil"/>
              <w:right w:val="nil"/>
            </w:tcBorders>
          </w:tcPr>
          <w:p w:rsidR="0023035A" w:rsidRPr="00451E08" w:rsidRDefault="0023035A" w:rsidP="00574EDA">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Zájemce:</w:t>
            </w:r>
          </w:p>
        </w:tc>
        <w:tc>
          <w:tcPr>
            <w:tcW w:w="3969" w:type="dxa"/>
            <w:tcBorders>
              <w:top w:val="nil"/>
              <w:left w:val="nil"/>
              <w:bottom w:val="nil"/>
              <w:right w:val="nil"/>
            </w:tcBorders>
          </w:tcPr>
          <w:p w:rsidR="0023035A" w:rsidRDefault="0068688C" w:rsidP="00574EDA">
            <w:pPr>
              <w:spacing w:before="20" w:after="20"/>
              <w:jc w:val="both"/>
              <w:rPr>
                <w:rFonts w:asciiTheme="minorHAnsi" w:hAnsiTheme="minorHAnsi" w:cstheme="minorHAnsi"/>
                <w:b/>
                <w:color w:val="000000" w:themeColor="text1"/>
              </w:rPr>
            </w:pPr>
            <w:sdt>
              <w:sdtPr>
                <w:rPr>
                  <w:rFonts w:cstheme="minorHAnsi"/>
                  <w:color w:val="000000" w:themeColor="text1"/>
                </w:rPr>
                <w:id w:val="14583900"/>
                <w:showingPlcHdr/>
                <w:text/>
              </w:sdtPr>
              <w:sdtContent>
                <w:r w:rsidR="0023035A" w:rsidRPr="00E93509">
                  <w:rPr>
                    <w:rFonts w:cstheme="minorHAnsi"/>
                    <w:i/>
                    <w:color w:val="C00000"/>
                    <w:highlight w:val="yellow"/>
                  </w:rPr>
                  <w:t>vyplní zájemce</w:t>
                </w:r>
              </w:sdtContent>
            </w:sdt>
          </w:p>
        </w:tc>
      </w:tr>
      <w:tr w:rsidR="0023035A" w:rsidTr="00574EDA">
        <w:tc>
          <w:tcPr>
            <w:tcW w:w="1384" w:type="dxa"/>
            <w:tcBorders>
              <w:top w:val="nil"/>
              <w:left w:val="nil"/>
              <w:bottom w:val="nil"/>
              <w:right w:val="nil"/>
            </w:tcBorders>
          </w:tcPr>
          <w:p w:rsidR="0023035A" w:rsidRPr="00451E08" w:rsidRDefault="0023035A" w:rsidP="00574EDA">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IČO/DIČ:</w:t>
            </w:r>
          </w:p>
        </w:tc>
        <w:tc>
          <w:tcPr>
            <w:tcW w:w="3969" w:type="dxa"/>
            <w:tcBorders>
              <w:top w:val="nil"/>
              <w:left w:val="nil"/>
              <w:bottom w:val="nil"/>
              <w:right w:val="nil"/>
            </w:tcBorders>
          </w:tcPr>
          <w:p w:rsidR="0023035A" w:rsidRDefault="0068688C" w:rsidP="00574EDA">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901"/>
                <w:showingPlcHdr/>
                <w:text/>
              </w:sdtPr>
              <w:sdtContent>
                <w:r w:rsidR="0023035A" w:rsidRPr="00E93509">
                  <w:rPr>
                    <w:rFonts w:cstheme="minorHAnsi"/>
                    <w:i/>
                    <w:color w:val="C00000"/>
                    <w:highlight w:val="yellow"/>
                  </w:rPr>
                  <w:t>vyplní zájemce</w:t>
                </w:r>
              </w:sdtContent>
            </w:sdt>
            <w:r w:rsidR="0023035A">
              <w:rPr>
                <w:rFonts w:asciiTheme="minorHAnsi" w:hAnsiTheme="minorHAnsi" w:cstheme="minorHAnsi"/>
                <w:color w:val="000000" w:themeColor="text1"/>
              </w:rPr>
              <w:t xml:space="preserve"> / CZ </w:t>
            </w:r>
            <w:sdt>
              <w:sdtPr>
                <w:rPr>
                  <w:rFonts w:cstheme="minorHAnsi"/>
                  <w:color w:val="000000" w:themeColor="text1"/>
                </w:rPr>
                <w:id w:val="14583902"/>
                <w:showingPlcHdr/>
                <w:text/>
              </w:sdtPr>
              <w:sdtContent>
                <w:r w:rsidR="0023035A" w:rsidRPr="00E93509">
                  <w:rPr>
                    <w:rFonts w:cstheme="minorHAnsi"/>
                    <w:i/>
                    <w:color w:val="C00000"/>
                    <w:highlight w:val="yellow"/>
                  </w:rPr>
                  <w:t>vyplní zájemce</w:t>
                </w:r>
              </w:sdtContent>
            </w:sdt>
          </w:p>
        </w:tc>
      </w:tr>
      <w:tr w:rsidR="0023035A" w:rsidTr="00574EDA">
        <w:tc>
          <w:tcPr>
            <w:tcW w:w="1384" w:type="dxa"/>
            <w:tcBorders>
              <w:top w:val="nil"/>
              <w:left w:val="nil"/>
              <w:bottom w:val="nil"/>
              <w:right w:val="nil"/>
            </w:tcBorders>
          </w:tcPr>
          <w:p w:rsidR="0023035A" w:rsidRPr="00451E08" w:rsidRDefault="0023035A" w:rsidP="00574EDA">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Se sídlem:</w:t>
            </w:r>
          </w:p>
        </w:tc>
        <w:tc>
          <w:tcPr>
            <w:tcW w:w="3969" w:type="dxa"/>
            <w:tcBorders>
              <w:top w:val="nil"/>
              <w:left w:val="nil"/>
              <w:bottom w:val="nil"/>
              <w:right w:val="nil"/>
            </w:tcBorders>
          </w:tcPr>
          <w:p w:rsidR="0023035A" w:rsidRDefault="0068688C" w:rsidP="00574EDA">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903"/>
                <w:showingPlcHdr/>
                <w:text/>
              </w:sdtPr>
              <w:sdtContent>
                <w:r w:rsidR="0023035A" w:rsidRPr="00E93509">
                  <w:rPr>
                    <w:rFonts w:cstheme="minorHAnsi"/>
                    <w:i/>
                    <w:color w:val="C00000"/>
                    <w:highlight w:val="yellow"/>
                  </w:rPr>
                  <w:t>vyplní zájemce</w:t>
                </w:r>
              </w:sdtContent>
            </w:sdt>
          </w:p>
        </w:tc>
      </w:tr>
      <w:tr w:rsidR="0023035A" w:rsidTr="00574EDA">
        <w:tc>
          <w:tcPr>
            <w:tcW w:w="1384" w:type="dxa"/>
            <w:tcBorders>
              <w:top w:val="nil"/>
              <w:left w:val="nil"/>
              <w:bottom w:val="nil"/>
              <w:right w:val="nil"/>
            </w:tcBorders>
          </w:tcPr>
          <w:p w:rsidR="0023035A" w:rsidRPr="00451E08" w:rsidRDefault="0023035A" w:rsidP="00574EDA">
            <w:pPr>
              <w:tabs>
                <w:tab w:val="left" w:pos="1276"/>
              </w:tabs>
              <w:spacing w:before="20" w:after="20"/>
              <w:rPr>
                <w:rFonts w:asciiTheme="minorHAnsi" w:hAnsiTheme="minorHAnsi" w:cstheme="minorHAnsi"/>
                <w:color w:val="000000" w:themeColor="text1"/>
              </w:rPr>
            </w:pPr>
            <w:r>
              <w:rPr>
                <w:rFonts w:asciiTheme="minorHAnsi" w:hAnsiTheme="minorHAnsi" w:cstheme="minorHAnsi"/>
                <w:color w:val="000000" w:themeColor="text1"/>
              </w:rPr>
              <w:t>Jednající:</w:t>
            </w:r>
          </w:p>
        </w:tc>
        <w:tc>
          <w:tcPr>
            <w:tcW w:w="3969" w:type="dxa"/>
            <w:tcBorders>
              <w:top w:val="nil"/>
              <w:left w:val="nil"/>
              <w:bottom w:val="nil"/>
              <w:right w:val="nil"/>
            </w:tcBorders>
          </w:tcPr>
          <w:p w:rsidR="0023035A" w:rsidRDefault="0068688C" w:rsidP="00574EDA">
            <w:pPr>
              <w:tabs>
                <w:tab w:val="left" w:pos="1276"/>
              </w:tabs>
              <w:spacing w:before="20" w:after="20"/>
              <w:jc w:val="both"/>
              <w:rPr>
                <w:rFonts w:asciiTheme="minorHAnsi" w:hAnsiTheme="minorHAnsi" w:cstheme="minorHAnsi"/>
                <w:b/>
                <w:color w:val="000000" w:themeColor="text1"/>
              </w:rPr>
            </w:pPr>
            <w:sdt>
              <w:sdtPr>
                <w:rPr>
                  <w:rFonts w:cstheme="minorHAnsi"/>
                  <w:color w:val="000000" w:themeColor="text1"/>
                </w:rPr>
                <w:id w:val="14583904"/>
                <w:showingPlcHdr/>
                <w:text/>
              </w:sdtPr>
              <w:sdtContent>
                <w:r w:rsidR="0023035A" w:rsidRPr="00E93509">
                  <w:rPr>
                    <w:rFonts w:cstheme="minorHAnsi"/>
                    <w:i/>
                    <w:color w:val="C00000"/>
                    <w:highlight w:val="yellow"/>
                  </w:rPr>
                  <w:t>vyplní zájemce</w:t>
                </w:r>
              </w:sdtContent>
            </w:sdt>
          </w:p>
        </w:tc>
      </w:tr>
    </w:tbl>
    <w:p w:rsidR="0023035A" w:rsidRPr="00DA36CA" w:rsidRDefault="0023035A" w:rsidP="0023035A">
      <w:pPr>
        <w:jc w:val="both"/>
        <w:rPr>
          <w:rFonts w:asciiTheme="minorHAnsi" w:hAnsiTheme="minorHAnsi" w:cstheme="minorHAnsi"/>
        </w:rPr>
      </w:pPr>
    </w:p>
    <w:p w:rsidR="0023035A" w:rsidRPr="00DA36CA" w:rsidRDefault="0023035A" w:rsidP="0023035A">
      <w:pPr>
        <w:jc w:val="center"/>
        <w:rPr>
          <w:rFonts w:asciiTheme="minorHAnsi" w:hAnsiTheme="minorHAnsi" w:cstheme="minorHAnsi"/>
        </w:rPr>
      </w:pPr>
      <w:r w:rsidRPr="00DA36CA">
        <w:rPr>
          <w:rFonts w:asciiTheme="minorHAnsi" w:hAnsiTheme="minorHAnsi" w:cstheme="minorHAnsi"/>
        </w:rPr>
        <w:t>jako dodavatel veřejné zakázky malého rozsahu:</w:t>
      </w:r>
    </w:p>
    <w:p w:rsidR="0023035A" w:rsidRPr="00DA36CA" w:rsidRDefault="0023035A" w:rsidP="0023035A">
      <w:pPr>
        <w:jc w:val="center"/>
        <w:outlineLvl w:val="0"/>
        <w:rPr>
          <w:rFonts w:asciiTheme="minorHAnsi" w:hAnsiTheme="minorHAnsi" w:cstheme="minorHAnsi"/>
          <w:b/>
        </w:rPr>
      </w:pPr>
    </w:p>
    <w:p w:rsidR="0023035A" w:rsidRPr="00DA36CA" w:rsidRDefault="0023035A" w:rsidP="0023035A">
      <w:pPr>
        <w:jc w:val="center"/>
        <w:outlineLvl w:val="0"/>
        <w:rPr>
          <w:rFonts w:asciiTheme="minorHAnsi" w:hAnsiTheme="minorHAnsi" w:cstheme="minorHAnsi"/>
          <w:b/>
        </w:rPr>
      </w:pPr>
      <w:r w:rsidRPr="0024039E">
        <w:rPr>
          <w:rFonts w:asciiTheme="minorHAnsi" w:hAnsiTheme="minorHAnsi" w:cstheme="minorHAnsi"/>
          <w:b/>
        </w:rPr>
        <w:t>„</w:t>
      </w:r>
      <w:sdt>
        <w:sdtPr>
          <w:rPr>
            <w:rFonts w:eastAsia="Calibri" w:cstheme="minorHAnsi"/>
            <w:b/>
            <w:color w:val="000000" w:themeColor="text1"/>
          </w:rPr>
          <w:id w:val="7172203"/>
          <w:text/>
        </w:sdtPr>
        <w:sdtContent>
          <w:r w:rsidR="004D7C44" w:rsidRPr="0024039E">
            <w:rPr>
              <w:rFonts w:eastAsia="Calibri" w:cstheme="minorHAnsi"/>
              <w:b/>
              <w:color w:val="000000" w:themeColor="text1"/>
            </w:rPr>
            <w:t>Nákup traktoru pro Autoškolu</w:t>
          </w:r>
        </w:sdtContent>
      </w:sdt>
      <w:r w:rsidRPr="00DA36CA">
        <w:rPr>
          <w:rFonts w:asciiTheme="minorHAnsi" w:hAnsiTheme="minorHAnsi" w:cstheme="minorHAnsi"/>
          <w:b/>
        </w:rPr>
        <w:t>“</w:t>
      </w:r>
    </w:p>
    <w:p w:rsidR="0023035A" w:rsidRPr="00DA36CA" w:rsidRDefault="0023035A" w:rsidP="0023035A">
      <w:pPr>
        <w:spacing w:line="360" w:lineRule="auto"/>
        <w:jc w:val="both"/>
        <w:rPr>
          <w:rFonts w:asciiTheme="minorHAnsi" w:hAnsiTheme="minorHAnsi" w:cstheme="minorHAnsi"/>
        </w:rPr>
      </w:pPr>
    </w:p>
    <w:p w:rsidR="0023035A" w:rsidRPr="00DA36CA" w:rsidRDefault="0023035A" w:rsidP="0023035A">
      <w:pPr>
        <w:spacing w:after="0"/>
        <w:jc w:val="both"/>
        <w:rPr>
          <w:rFonts w:asciiTheme="minorHAnsi" w:hAnsiTheme="minorHAnsi" w:cstheme="minorHAnsi"/>
        </w:rPr>
      </w:pPr>
      <w:r w:rsidRPr="00DA36CA">
        <w:rPr>
          <w:rFonts w:asciiTheme="minorHAnsi" w:hAnsiTheme="minorHAnsi" w:cstheme="minorHAnsi"/>
        </w:rPr>
        <w:t>Prohlašuji, že nabídka na výše zmíněnou veřejnou zakázku malého rozsahu na</w:t>
      </w:r>
      <w:r w:rsidRPr="002F2E22">
        <w:rPr>
          <w:rFonts w:asciiTheme="minorHAnsi" w:hAnsiTheme="minorHAnsi" w:cstheme="minorHAnsi"/>
        </w:rPr>
        <w:t xml:space="preserve"> </w:t>
      </w:r>
      <w:sdt>
        <w:sdtPr>
          <w:rPr>
            <w:rFonts w:asciiTheme="minorHAnsi" w:hAnsiTheme="minorHAnsi" w:cstheme="minorHAnsi"/>
          </w:rPr>
          <w:id w:val="7172230"/>
          <w:comboBox>
            <w:listItem w:value="Zvolte položku."/>
            <w:listItem w:displayText="stavební práce" w:value="stavební práce"/>
            <w:listItem w:displayText="dodávky" w:value="dodávky"/>
            <w:listItem w:displayText="služby" w:value="služby"/>
          </w:comboBox>
        </w:sdtPr>
        <w:sdtContent>
          <w:r w:rsidR="0077642A">
            <w:rPr>
              <w:rFonts w:asciiTheme="minorHAnsi" w:hAnsiTheme="minorHAnsi" w:cstheme="minorHAnsi"/>
            </w:rPr>
            <w:t>dodávky</w:t>
          </w:r>
        </w:sdtContent>
      </w:sdt>
      <w:r w:rsidRPr="00DA36CA">
        <w:rPr>
          <w:rFonts w:asciiTheme="minorHAnsi" w:hAnsiTheme="minorHAnsi" w:cstheme="minorHAnsi"/>
        </w:rPr>
        <w:t xml:space="preserve">, podaná dne </w:t>
      </w:r>
      <w:sdt>
        <w:sdtPr>
          <w:rPr>
            <w:rFonts w:asciiTheme="minorHAnsi" w:hAnsiTheme="minorHAnsi" w:cstheme="minorHAnsi"/>
          </w:rPr>
          <w:id w:val="16111127"/>
          <w:showingPlcHdr/>
          <w:date>
            <w:dateFormat w:val="dd. MM. yyyy"/>
            <w:lid w:val="cs-CZ"/>
            <w:storeMappedDataAs w:val="dateTime"/>
            <w:calendar w:val="gregorian"/>
          </w:date>
        </w:sdtPr>
        <w:sdtContent>
          <w:r w:rsidR="00A4224B" w:rsidRPr="003D6E40">
            <w:rPr>
              <w:rStyle w:val="Zstupntext"/>
              <w:rFonts w:eastAsiaTheme="minorHAnsi"/>
              <w:highlight w:val="yellow"/>
            </w:rPr>
            <w:t>Klepněte sem a zadejte datum.</w:t>
          </w:r>
        </w:sdtContent>
      </w:sdt>
      <w:r w:rsidRPr="00DA36CA">
        <w:rPr>
          <w:rFonts w:asciiTheme="minorHAnsi" w:hAnsiTheme="minorHAnsi" w:cstheme="minorHAnsi"/>
        </w:rPr>
        <w:t xml:space="preserve"> </w:t>
      </w:r>
      <w:proofErr w:type="gramStart"/>
      <w:r w:rsidRPr="00DA36CA">
        <w:rPr>
          <w:rFonts w:asciiTheme="minorHAnsi" w:hAnsiTheme="minorHAnsi" w:cstheme="minorHAnsi"/>
        </w:rPr>
        <w:t>obsahuje</w:t>
      </w:r>
      <w:proofErr w:type="gramEnd"/>
      <w:r w:rsidRPr="00DA36CA">
        <w:rPr>
          <w:rFonts w:asciiTheme="minorHAnsi" w:hAnsiTheme="minorHAnsi" w:cstheme="minorHAnsi"/>
        </w:rPr>
        <w:t xml:space="preserve"> celkem </w:t>
      </w:r>
      <w:proofErr w:type="gramStart"/>
      <w:sdt>
        <w:sdtPr>
          <w:rPr>
            <w:rFonts w:asciiTheme="minorHAnsi" w:hAnsiTheme="minorHAnsi" w:cstheme="minorHAnsi"/>
            <w:i/>
            <w:color w:val="FF0000"/>
            <w:highlight w:val="yellow"/>
          </w:rPr>
          <w:id w:val="14583660"/>
          <w:text/>
        </w:sdtPr>
        <w:sdtContent>
          <w:r w:rsidRPr="00060ED0">
            <w:rPr>
              <w:rFonts w:asciiTheme="minorHAnsi" w:hAnsiTheme="minorHAnsi" w:cstheme="minorHAnsi"/>
              <w:i/>
              <w:color w:val="FF0000"/>
              <w:highlight w:val="yellow"/>
            </w:rPr>
            <w:t>vyplní</w:t>
          </w:r>
          <w:proofErr w:type="gramEnd"/>
          <w:r w:rsidRPr="00060ED0">
            <w:rPr>
              <w:rFonts w:asciiTheme="minorHAnsi" w:hAnsiTheme="minorHAnsi" w:cstheme="minorHAnsi"/>
              <w:i/>
              <w:color w:val="FF0000"/>
              <w:highlight w:val="yellow"/>
            </w:rPr>
            <w:t xml:space="preserve"> zájemce</w:t>
          </w:r>
        </w:sdtContent>
      </w:sdt>
      <w:r w:rsidRPr="00DA36CA">
        <w:rPr>
          <w:rFonts w:asciiTheme="minorHAnsi" w:hAnsiTheme="minorHAnsi" w:cstheme="minorHAnsi"/>
        </w:rPr>
        <w:t xml:space="preserve"> stran.</w:t>
      </w:r>
    </w:p>
    <w:p w:rsidR="0023035A" w:rsidRPr="00DA36CA" w:rsidRDefault="0023035A" w:rsidP="0023035A">
      <w:pPr>
        <w:jc w:val="both"/>
        <w:rPr>
          <w:rFonts w:asciiTheme="minorHAnsi" w:hAnsiTheme="minorHAnsi" w:cstheme="minorHAnsi"/>
        </w:rPr>
      </w:pPr>
    </w:p>
    <w:p w:rsidR="0023035A" w:rsidRPr="00DA36C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p w:rsidR="0023035A" w:rsidRDefault="0023035A" w:rsidP="0023035A">
      <w:pPr>
        <w:jc w:val="center"/>
        <w:rPr>
          <w:rFonts w:asciiTheme="minorHAnsi" w:hAnsiTheme="minorHAnsi" w:cstheme="minorHAnsi"/>
          <w:bCs/>
          <w:color w:val="000000"/>
        </w:rPr>
      </w:pPr>
    </w:p>
    <w:tbl>
      <w:tblPr>
        <w:tblStyle w:val="Mkatabulky"/>
        <w:tblW w:w="0" w:type="auto"/>
        <w:tblLook w:val="04A0"/>
      </w:tblPr>
      <w:tblGrid>
        <w:gridCol w:w="3652"/>
        <w:gridCol w:w="1843"/>
        <w:gridCol w:w="3717"/>
      </w:tblGrid>
      <w:tr w:rsidR="0023035A" w:rsidTr="00574EDA">
        <w:tc>
          <w:tcPr>
            <w:tcW w:w="3652" w:type="dxa"/>
            <w:tcBorders>
              <w:top w:val="nil"/>
              <w:left w:val="nil"/>
              <w:bottom w:val="nil"/>
              <w:right w:val="nil"/>
            </w:tcBorders>
          </w:tcPr>
          <w:p w:rsidR="0023035A" w:rsidRDefault="0023035A" w:rsidP="00574EDA">
            <w:pPr>
              <w:jc w:val="both"/>
              <w:rPr>
                <w:rFonts w:cstheme="minorHAnsi"/>
              </w:rPr>
            </w:pPr>
            <w:r>
              <w:rPr>
                <w:rFonts w:cstheme="minorHAnsi"/>
              </w:rPr>
              <w:t xml:space="preserve">V </w:t>
            </w:r>
            <w:sdt>
              <w:sdtPr>
                <w:rPr>
                  <w:rFonts w:cstheme="minorHAnsi"/>
                  <w:color w:val="000000" w:themeColor="text1"/>
                </w:rPr>
                <w:id w:val="14583920"/>
                <w:showingPlcHdr/>
                <w:text/>
              </w:sdtPr>
              <w:sdtContent>
                <w:r w:rsidRPr="009D5C70">
                  <w:rPr>
                    <w:rFonts w:cstheme="minorHAnsi"/>
                    <w:color w:val="000000" w:themeColor="text1"/>
                    <w:highlight w:val="yellow"/>
                  </w:rPr>
                  <w:t>____________</w:t>
                </w:r>
              </w:sdtContent>
            </w:sdt>
            <w:r>
              <w:rPr>
                <w:rFonts w:cstheme="minorHAnsi"/>
              </w:rPr>
              <w:t xml:space="preserve"> dne </w:t>
            </w:r>
            <w:sdt>
              <w:sdtPr>
                <w:rPr>
                  <w:rFonts w:cstheme="minorHAnsi"/>
                  <w:color w:val="000000" w:themeColor="text1"/>
                  <w:highlight w:val="yellow"/>
                </w:rPr>
                <w:id w:val="14583921"/>
                <w:showingPlcHdr/>
                <w:text/>
              </w:sdtPr>
              <w:sdtContent>
                <w:r w:rsidRPr="009D5C70">
                  <w:rPr>
                    <w:rFonts w:cstheme="minorHAnsi"/>
                    <w:color w:val="000000" w:themeColor="text1"/>
                    <w:highlight w:val="yellow"/>
                  </w:rPr>
                  <w:t>__</w:t>
                </w:r>
              </w:sdtContent>
            </w:sdt>
            <w:r w:rsidRPr="009D5C70">
              <w:rPr>
                <w:rFonts w:cstheme="minorHAnsi"/>
                <w:highlight w:val="yellow"/>
              </w:rPr>
              <w:t xml:space="preserve">. </w:t>
            </w:r>
            <w:sdt>
              <w:sdtPr>
                <w:rPr>
                  <w:rFonts w:cstheme="minorHAnsi"/>
                  <w:color w:val="000000" w:themeColor="text1"/>
                  <w:highlight w:val="yellow"/>
                </w:rPr>
                <w:id w:val="14583922"/>
                <w:showingPlcHdr/>
                <w:text/>
              </w:sdtPr>
              <w:sdtContent>
                <w:r w:rsidRPr="009D5C70">
                  <w:rPr>
                    <w:rFonts w:cstheme="minorHAnsi"/>
                    <w:color w:val="000000" w:themeColor="text1"/>
                    <w:highlight w:val="yellow"/>
                  </w:rPr>
                  <w:t>__</w:t>
                </w:r>
              </w:sdtContent>
            </w:sdt>
            <w:r w:rsidRPr="009D5C70">
              <w:rPr>
                <w:rFonts w:cstheme="minorHAnsi"/>
                <w:highlight w:val="yellow"/>
              </w:rPr>
              <w:t>.</w:t>
            </w:r>
            <w:r w:rsidRPr="009D5C70">
              <w:rPr>
                <w:rFonts w:cstheme="minorHAnsi"/>
                <w:color w:val="000000" w:themeColor="text1"/>
                <w:highlight w:val="yellow"/>
              </w:rPr>
              <w:t xml:space="preserve"> </w:t>
            </w:r>
            <w:sdt>
              <w:sdtPr>
                <w:rPr>
                  <w:rFonts w:cstheme="minorHAnsi"/>
                  <w:color w:val="000000" w:themeColor="text1"/>
                  <w:highlight w:val="yellow"/>
                </w:rPr>
                <w:id w:val="14583923"/>
                <w:showingPlcHdr/>
                <w:text/>
              </w:sdtPr>
              <w:sdtEndPr>
                <w:rPr>
                  <w:highlight w:val="none"/>
                </w:rPr>
              </w:sdtEndPr>
              <w:sdtContent>
                <w:r w:rsidRPr="009D5C70">
                  <w:rPr>
                    <w:rFonts w:cstheme="minorHAnsi"/>
                    <w:color w:val="000000" w:themeColor="text1"/>
                    <w:highlight w:val="yellow"/>
                  </w:rPr>
                  <w:t>__</w:t>
                </w:r>
              </w:sdtContent>
            </w:sdt>
          </w:p>
        </w:tc>
        <w:tc>
          <w:tcPr>
            <w:tcW w:w="1843" w:type="dxa"/>
            <w:tcBorders>
              <w:top w:val="nil"/>
              <w:left w:val="nil"/>
              <w:bottom w:val="nil"/>
              <w:right w:val="nil"/>
            </w:tcBorders>
          </w:tcPr>
          <w:p w:rsidR="0023035A" w:rsidRDefault="0023035A" w:rsidP="00574EDA">
            <w:pPr>
              <w:jc w:val="both"/>
              <w:rPr>
                <w:rFonts w:cstheme="minorHAnsi"/>
              </w:rPr>
            </w:pPr>
          </w:p>
        </w:tc>
        <w:tc>
          <w:tcPr>
            <w:tcW w:w="3717" w:type="dxa"/>
            <w:tcBorders>
              <w:top w:val="nil"/>
              <w:left w:val="nil"/>
              <w:bottom w:val="nil"/>
              <w:right w:val="nil"/>
            </w:tcBorders>
          </w:tcPr>
          <w:p w:rsidR="0023035A" w:rsidRPr="00A82FD1" w:rsidRDefault="0023035A" w:rsidP="00574EDA">
            <w:pPr>
              <w:jc w:val="center"/>
              <w:rPr>
                <w:rFonts w:cstheme="minorHAnsi"/>
                <w:highlight w:val="green"/>
              </w:rPr>
            </w:pPr>
            <w:r w:rsidRPr="00A82FD1">
              <w:rPr>
                <w:rFonts w:cstheme="minorHAnsi"/>
              </w:rPr>
              <w:t>_________________________</w:t>
            </w:r>
          </w:p>
        </w:tc>
      </w:tr>
      <w:tr w:rsidR="0023035A" w:rsidRPr="00D123B0" w:rsidTr="00574EDA">
        <w:tc>
          <w:tcPr>
            <w:tcW w:w="3652" w:type="dxa"/>
            <w:tcBorders>
              <w:top w:val="nil"/>
              <w:left w:val="nil"/>
              <w:bottom w:val="nil"/>
              <w:right w:val="nil"/>
            </w:tcBorders>
          </w:tcPr>
          <w:p w:rsidR="0023035A" w:rsidRDefault="0023035A" w:rsidP="00574EDA">
            <w:pPr>
              <w:jc w:val="both"/>
              <w:rPr>
                <w:rFonts w:cstheme="minorHAnsi"/>
              </w:rPr>
            </w:pPr>
          </w:p>
        </w:tc>
        <w:tc>
          <w:tcPr>
            <w:tcW w:w="1843" w:type="dxa"/>
            <w:tcBorders>
              <w:top w:val="nil"/>
              <w:left w:val="nil"/>
              <w:bottom w:val="nil"/>
              <w:right w:val="nil"/>
            </w:tcBorders>
          </w:tcPr>
          <w:p w:rsidR="0023035A" w:rsidRDefault="0023035A" w:rsidP="00574EDA">
            <w:pPr>
              <w:jc w:val="both"/>
              <w:rPr>
                <w:rFonts w:cstheme="minorHAnsi"/>
              </w:rPr>
            </w:pPr>
          </w:p>
        </w:tc>
        <w:tc>
          <w:tcPr>
            <w:tcW w:w="3717" w:type="dxa"/>
            <w:tcBorders>
              <w:top w:val="nil"/>
              <w:left w:val="nil"/>
              <w:bottom w:val="nil"/>
              <w:right w:val="nil"/>
            </w:tcBorders>
          </w:tcPr>
          <w:sdt>
            <w:sdtPr>
              <w:rPr>
                <w:rFonts w:cstheme="minorHAnsi"/>
                <w:color w:val="000000" w:themeColor="text1"/>
              </w:rPr>
              <w:id w:val="14583924"/>
              <w:showingPlcHdr/>
              <w:text/>
            </w:sdtPr>
            <w:sdtEndPr>
              <w:rPr>
                <w:i/>
              </w:rPr>
            </w:sdtEndPr>
            <w:sdtContent>
              <w:p w:rsidR="0023035A" w:rsidRPr="00D123B0" w:rsidRDefault="0023035A" w:rsidP="00574EDA">
                <w:pPr>
                  <w:jc w:val="center"/>
                  <w:rPr>
                    <w:rFonts w:cstheme="minorHAnsi"/>
                    <w:color w:val="808080" w:themeColor="background1" w:themeShade="80"/>
                    <w:highlight w:val="yellow"/>
                  </w:rPr>
                </w:pPr>
                <w:r w:rsidRPr="00CC5332">
                  <w:rPr>
                    <w:rFonts w:cstheme="minorHAnsi"/>
                    <w:color w:val="000000" w:themeColor="text1"/>
                  </w:rPr>
                  <w:t>razítko a podpis oprávněné osoby jednat za zájemce</w:t>
                </w:r>
              </w:p>
              <w:p w:rsidR="0023035A" w:rsidRPr="00D123B0" w:rsidRDefault="0023035A" w:rsidP="00574EDA">
                <w:pPr>
                  <w:jc w:val="center"/>
                  <w:rPr>
                    <w:rFonts w:cstheme="minorHAnsi"/>
                    <w:color w:val="7F7F7F" w:themeColor="text1" w:themeTint="80"/>
                  </w:rPr>
                </w:pPr>
                <w:r w:rsidRPr="00D123B0">
                  <w:rPr>
                    <w:rFonts w:cstheme="minorHAnsi"/>
                    <w:i/>
                    <w:color w:val="C00000"/>
                    <w:highlight w:val="yellow"/>
                  </w:rPr>
                  <w:t>jméno a příjmení</w:t>
                </w:r>
              </w:p>
            </w:sdtContent>
          </w:sdt>
        </w:tc>
      </w:tr>
    </w:tbl>
    <w:p w:rsidR="0023035A" w:rsidRPr="00523656" w:rsidRDefault="0023035A" w:rsidP="005A47A8">
      <w:pPr>
        <w:tabs>
          <w:tab w:val="left" w:pos="5529"/>
        </w:tabs>
        <w:spacing w:after="120" w:line="271" w:lineRule="auto"/>
        <w:jc w:val="both"/>
        <w:rPr>
          <w:rFonts w:asciiTheme="minorHAnsi" w:hAnsiTheme="minorHAnsi" w:cstheme="minorHAnsi"/>
          <w:i/>
          <w:color w:val="7F7F7F" w:themeColor="text1" w:themeTint="80"/>
        </w:rPr>
      </w:pPr>
    </w:p>
    <w:sectPr w:rsidR="0023035A" w:rsidRPr="00523656" w:rsidSect="00A57805">
      <w:headerReference w:type="default" r:id="rId8"/>
      <w:footerReference w:type="default" r:id="rId9"/>
      <w:pgSz w:w="11906" w:h="16838" w:code="9"/>
      <w:pgMar w:top="1418" w:right="1418" w:bottom="1134" w:left="1418" w:header="28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02B" w:rsidRDefault="00A9502B" w:rsidP="00766C10">
      <w:pPr>
        <w:spacing w:after="0" w:line="240" w:lineRule="auto"/>
      </w:pPr>
      <w:r>
        <w:separator/>
      </w:r>
    </w:p>
  </w:endnote>
  <w:endnote w:type="continuationSeparator" w:id="0">
    <w:p w:rsidR="00A9502B" w:rsidRDefault="00A9502B" w:rsidP="00766C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sz w:val="20"/>
        <w:szCs w:val="20"/>
      </w:rPr>
      <w:id w:val="20578779"/>
      <w:docPartObj>
        <w:docPartGallery w:val="Page Numbers (Bottom of Page)"/>
        <w:docPartUnique/>
      </w:docPartObj>
    </w:sdtPr>
    <w:sdtContent>
      <w:p w:rsidR="004331A9" w:rsidRPr="008B42C9" w:rsidRDefault="0068688C">
        <w:pPr>
          <w:pStyle w:val="Zpat"/>
          <w:jc w:val="right"/>
          <w:rPr>
            <w:rFonts w:ascii="Verdana" w:hAnsi="Verdana"/>
            <w:sz w:val="20"/>
            <w:szCs w:val="20"/>
          </w:rPr>
        </w:pPr>
      </w:p>
    </w:sdtContent>
  </w:sdt>
  <w:p w:rsidR="000C1D37" w:rsidRDefault="00A9502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02B" w:rsidRDefault="00A9502B" w:rsidP="00766C10">
      <w:pPr>
        <w:spacing w:after="0" w:line="240" w:lineRule="auto"/>
      </w:pPr>
      <w:r>
        <w:separator/>
      </w:r>
    </w:p>
  </w:footnote>
  <w:footnote w:type="continuationSeparator" w:id="0">
    <w:p w:rsidR="00A9502B" w:rsidRDefault="00A9502B" w:rsidP="00766C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4A4" w:rsidRPr="004C633C" w:rsidRDefault="0013686B" w:rsidP="0013686B">
    <w:pPr>
      <w:spacing w:after="0" w:line="240" w:lineRule="auto"/>
      <w:ind w:left="1" w:hanging="1"/>
      <w:jc w:val="right"/>
      <w:rPr>
        <w:rFonts w:asciiTheme="minorHAnsi" w:hAnsiTheme="minorHAnsi" w:cstheme="minorHAnsi"/>
        <w:sz w:val="24"/>
        <w:szCs w:val="24"/>
      </w:rPr>
    </w:pPr>
    <w:r>
      <w:rPr>
        <w:rFonts w:asciiTheme="minorHAnsi" w:hAnsiTheme="minorHAnsi" w:cstheme="minorHAnsi"/>
        <w:sz w:val="24"/>
        <w:szCs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F7496"/>
    <w:multiLevelType w:val="hybridMultilevel"/>
    <w:tmpl w:val="FF10BC5C"/>
    <w:lvl w:ilvl="0" w:tplc="A064A1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96F3B30"/>
    <w:multiLevelType w:val="hybridMultilevel"/>
    <w:tmpl w:val="D9B20416"/>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
    <w:nsid w:val="56053A7B"/>
    <w:multiLevelType w:val="hybridMultilevel"/>
    <w:tmpl w:val="856C19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5"/>
  <w:characterSpacingControl w:val="doNotCompress"/>
  <w:hdrShapeDefaults>
    <o:shapedefaults v:ext="edit" spidmax="63490"/>
  </w:hdrShapeDefaults>
  <w:footnotePr>
    <w:footnote w:id="-1"/>
    <w:footnote w:id="0"/>
  </w:footnotePr>
  <w:endnotePr>
    <w:endnote w:id="-1"/>
    <w:endnote w:id="0"/>
  </w:endnotePr>
  <w:compat/>
  <w:rsids>
    <w:rsidRoot w:val="00593B02"/>
    <w:rsid w:val="000004D8"/>
    <w:rsid w:val="00000A67"/>
    <w:rsid w:val="00000DC2"/>
    <w:rsid w:val="00001D0A"/>
    <w:rsid w:val="000026A1"/>
    <w:rsid w:val="00002E74"/>
    <w:rsid w:val="00003077"/>
    <w:rsid w:val="00004699"/>
    <w:rsid w:val="00004C2C"/>
    <w:rsid w:val="00004E7C"/>
    <w:rsid w:val="00004F67"/>
    <w:rsid w:val="000056B6"/>
    <w:rsid w:val="00005752"/>
    <w:rsid w:val="0000597A"/>
    <w:rsid w:val="000059E1"/>
    <w:rsid w:val="00005A60"/>
    <w:rsid w:val="00006720"/>
    <w:rsid w:val="00007087"/>
    <w:rsid w:val="000070E0"/>
    <w:rsid w:val="00010198"/>
    <w:rsid w:val="0001037F"/>
    <w:rsid w:val="0001150A"/>
    <w:rsid w:val="00011DBF"/>
    <w:rsid w:val="0001246D"/>
    <w:rsid w:val="00012560"/>
    <w:rsid w:val="0001309F"/>
    <w:rsid w:val="0001334C"/>
    <w:rsid w:val="000133FE"/>
    <w:rsid w:val="00013731"/>
    <w:rsid w:val="000139D3"/>
    <w:rsid w:val="00013EE4"/>
    <w:rsid w:val="00014052"/>
    <w:rsid w:val="00014BDE"/>
    <w:rsid w:val="0001539D"/>
    <w:rsid w:val="00015460"/>
    <w:rsid w:val="00015B30"/>
    <w:rsid w:val="00015B5E"/>
    <w:rsid w:val="0001616C"/>
    <w:rsid w:val="0001686E"/>
    <w:rsid w:val="000210D3"/>
    <w:rsid w:val="00021CB2"/>
    <w:rsid w:val="00021CF7"/>
    <w:rsid w:val="00022AAF"/>
    <w:rsid w:val="00022C91"/>
    <w:rsid w:val="00023A64"/>
    <w:rsid w:val="00024803"/>
    <w:rsid w:val="00025994"/>
    <w:rsid w:val="00026914"/>
    <w:rsid w:val="00027367"/>
    <w:rsid w:val="00027867"/>
    <w:rsid w:val="00027972"/>
    <w:rsid w:val="000304B8"/>
    <w:rsid w:val="000307EF"/>
    <w:rsid w:val="00030EB2"/>
    <w:rsid w:val="00030F77"/>
    <w:rsid w:val="00031230"/>
    <w:rsid w:val="00031345"/>
    <w:rsid w:val="000316B6"/>
    <w:rsid w:val="00031BAE"/>
    <w:rsid w:val="00031E98"/>
    <w:rsid w:val="00032F8E"/>
    <w:rsid w:val="00035B54"/>
    <w:rsid w:val="00035EDC"/>
    <w:rsid w:val="000363E0"/>
    <w:rsid w:val="00036ABB"/>
    <w:rsid w:val="00037D2D"/>
    <w:rsid w:val="00040443"/>
    <w:rsid w:val="000406AA"/>
    <w:rsid w:val="000415BE"/>
    <w:rsid w:val="00041832"/>
    <w:rsid w:val="00041BDE"/>
    <w:rsid w:val="00041F8D"/>
    <w:rsid w:val="0004303F"/>
    <w:rsid w:val="000432B0"/>
    <w:rsid w:val="0004490E"/>
    <w:rsid w:val="00044B95"/>
    <w:rsid w:val="00044EE2"/>
    <w:rsid w:val="00044F50"/>
    <w:rsid w:val="00045E6D"/>
    <w:rsid w:val="00046233"/>
    <w:rsid w:val="0004629C"/>
    <w:rsid w:val="00046EAF"/>
    <w:rsid w:val="00046F10"/>
    <w:rsid w:val="0004757D"/>
    <w:rsid w:val="0005008C"/>
    <w:rsid w:val="00050C9C"/>
    <w:rsid w:val="00050EF7"/>
    <w:rsid w:val="00051A04"/>
    <w:rsid w:val="000525D0"/>
    <w:rsid w:val="00052743"/>
    <w:rsid w:val="00052B71"/>
    <w:rsid w:val="00053CA8"/>
    <w:rsid w:val="000543AA"/>
    <w:rsid w:val="00054A42"/>
    <w:rsid w:val="0005550E"/>
    <w:rsid w:val="00055807"/>
    <w:rsid w:val="000578C3"/>
    <w:rsid w:val="00057ACF"/>
    <w:rsid w:val="000604AB"/>
    <w:rsid w:val="00060DB3"/>
    <w:rsid w:val="000626B3"/>
    <w:rsid w:val="00062E5B"/>
    <w:rsid w:val="000637F4"/>
    <w:rsid w:val="00065275"/>
    <w:rsid w:val="00065379"/>
    <w:rsid w:val="00065447"/>
    <w:rsid w:val="00065695"/>
    <w:rsid w:val="000664AE"/>
    <w:rsid w:val="000707F3"/>
    <w:rsid w:val="00070FD7"/>
    <w:rsid w:val="00071251"/>
    <w:rsid w:val="00072CB8"/>
    <w:rsid w:val="00072EBC"/>
    <w:rsid w:val="000731F7"/>
    <w:rsid w:val="00073EFE"/>
    <w:rsid w:val="00073FBE"/>
    <w:rsid w:val="00074168"/>
    <w:rsid w:val="0007439B"/>
    <w:rsid w:val="0007447D"/>
    <w:rsid w:val="00074762"/>
    <w:rsid w:val="00074E23"/>
    <w:rsid w:val="0007512F"/>
    <w:rsid w:val="000755FD"/>
    <w:rsid w:val="00075786"/>
    <w:rsid w:val="00075883"/>
    <w:rsid w:val="00075E84"/>
    <w:rsid w:val="000764AB"/>
    <w:rsid w:val="000766B8"/>
    <w:rsid w:val="000774E9"/>
    <w:rsid w:val="00080234"/>
    <w:rsid w:val="00080A13"/>
    <w:rsid w:val="00080F89"/>
    <w:rsid w:val="00080FEC"/>
    <w:rsid w:val="000810AB"/>
    <w:rsid w:val="0008170C"/>
    <w:rsid w:val="00081C98"/>
    <w:rsid w:val="0008358B"/>
    <w:rsid w:val="000835E7"/>
    <w:rsid w:val="00083631"/>
    <w:rsid w:val="00083BF6"/>
    <w:rsid w:val="00084501"/>
    <w:rsid w:val="00085A49"/>
    <w:rsid w:val="00085A75"/>
    <w:rsid w:val="0008674E"/>
    <w:rsid w:val="00086BEC"/>
    <w:rsid w:val="0008718D"/>
    <w:rsid w:val="00087C3E"/>
    <w:rsid w:val="00087E84"/>
    <w:rsid w:val="00087ED3"/>
    <w:rsid w:val="00090B18"/>
    <w:rsid w:val="00090DE0"/>
    <w:rsid w:val="000911CE"/>
    <w:rsid w:val="00091757"/>
    <w:rsid w:val="00092C19"/>
    <w:rsid w:val="00092D24"/>
    <w:rsid w:val="000938E1"/>
    <w:rsid w:val="00093B3A"/>
    <w:rsid w:val="00093C66"/>
    <w:rsid w:val="00093CDD"/>
    <w:rsid w:val="00094F95"/>
    <w:rsid w:val="00095886"/>
    <w:rsid w:val="00096336"/>
    <w:rsid w:val="000969EE"/>
    <w:rsid w:val="00096A02"/>
    <w:rsid w:val="000973AC"/>
    <w:rsid w:val="000973B8"/>
    <w:rsid w:val="000A0D2D"/>
    <w:rsid w:val="000A12FC"/>
    <w:rsid w:val="000A14AD"/>
    <w:rsid w:val="000A164D"/>
    <w:rsid w:val="000A177B"/>
    <w:rsid w:val="000A1CA6"/>
    <w:rsid w:val="000A278F"/>
    <w:rsid w:val="000A3C5C"/>
    <w:rsid w:val="000A41A7"/>
    <w:rsid w:val="000A47EA"/>
    <w:rsid w:val="000A52E2"/>
    <w:rsid w:val="000A5C41"/>
    <w:rsid w:val="000A64A8"/>
    <w:rsid w:val="000A6F70"/>
    <w:rsid w:val="000A7230"/>
    <w:rsid w:val="000B085E"/>
    <w:rsid w:val="000B0D62"/>
    <w:rsid w:val="000B1A57"/>
    <w:rsid w:val="000B1B0C"/>
    <w:rsid w:val="000B1B7C"/>
    <w:rsid w:val="000B1CA4"/>
    <w:rsid w:val="000B2233"/>
    <w:rsid w:val="000B2ACF"/>
    <w:rsid w:val="000B2F82"/>
    <w:rsid w:val="000B33DC"/>
    <w:rsid w:val="000B3E36"/>
    <w:rsid w:val="000B42B7"/>
    <w:rsid w:val="000B45F7"/>
    <w:rsid w:val="000B4F13"/>
    <w:rsid w:val="000B586D"/>
    <w:rsid w:val="000B5D75"/>
    <w:rsid w:val="000B669F"/>
    <w:rsid w:val="000B6724"/>
    <w:rsid w:val="000B6BE4"/>
    <w:rsid w:val="000B6E0F"/>
    <w:rsid w:val="000B716D"/>
    <w:rsid w:val="000C0C0F"/>
    <w:rsid w:val="000C0FBD"/>
    <w:rsid w:val="000C0FE9"/>
    <w:rsid w:val="000C1939"/>
    <w:rsid w:val="000C222E"/>
    <w:rsid w:val="000C26B8"/>
    <w:rsid w:val="000C29A4"/>
    <w:rsid w:val="000C2BE4"/>
    <w:rsid w:val="000C3623"/>
    <w:rsid w:val="000C377C"/>
    <w:rsid w:val="000C3BFF"/>
    <w:rsid w:val="000C3C09"/>
    <w:rsid w:val="000C3E44"/>
    <w:rsid w:val="000C3E50"/>
    <w:rsid w:val="000C41A7"/>
    <w:rsid w:val="000C4DA0"/>
    <w:rsid w:val="000C4DE2"/>
    <w:rsid w:val="000C57B4"/>
    <w:rsid w:val="000C5FD9"/>
    <w:rsid w:val="000C6564"/>
    <w:rsid w:val="000C720A"/>
    <w:rsid w:val="000D0750"/>
    <w:rsid w:val="000D0D76"/>
    <w:rsid w:val="000D0DFB"/>
    <w:rsid w:val="000D0FB7"/>
    <w:rsid w:val="000D1326"/>
    <w:rsid w:val="000D14B4"/>
    <w:rsid w:val="000D1F3D"/>
    <w:rsid w:val="000D1F4A"/>
    <w:rsid w:val="000D2540"/>
    <w:rsid w:val="000D32BD"/>
    <w:rsid w:val="000D3C46"/>
    <w:rsid w:val="000D42EE"/>
    <w:rsid w:val="000D4E3B"/>
    <w:rsid w:val="000D598D"/>
    <w:rsid w:val="000D6FCB"/>
    <w:rsid w:val="000D7702"/>
    <w:rsid w:val="000D78D4"/>
    <w:rsid w:val="000E0EC2"/>
    <w:rsid w:val="000E1468"/>
    <w:rsid w:val="000E1807"/>
    <w:rsid w:val="000E22D1"/>
    <w:rsid w:val="000E23CB"/>
    <w:rsid w:val="000E3535"/>
    <w:rsid w:val="000E379F"/>
    <w:rsid w:val="000E3973"/>
    <w:rsid w:val="000E496C"/>
    <w:rsid w:val="000E5252"/>
    <w:rsid w:val="000E6AF6"/>
    <w:rsid w:val="000E6B34"/>
    <w:rsid w:val="000F09C5"/>
    <w:rsid w:val="000F1809"/>
    <w:rsid w:val="000F1A7D"/>
    <w:rsid w:val="000F1B72"/>
    <w:rsid w:val="000F1F9D"/>
    <w:rsid w:val="000F40DF"/>
    <w:rsid w:val="000F4527"/>
    <w:rsid w:val="000F4EEE"/>
    <w:rsid w:val="000F510D"/>
    <w:rsid w:val="000F5166"/>
    <w:rsid w:val="000F534E"/>
    <w:rsid w:val="000F53A4"/>
    <w:rsid w:val="000F574C"/>
    <w:rsid w:val="000F7BC8"/>
    <w:rsid w:val="000F7D30"/>
    <w:rsid w:val="0010001D"/>
    <w:rsid w:val="00100999"/>
    <w:rsid w:val="001018C5"/>
    <w:rsid w:val="00101A8B"/>
    <w:rsid w:val="00102757"/>
    <w:rsid w:val="00102DD9"/>
    <w:rsid w:val="001030B7"/>
    <w:rsid w:val="00103607"/>
    <w:rsid w:val="0010452A"/>
    <w:rsid w:val="001051F4"/>
    <w:rsid w:val="00105663"/>
    <w:rsid w:val="0010644B"/>
    <w:rsid w:val="00106566"/>
    <w:rsid w:val="00106685"/>
    <w:rsid w:val="00106BE1"/>
    <w:rsid w:val="00107D3D"/>
    <w:rsid w:val="00110363"/>
    <w:rsid w:val="00110871"/>
    <w:rsid w:val="00110F1A"/>
    <w:rsid w:val="0011109E"/>
    <w:rsid w:val="00111136"/>
    <w:rsid w:val="00111177"/>
    <w:rsid w:val="00111364"/>
    <w:rsid w:val="001121CD"/>
    <w:rsid w:val="00112573"/>
    <w:rsid w:val="00112694"/>
    <w:rsid w:val="0011279A"/>
    <w:rsid w:val="00112A46"/>
    <w:rsid w:val="00113D8F"/>
    <w:rsid w:val="00115215"/>
    <w:rsid w:val="00115417"/>
    <w:rsid w:val="00115F48"/>
    <w:rsid w:val="001164B7"/>
    <w:rsid w:val="0011744F"/>
    <w:rsid w:val="00117EB5"/>
    <w:rsid w:val="001201E6"/>
    <w:rsid w:val="00120EE5"/>
    <w:rsid w:val="00120F45"/>
    <w:rsid w:val="001211AB"/>
    <w:rsid w:val="0012122D"/>
    <w:rsid w:val="00121DF7"/>
    <w:rsid w:val="001224D1"/>
    <w:rsid w:val="0012270D"/>
    <w:rsid w:val="00122C7A"/>
    <w:rsid w:val="00123A40"/>
    <w:rsid w:val="00123AB9"/>
    <w:rsid w:val="00123BAA"/>
    <w:rsid w:val="00123C69"/>
    <w:rsid w:val="00123E00"/>
    <w:rsid w:val="001245D6"/>
    <w:rsid w:val="0012583D"/>
    <w:rsid w:val="0012643E"/>
    <w:rsid w:val="00126537"/>
    <w:rsid w:val="00126880"/>
    <w:rsid w:val="00127083"/>
    <w:rsid w:val="0012743E"/>
    <w:rsid w:val="0013043F"/>
    <w:rsid w:val="00130FE9"/>
    <w:rsid w:val="001310A1"/>
    <w:rsid w:val="00131115"/>
    <w:rsid w:val="001315CA"/>
    <w:rsid w:val="00131E86"/>
    <w:rsid w:val="00132103"/>
    <w:rsid w:val="00132669"/>
    <w:rsid w:val="00132926"/>
    <w:rsid w:val="001332EB"/>
    <w:rsid w:val="001338B4"/>
    <w:rsid w:val="0013489D"/>
    <w:rsid w:val="00134E7A"/>
    <w:rsid w:val="00134F81"/>
    <w:rsid w:val="00135758"/>
    <w:rsid w:val="00135852"/>
    <w:rsid w:val="00135AF2"/>
    <w:rsid w:val="00135EA8"/>
    <w:rsid w:val="001360BB"/>
    <w:rsid w:val="0013686B"/>
    <w:rsid w:val="00136A17"/>
    <w:rsid w:val="00137116"/>
    <w:rsid w:val="00137386"/>
    <w:rsid w:val="001373D6"/>
    <w:rsid w:val="00137760"/>
    <w:rsid w:val="00137997"/>
    <w:rsid w:val="00137AE8"/>
    <w:rsid w:val="00140336"/>
    <w:rsid w:val="0014142B"/>
    <w:rsid w:val="001418B6"/>
    <w:rsid w:val="00141BFC"/>
    <w:rsid w:val="001421F8"/>
    <w:rsid w:val="00142215"/>
    <w:rsid w:val="001424CB"/>
    <w:rsid w:val="0014277F"/>
    <w:rsid w:val="00142858"/>
    <w:rsid w:val="00143185"/>
    <w:rsid w:val="001433D1"/>
    <w:rsid w:val="00143E2B"/>
    <w:rsid w:val="00143E54"/>
    <w:rsid w:val="00144584"/>
    <w:rsid w:val="001446D9"/>
    <w:rsid w:val="00144AFB"/>
    <w:rsid w:val="00145689"/>
    <w:rsid w:val="0014586C"/>
    <w:rsid w:val="00145D52"/>
    <w:rsid w:val="00146035"/>
    <w:rsid w:val="0014604E"/>
    <w:rsid w:val="001464DC"/>
    <w:rsid w:val="0014677E"/>
    <w:rsid w:val="00147079"/>
    <w:rsid w:val="001470ED"/>
    <w:rsid w:val="00147BD2"/>
    <w:rsid w:val="00147D6C"/>
    <w:rsid w:val="001513B4"/>
    <w:rsid w:val="00151E6B"/>
    <w:rsid w:val="0015228E"/>
    <w:rsid w:val="00153963"/>
    <w:rsid w:val="00153F10"/>
    <w:rsid w:val="00154FC7"/>
    <w:rsid w:val="00155D8C"/>
    <w:rsid w:val="00155FC5"/>
    <w:rsid w:val="00156A19"/>
    <w:rsid w:val="00156DE5"/>
    <w:rsid w:val="0015758F"/>
    <w:rsid w:val="00157665"/>
    <w:rsid w:val="001602AB"/>
    <w:rsid w:val="00160366"/>
    <w:rsid w:val="00160D5E"/>
    <w:rsid w:val="00160DC1"/>
    <w:rsid w:val="001610BA"/>
    <w:rsid w:val="00161117"/>
    <w:rsid w:val="001611C1"/>
    <w:rsid w:val="00161461"/>
    <w:rsid w:val="001628FB"/>
    <w:rsid w:val="00162ABA"/>
    <w:rsid w:val="00162C51"/>
    <w:rsid w:val="00163802"/>
    <w:rsid w:val="001640B4"/>
    <w:rsid w:val="001641B4"/>
    <w:rsid w:val="00164483"/>
    <w:rsid w:val="001647B2"/>
    <w:rsid w:val="00164887"/>
    <w:rsid w:val="00166201"/>
    <w:rsid w:val="00166B67"/>
    <w:rsid w:val="00166B9E"/>
    <w:rsid w:val="00166E72"/>
    <w:rsid w:val="001671ED"/>
    <w:rsid w:val="0016784B"/>
    <w:rsid w:val="00167BEE"/>
    <w:rsid w:val="00170FCE"/>
    <w:rsid w:val="00171B04"/>
    <w:rsid w:val="00173188"/>
    <w:rsid w:val="001733E2"/>
    <w:rsid w:val="001738DC"/>
    <w:rsid w:val="00173FBA"/>
    <w:rsid w:val="00174029"/>
    <w:rsid w:val="00174772"/>
    <w:rsid w:val="00174C22"/>
    <w:rsid w:val="00175680"/>
    <w:rsid w:val="0017594C"/>
    <w:rsid w:val="00175B91"/>
    <w:rsid w:val="001761DA"/>
    <w:rsid w:val="001763FF"/>
    <w:rsid w:val="001766AE"/>
    <w:rsid w:val="00176B62"/>
    <w:rsid w:val="00176D2B"/>
    <w:rsid w:val="001776DF"/>
    <w:rsid w:val="0018059F"/>
    <w:rsid w:val="001811CE"/>
    <w:rsid w:val="001812D7"/>
    <w:rsid w:val="00181C3D"/>
    <w:rsid w:val="0018200C"/>
    <w:rsid w:val="00183D58"/>
    <w:rsid w:val="00183DA5"/>
    <w:rsid w:val="00184012"/>
    <w:rsid w:val="001843D7"/>
    <w:rsid w:val="001856E3"/>
    <w:rsid w:val="001859FF"/>
    <w:rsid w:val="00185E7B"/>
    <w:rsid w:val="00185FD9"/>
    <w:rsid w:val="0018607C"/>
    <w:rsid w:val="0018658E"/>
    <w:rsid w:val="00186816"/>
    <w:rsid w:val="00187662"/>
    <w:rsid w:val="001876B3"/>
    <w:rsid w:val="00187FFE"/>
    <w:rsid w:val="001902AB"/>
    <w:rsid w:val="001902D6"/>
    <w:rsid w:val="001906D7"/>
    <w:rsid w:val="00190ADF"/>
    <w:rsid w:val="00190B5D"/>
    <w:rsid w:val="00190EE4"/>
    <w:rsid w:val="0019103C"/>
    <w:rsid w:val="001916CD"/>
    <w:rsid w:val="001917E7"/>
    <w:rsid w:val="001918BB"/>
    <w:rsid w:val="00192CBF"/>
    <w:rsid w:val="00192DE8"/>
    <w:rsid w:val="00193024"/>
    <w:rsid w:val="00193BC3"/>
    <w:rsid w:val="00193CB7"/>
    <w:rsid w:val="00194537"/>
    <w:rsid w:val="00194C09"/>
    <w:rsid w:val="00195E99"/>
    <w:rsid w:val="001961E4"/>
    <w:rsid w:val="001966B5"/>
    <w:rsid w:val="00197B7E"/>
    <w:rsid w:val="00197E7E"/>
    <w:rsid w:val="00197F86"/>
    <w:rsid w:val="001A0324"/>
    <w:rsid w:val="001A0945"/>
    <w:rsid w:val="001A0B54"/>
    <w:rsid w:val="001A0D0A"/>
    <w:rsid w:val="001A0E39"/>
    <w:rsid w:val="001A1024"/>
    <w:rsid w:val="001A10C1"/>
    <w:rsid w:val="001A20E8"/>
    <w:rsid w:val="001A33B8"/>
    <w:rsid w:val="001A3FA7"/>
    <w:rsid w:val="001A489C"/>
    <w:rsid w:val="001A4D82"/>
    <w:rsid w:val="001A518B"/>
    <w:rsid w:val="001A5A0D"/>
    <w:rsid w:val="001A5AB3"/>
    <w:rsid w:val="001A668A"/>
    <w:rsid w:val="001A6CD1"/>
    <w:rsid w:val="001A6FCD"/>
    <w:rsid w:val="001A717F"/>
    <w:rsid w:val="001A74DF"/>
    <w:rsid w:val="001A7F1E"/>
    <w:rsid w:val="001B2038"/>
    <w:rsid w:val="001B2130"/>
    <w:rsid w:val="001B2918"/>
    <w:rsid w:val="001B2A8E"/>
    <w:rsid w:val="001B31C4"/>
    <w:rsid w:val="001B4161"/>
    <w:rsid w:val="001B4346"/>
    <w:rsid w:val="001B46BF"/>
    <w:rsid w:val="001B4709"/>
    <w:rsid w:val="001B4AA1"/>
    <w:rsid w:val="001B556B"/>
    <w:rsid w:val="001B5E09"/>
    <w:rsid w:val="001B617C"/>
    <w:rsid w:val="001B7138"/>
    <w:rsid w:val="001B7BB6"/>
    <w:rsid w:val="001C0049"/>
    <w:rsid w:val="001C0937"/>
    <w:rsid w:val="001C1CDF"/>
    <w:rsid w:val="001C3561"/>
    <w:rsid w:val="001C3A33"/>
    <w:rsid w:val="001C4421"/>
    <w:rsid w:val="001C4B2A"/>
    <w:rsid w:val="001C4BBB"/>
    <w:rsid w:val="001C5A69"/>
    <w:rsid w:val="001C5C3B"/>
    <w:rsid w:val="001C5F5A"/>
    <w:rsid w:val="001C606D"/>
    <w:rsid w:val="001C6731"/>
    <w:rsid w:val="001C6752"/>
    <w:rsid w:val="001C71E2"/>
    <w:rsid w:val="001C7983"/>
    <w:rsid w:val="001D0449"/>
    <w:rsid w:val="001D069C"/>
    <w:rsid w:val="001D1253"/>
    <w:rsid w:val="001D1AE2"/>
    <w:rsid w:val="001D2524"/>
    <w:rsid w:val="001D3907"/>
    <w:rsid w:val="001D3C23"/>
    <w:rsid w:val="001D3C86"/>
    <w:rsid w:val="001D410A"/>
    <w:rsid w:val="001D4943"/>
    <w:rsid w:val="001D4F3D"/>
    <w:rsid w:val="001D53BD"/>
    <w:rsid w:val="001D5680"/>
    <w:rsid w:val="001D66E4"/>
    <w:rsid w:val="001D6827"/>
    <w:rsid w:val="001D6E93"/>
    <w:rsid w:val="001D7330"/>
    <w:rsid w:val="001D7566"/>
    <w:rsid w:val="001D7B5D"/>
    <w:rsid w:val="001D7BA9"/>
    <w:rsid w:val="001E01BD"/>
    <w:rsid w:val="001E04EF"/>
    <w:rsid w:val="001E0769"/>
    <w:rsid w:val="001E1F07"/>
    <w:rsid w:val="001E27CB"/>
    <w:rsid w:val="001E2BD0"/>
    <w:rsid w:val="001E3C82"/>
    <w:rsid w:val="001E4682"/>
    <w:rsid w:val="001E50FF"/>
    <w:rsid w:val="001E56F4"/>
    <w:rsid w:val="001E64D5"/>
    <w:rsid w:val="001E6632"/>
    <w:rsid w:val="001E6C3C"/>
    <w:rsid w:val="001E7035"/>
    <w:rsid w:val="001E77F1"/>
    <w:rsid w:val="001E7D1A"/>
    <w:rsid w:val="001F0104"/>
    <w:rsid w:val="001F1AD8"/>
    <w:rsid w:val="001F29D8"/>
    <w:rsid w:val="001F2D91"/>
    <w:rsid w:val="001F2F35"/>
    <w:rsid w:val="001F2F4C"/>
    <w:rsid w:val="001F4A12"/>
    <w:rsid w:val="001F5A7A"/>
    <w:rsid w:val="001F6384"/>
    <w:rsid w:val="001F6453"/>
    <w:rsid w:val="001F724A"/>
    <w:rsid w:val="001F72B3"/>
    <w:rsid w:val="001F774B"/>
    <w:rsid w:val="001F7E09"/>
    <w:rsid w:val="00200B81"/>
    <w:rsid w:val="00201381"/>
    <w:rsid w:val="002016B0"/>
    <w:rsid w:val="002021F9"/>
    <w:rsid w:val="0020243A"/>
    <w:rsid w:val="0020251A"/>
    <w:rsid w:val="00202C5B"/>
    <w:rsid w:val="00202F4C"/>
    <w:rsid w:val="0020354D"/>
    <w:rsid w:val="0020380E"/>
    <w:rsid w:val="00204000"/>
    <w:rsid w:val="00204E70"/>
    <w:rsid w:val="00204F3F"/>
    <w:rsid w:val="00205A6C"/>
    <w:rsid w:val="00205C12"/>
    <w:rsid w:val="002068F2"/>
    <w:rsid w:val="00207035"/>
    <w:rsid w:val="002070A8"/>
    <w:rsid w:val="00207C05"/>
    <w:rsid w:val="00210357"/>
    <w:rsid w:val="00210829"/>
    <w:rsid w:val="00210E1B"/>
    <w:rsid w:val="00211F4C"/>
    <w:rsid w:val="00212F59"/>
    <w:rsid w:val="002135E1"/>
    <w:rsid w:val="0021387D"/>
    <w:rsid w:val="00213A2E"/>
    <w:rsid w:val="00214F0A"/>
    <w:rsid w:val="002155D6"/>
    <w:rsid w:val="00216557"/>
    <w:rsid w:val="00216569"/>
    <w:rsid w:val="00216802"/>
    <w:rsid w:val="00216D77"/>
    <w:rsid w:val="002176D8"/>
    <w:rsid w:val="0022008E"/>
    <w:rsid w:val="0022056E"/>
    <w:rsid w:val="00220A04"/>
    <w:rsid w:val="00220CA3"/>
    <w:rsid w:val="00222FB3"/>
    <w:rsid w:val="00223169"/>
    <w:rsid w:val="00223639"/>
    <w:rsid w:val="00223A49"/>
    <w:rsid w:val="00224066"/>
    <w:rsid w:val="0022438D"/>
    <w:rsid w:val="00224ED3"/>
    <w:rsid w:val="00225BFF"/>
    <w:rsid w:val="00225D8C"/>
    <w:rsid w:val="00226205"/>
    <w:rsid w:val="002275ED"/>
    <w:rsid w:val="00227D6A"/>
    <w:rsid w:val="0023035A"/>
    <w:rsid w:val="002312FE"/>
    <w:rsid w:val="002314A6"/>
    <w:rsid w:val="00231D00"/>
    <w:rsid w:val="00232209"/>
    <w:rsid w:val="00232216"/>
    <w:rsid w:val="0023384C"/>
    <w:rsid w:val="002342CA"/>
    <w:rsid w:val="00236E15"/>
    <w:rsid w:val="0024039E"/>
    <w:rsid w:val="002409BE"/>
    <w:rsid w:val="002429AC"/>
    <w:rsid w:val="00242ABA"/>
    <w:rsid w:val="00244BCB"/>
    <w:rsid w:val="002457E5"/>
    <w:rsid w:val="0024595B"/>
    <w:rsid w:val="002462D7"/>
    <w:rsid w:val="002462DD"/>
    <w:rsid w:val="0025012E"/>
    <w:rsid w:val="00250340"/>
    <w:rsid w:val="002507FD"/>
    <w:rsid w:val="002508EE"/>
    <w:rsid w:val="00251C21"/>
    <w:rsid w:val="00251E37"/>
    <w:rsid w:val="00252031"/>
    <w:rsid w:val="002520EC"/>
    <w:rsid w:val="00252889"/>
    <w:rsid w:val="00252EF5"/>
    <w:rsid w:val="00253C6A"/>
    <w:rsid w:val="00254402"/>
    <w:rsid w:val="00254968"/>
    <w:rsid w:val="00256535"/>
    <w:rsid w:val="002565D6"/>
    <w:rsid w:val="00256EFF"/>
    <w:rsid w:val="00256FE9"/>
    <w:rsid w:val="002601F6"/>
    <w:rsid w:val="002614DA"/>
    <w:rsid w:val="00263517"/>
    <w:rsid w:val="0026360E"/>
    <w:rsid w:val="00263EC6"/>
    <w:rsid w:val="002641BC"/>
    <w:rsid w:val="00264465"/>
    <w:rsid w:val="002645E3"/>
    <w:rsid w:val="00264924"/>
    <w:rsid w:val="00264E9F"/>
    <w:rsid w:val="00264F6F"/>
    <w:rsid w:val="002651B4"/>
    <w:rsid w:val="00265862"/>
    <w:rsid w:val="00265B53"/>
    <w:rsid w:val="00265D7A"/>
    <w:rsid w:val="00265F57"/>
    <w:rsid w:val="00267465"/>
    <w:rsid w:val="00270CC8"/>
    <w:rsid w:val="002713B1"/>
    <w:rsid w:val="00271908"/>
    <w:rsid w:val="00271B7D"/>
    <w:rsid w:val="00271C1E"/>
    <w:rsid w:val="0027202D"/>
    <w:rsid w:val="00273789"/>
    <w:rsid w:val="0027384D"/>
    <w:rsid w:val="00273FD7"/>
    <w:rsid w:val="0027488B"/>
    <w:rsid w:val="00275BB9"/>
    <w:rsid w:val="002764AD"/>
    <w:rsid w:val="00277067"/>
    <w:rsid w:val="00277B37"/>
    <w:rsid w:val="00280101"/>
    <w:rsid w:val="0028131C"/>
    <w:rsid w:val="00281A21"/>
    <w:rsid w:val="00281EE1"/>
    <w:rsid w:val="00282A28"/>
    <w:rsid w:val="00282BEE"/>
    <w:rsid w:val="002831FE"/>
    <w:rsid w:val="002836F4"/>
    <w:rsid w:val="00283EC3"/>
    <w:rsid w:val="00284333"/>
    <w:rsid w:val="002846BF"/>
    <w:rsid w:val="002850AC"/>
    <w:rsid w:val="00285E68"/>
    <w:rsid w:val="0028640B"/>
    <w:rsid w:val="00286B2C"/>
    <w:rsid w:val="00286ECB"/>
    <w:rsid w:val="002872E5"/>
    <w:rsid w:val="00287551"/>
    <w:rsid w:val="00287EE2"/>
    <w:rsid w:val="00287FDE"/>
    <w:rsid w:val="0029016E"/>
    <w:rsid w:val="00290267"/>
    <w:rsid w:val="0029061B"/>
    <w:rsid w:val="0029148B"/>
    <w:rsid w:val="00291630"/>
    <w:rsid w:val="002925D2"/>
    <w:rsid w:val="002934E6"/>
    <w:rsid w:val="002948A5"/>
    <w:rsid w:val="00294A22"/>
    <w:rsid w:val="00294B9A"/>
    <w:rsid w:val="00295546"/>
    <w:rsid w:val="0029596C"/>
    <w:rsid w:val="00295A22"/>
    <w:rsid w:val="002973EE"/>
    <w:rsid w:val="002A00F3"/>
    <w:rsid w:val="002A031E"/>
    <w:rsid w:val="002A049B"/>
    <w:rsid w:val="002A13DA"/>
    <w:rsid w:val="002A16A8"/>
    <w:rsid w:val="002A16C0"/>
    <w:rsid w:val="002A1D82"/>
    <w:rsid w:val="002A2358"/>
    <w:rsid w:val="002A2F43"/>
    <w:rsid w:val="002A34B9"/>
    <w:rsid w:val="002A39B8"/>
    <w:rsid w:val="002A4BC4"/>
    <w:rsid w:val="002A58C3"/>
    <w:rsid w:val="002A5C36"/>
    <w:rsid w:val="002A64BA"/>
    <w:rsid w:val="002A74C6"/>
    <w:rsid w:val="002B0CDE"/>
    <w:rsid w:val="002B18B1"/>
    <w:rsid w:val="002B26C3"/>
    <w:rsid w:val="002B2935"/>
    <w:rsid w:val="002B2CEF"/>
    <w:rsid w:val="002B527A"/>
    <w:rsid w:val="002B5AC2"/>
    <w:rsid w:val="002B5B65"/>
    <w:rsid w:val="002B6065"/>
    <w:rsid w:val="002B606B"/>
    <w:rsid w:val="002B692C"/>
    <w:rsid w:val="002B7103"/>
    <w:rsid w:val="002C02C1"/>
    <w:rsid w:val="002C0A14"/>
    <w:rsid w:val="002C0A42"/>
    <w:rsid w:val="002C0A53"/>
    <w:rsid w:val="002C1172"/>
    <w:rsid w:val="002C1873"/>
    <w:rsid w:val="002C2290"/>
    <w:rsid w:val="002C22D6"/>
    <w:rsid w:val="002C287A"/>
    <w:rsid w:val="002C3198"/>
    <w:rsid w:val="002C32B7"/>
    <w:rsid w:val="002C4702"/>
    <w:rsid w:val="002C4C56"/>
    <w:rsid w:val="002C5186"/>
    <w:rsid w:val="002C5618"/>
    <w:rsid w:val="002C561C"/>
    <w:rsid w:val="002C5E2A"/>
    <w:rsid w:val="002C6572"/>
    <w:rsid w:val="002C73C2"/>
    <w:rsid w:val="002C7554"/>
    <w:rsid w:val="002C779C"/>
    <w:rsid w:val="002C780B"/>
    <w:rsid w:val="002C784A"/>
    <w:rsid w:val="002C787A"/>
    <w:rsid w:val="002C7F95"/>
    <w:rsid w:val="002D10BD"/>
    <w:rsid w:val="002D1176"/>
    <w:rsid w:val="002D1482"/>
    <w:rsid w:val="002D1525"/>
    <w:rsid w:val="002D1623"/>
    <w:rsid w:val="002D16E9"/>
    <w:rsid w:val="002D223C"/>
    <w:rsid w:val="002D2988"/>
    <w:rsid w:val="002D2A57"/>
    <w:rsid w:val="002D31BE"/>
    <w:rsid w:val="002D371F"/>
    <w:rsid w:val="002D474F"/>
    <w:rsid w:val="002D4C71"/>
    <w:rsid w:val="002D4DE4"/>
    <w:rsid w:val="002D61FF"/>
    <w:rsid w:val="002D6347"/>
    <w:rsid w:val="002D63E3"/>
    <w:rsid w:val="002D64FE"/>
    <w:rsid w:val="002D69BC"/>
    <w:rsid w:val="002D701D"/>
    <w:rsid w:val="002D76D9"/>
    <w:rsid w:val="002E0DF3"/>
    <w:rsid w:val="002E11A5"/>
    <w:rsid w:val="002E1698"/>
    <w:rsid w:val="002E1B35"/>
    <w:rsid w:val="002E303E"/>
    <w:rsid w:val="002E358B"/>
    <w:rsid w:val="002E373D"/>
    <w:rsid w:val="002E412F"/>
    <w:rsid w:val="002E56FC"/>
    <w:rsid w:val="002E584A"/>
    <w:rsid w:val="002E5AC6"/>
    <w:rsid w:val="002E6353"/>
    <w:rsid w:val="002E693B"/>
    <w:rsid w:val="002E79A1"/>
    <w:rsid w:val="002F0D1F"/>
    <w:rsid w:val="002F1546"/>
    <w:rsid w:val="002F1C8F"/>
    <w:rsid w:val="002F1E9C"/>
    <w:rsid w:val="002F2BC3"/>
    <w:rsid w:val="002F2E22"/>
    <w:rsid w:val="002F3B33"/>
    <w:rsid w:val="002F425D"/>
    <w:rsid w:val="002F472A"/>
    <w:rsid w:val="002F57B7"/>
    <w:rsid w:val="002F6BEE"/>
    <w:rsid w:val="002F6FC0"/>
    <w:rsid w:val="002F71E3"/>
    <w:rsid w:val="002F74F4"/>
    <w:rsid w:val="002F7FC4"/>
    <w:rsid w:val="003003B0"/>
    <w:rsid w:val="003009BF"/>
    <w:rsid w:val="00301650"/>
    <w:rsid w:val="00301C31"/>
    <w:rsid w:val="0030228C"/>
    <w:rsid w:val="00302498"/>
    <w:rsid w:val="00302F2A"/>
    <w:rsid w:val="00302FA5"/>
    <w:rsid w:val="00302FFE"/>
    <w:rsid w:val="0030306C"/>
    <w:rsid w:val="003036A6"/>
    <w:rsid w:val="00303926"/>
    <w:rsid w:val="00304532"/>
    <w:rsid w:val="00304FDD"/>
    <w:rsid w:val="003052B2"/>
    <w:rsid w:val="0030669C"/>
    <w:rsid w:val="0030742A"/>
    <w:rsid w:val="00307928"/>
    <w:rsid w:val="003079B8"/>
    <w:rsid w:val="003103FC"/>
    <w:rsid w:val="00310D11"/>
    <w:rsid w:val="003122C9"/>
    <w:rsid w:val="003128DD"/>
    <w:rsid w:val="00312D43"/>
    <w:rsid w:val="0031307D"/>
    <w:rsid w:val="003131C9"/>
    <w:rsid w:val="00313573"/>
    <w:rsid w:val="0031388C"/>
    <w:rsid w:val="00313BB7"/>
    <w:rsid w:val="00313C7A"/>
    <w:rsid w:val="003144D1"/>
    <w:rsid w:val="003147B5"/>
    <w:rsid w:val="003147DC"/>
    <w:rsid w:val="00314AAA"/>
    <w:rsid w:val="003163AD"/>
    <w:rsid w:val="00316D72"/>
    <w:rsid w:val="00317855"/>
    <w:rsid w:val="0032064D"/>
    <w:rsid w:val="003218C7"/>
    <w:rsid w:val="00321EE4"/>
    <w:rsid w:val="0032207E"/>
    <w:rsid w:val="0032279D"/>
    <w:rsid w:val="00322966"/>
    <w:rsid w:val="0032368F"/>
    <w:rsid w:val="00323DAA"/>
    <w:rsid w:val="003242F9"/>
    <w:rsid w:val="00324EA7"/>
    <w:rsid w:val="00325CF0"/>
    <w:rsid w:val="003266A0"/>
    <w:rsid w:val="00326D37"/>
    <w:rsid w:val="00326DBC"/>
    <w:rsid w:val="00327D6F"/>
    <w:rsid w:val="003303ED"/>
    <w:rsid w:val="00330A3A"/>
    <w:rsid w:val="0033204A"/>
    <w:rsid w:val="00332278"/>
    <w:rsid w:val="00332475"/>
    <w:rsid w:val="0033337D"/>
    <w:rsid w:val="00333447"/>
    <w:rsid w:val="003339D2"/>
    <w:rsid w:val="0033463F"/>
    <w:rsid w:val="00334789"/>
    <w:rsid w:val="00335920"/>
    <w:rsid w:val="00335A21"/>
    <w:rsid w:val="00335DF5"/>
    <w:rsid w:val="00335E79"/>
    <w:rsid w:val="00336183"/>
    <w:rsid w:val="0033685C"/>
    <w:rsid w:val="00336EA1"/>
    <w:rsid w:val="00336EFF"/>
    <w:rsid w:val="003371E7"/>
    <w:rsid w:val="003377C4"/>
    <w:rsid w:val="00337A84"/>
    <w:rsid w:val="00337EE1"/>
    <w:rsid w:val="0034085A"/>
    <w:rsid w:val="00341B26"/>
    <w:rsid w:val="00341DF3"/>
    <w:rsid w:val="00342EFF"/>
    <w:rsid w:val="0034336F"/>
    <w:rsid w:val="003434A8"/>
    <w:rsid w:val="00343C43"/>
    <w:rsid w:val="0034468F"/>
    <w:rsid w:val="003448E9"/>
    <w:rsid w:val="00344BD3"/>
    <w:rsid w:val="0034532F"/>
    <w:rsid w:val="003456EF"/>
    <w:rsid w:val="00345945"/>
    <w:rsid w:val="00346503"/>
    <w:rsid w:val="0034651A"/>
    <w:rsid w:val="0034674A"/>
    <w:rsid w:val="00346AD7"/>
    <w:rsid w:val="00346B42"/>
    <w:rsid w:val="00347C0B"/>
    <w:rsid w:val="00350403"/>
    <w:rsid w:val="003513DD"/>
    <w:rsid w:val="00351DB2"/>
    <w:rsid w:val="003525FC"/>
    <w:rsid w:val="00353404"/>
    <w:rsid w:val="00353C18"/>
    <w:rsid w:val="00354E0D"/>
    <w:rsid w:val="00354E25"/>
    <w:rsid w:val="00354F8C"/>
    <w:rsid w:val="0035588D"/>
    <w:rsid w:val="0035595A"/>
    <w:rsid w:val="00355DC7"/>
    <w:rsid w:val="003567DD"/>
    <w:rsid w:val="00356BAA"/>
    <w:rsid w:val="0035704D"/>
    <w:rsid w:val="0035768C"/>
    <w:rsid w:val="0036010B"/>
    <w:rsid w:val="003608F4"/>
    <w:rsid w:val="00361280"/>
    <w:rsid w:val="00361595"/>
    <w:rsid w:val="0036195B"/>
    <w:rsid w:val="0036203F"/>
    <w:rsid w:val="003623E1"/>
    <w:rsid w:val="0036287E"/>
    <w:rsid w:val="00363FD5"/>
    <w:rsid w:val="003644BD"/>
    <w:rsid w:val="00364564"/>
    <w:rsid w:val="003648F4"/>
    <w:rsid w:val="00365746"/>
    <w:rsid w:val="0036691C"/>
    <w:rsid w:val="003678CD"/>
    <w:rsid w:val="00367A95"/>
    <w:rsid w:val="00371067"/>
    <w:rsid w:val="00371D8D"/>
    <w:rsid w:val="003724F1"/>
    <w:rsid w:val="003725EA"/>
    <w:rsid w:val="00372ADA"/>
    <w:rsid w:val="00373510"/>
    <w:rsid w:val="00373F41"/>
    <w:rsid w:val="003752D1"/>
    <w:rsid w:val="0037536B"/>
    <w:rsid w:val="00375C1D"/>
    <w:rsid w:val="0037617C"/>
    <w:rsid w:val="00376361"/>
    <w:rsid w:val="003766E1"/>
    <w:rsid w:val="00377D81"/>
    <w:rsid w:val="00377E28"/>
    <w:rsid w:val="00380039"/>
    <w:rsid w:val="003803BE"/>
    <w:rsid w:val="00380A68"/>
    <w:rsid w:val="00380B7E"/>
    <w:rsid w:val="00380F04"/>
    <w:rsid w:val="00382A5C"/>
    <w:rsid w:val="00382ED2"/>
    <w:rsid w:val="0038319B"/>
    <w:rsid w:val="003832F5"/>
    <w:rsid w:val="00383BD2"/>
    <w:rsid w:val="0038406A"/>
    <w:rsid w:val="003841B4"/>
    <w:rsid w:val="0038496A"/>
    <w:rsid w:val="00384C1F"/>
    <w:rsid w:val="00384D61"/>
    <w:rsid w:val="0038507F"/>
    <w:rsid w:val="00385238"/>
    <w:rsid w:val="00386C1E"/>
    <w:rsid w:val="00386CAF"/>
    <w:rsid w:val="00386DE8"/>
    <w:rsid w:val="003879A3"/>
    <w:rsid w:val="00390500"/>
    <w:rsid w:val="00390D80"/>
    <w:rsid w:val="00392EF7"/>
    <w:rsid w:val="00393383"/>
    <w:rsid w:val="00393D43"/>
    <w:rsid w:val="00393FF3"/>
    <w:rsid w:val="00394596"/>
    <w:rsid w:val="003959F6"/>
    <w:rsid w:val="00395EE8"/>
    <w:rsid w:val="00396B91"/>
    <w:rsid w:val="003971B4"/>
    <w:rsid w:val="003A06A7"/>
    <w:rsid w:val="003A08FB"/>
    <w:rsid w:val="003A0A99"/>
    <w:rsid w:val="003A1329"/>
    <w:rsid w:val="003A1655"/>
    <w:rsid w:val="003A1EF1"/>
    <w:rsid w:val="003A2A25"/>
    <w:rsid w:val="003A2B44"/>
    <w:rsid w:val="003A2C14"/>
    <w:rsid w:val="003A45E8"/>
    <w:rsid w:val="003A51C7"/>
    <w:rsid w:val="003A65B0"/>
    <w:rsid w:val="003A69CC"/>
    <w:rsid w:val="003A71A7"/>
    <w:rsid w:val="003A7487"/>
    <w:rsid w:val="003A7549"/>
    <w:rsid w:val="003A79A9"/>
    <w:rsid w:val="003A7A51"/>
    <w:rsid w:val="003B00C6"/>
    <w:rsid w:val="003B046D"/>
    <w:rsid w:val="003B1810"/>
    <w:rsid w:val="003B1F9E"/>
    <w:rsid w:val="003B213C"/>
    <w:rsid w:val="003B21C4"/>
    <w:rsid w:val="003B3C82"/>
    <w:rsid w:val="003B4336"/>
    <w:rsid w:val="003B4CF3"/>
    <w:rsid w:val="003B5233"/>
    <w:rsid w:val="003B56F3"/>
    <w:rsid w:val="003B5EA0"/>
    <w:rsid w:val="003B6CFC"/>
    <w:rsid w:val="003B7841"/>
    <w:rsid w:val="003C03BE"/>
    <w:rsid w:val="003C0834"/>
    <w:rsid w:val="003C09FF"/>
    <w:rsid w:val="003C18ED"/>
    <w:rsid w:val="003C1DC3"/>
    <w:rsid w:val="003C233F"/>
    <w:rsid w:val="003C367C"/>
    <w:rsid w:val="003C3E8E"/>
    <w:rsid w:val="003C41D1"/>
    <w:rsid w:val="003C4409"/>
    <w:rsid w:val="003C4FAD"/>
    <w:rsid w:val="003C547A"/>
    <w:rsid w:val="003C5A1F"/>
    <w:rsid w:val="003C714B"/>
    <w:rsid w:val="003C723A"/>
    <w:rsid w:val="003D00F9"/>
    <w:rsid w:val="003D0784"/>
    <w:rsid w:val="003D1F66"/>
    <w:rsid w:val="003D276A"/>
    <w:rsid w:val="003D2CDF"/>
    <w:rsid w:val="003D2D6A"/>
    <w:rsid w:val="003D3040"/>
    <w:rsid w:val="003D560D"/>
    <w:rsid w:val="003D6012"/>
    <w:rsid w:val="003D6515"/>
    <w:rsid w:val="003D6919"/>
    <w:rsid w:val="003D6E04"/>
    <w:rsid w:val="003D6E40"/>
    <w:rsid w:val="003D6F05"/>
    <w:rsid w:val="003D70D9"/>
    <w:rsid w:val="003D724F"/>
    <w:rsid w:val="003D747E"/>
    <w:rsid w:val="003D7EF3"/>
    <w:rsid w:val="003E0850"/>
    <w:rsid w:val="003E18C5"/>
    <w:rsid w:val="003E1A29"/>
    <w:rsid w:val="003E1C6C"/>
    <w:rsid w:val="003E2B4F"/>
    <w:rsid w:val="003E33A3"/>
    <w:rsid w:val="003E3979"/>
    <w:rsid w:val="003E409B"/>
    <w:rsid w:val="003E5928"/>
    <w:rsid w:val="003E6D30"/>
    <w:rsid w:val="003E6D9B"/>
    <w:rsid w:val="003E6E85"/>
    <w:rsid w:val="003E7664"/>
    <w:rsid w:val="003E7E89"/>
    <w:rsid w:val="003F0653"/>
    <w:rsid w:val="003F0B02"/>
    <w:rsid w:val="003F12CF"/>
    <w:rsid w:val="003F13F4"/>
    <w:rsid w:val="003F175C"/>
    <w:rsid w:val="003F18BC"/>
    <w:rsid w:val="003F214B"/>
    <w:rsid w:val="003F252E"/>
    <w:rsid w:val="003F2CED"/>
    <w:rsid w:val="003F3058"/>
    <w:rsid w:val="003F3549"/>
    <w:rsid w:val="003F361A"/>
    <w:rsid w:val="003F3793"/>
    <w:rsid w:val="003F4261"/>
    <w:rsid w:val="003F4B32"/>
    <w:rsid w:val="003F4BEF"/>
    <w:rsid w:val="003F4CDC"/>
    <w:rsid w:val="003F4F30"/>
    <w:rsid w:val="003F5B18"/>
    <w:rsid w:val="003F6BC6"/>
    <w:rsid w:val="003F70BD"/>
    <w:rsid w:val="003F78C1"/>
    <w:rsid w:val="003F7BBB"/>
    <w:rsid w:val="003F7E4F"/>
    <w:rsid w:val="0040012E"/>
    <w:rsid w:val="0040096A"/>
    <w:rsid w:val="00400BAF"/>
    <w:rsid w:val="00400D70"/>
    <w:rsid w:val="00401502"/>
    <w:rsid w:val="00401CF9"/>
    <w:rsid w:val="004021EF"/>
    <w:rsid w:val="00402372"/>
    <w:rsid w:val="004043F2"/>
    <w:rsid w:val="0040464E"/>
    <w:rsid w:val="00404AFD"/>
    <w:rsid w:val="00406C0F"/>
    <w:rsid w:val="00407291"/>
    <w:rsid w:val="00407B82"/>
    <w:rsid w:val="004105AB"/>
    <w:rsid w:val="0041134E"/>
    <w:rsid w:val="00411D77"/>
    <w:rsid w:val="004136A3"/>
    <w:rsid w:val="0041747D"/>
    <w:rsid w:val="004174BC"/>
    <w:rsid w:val="004200D2"/>
    <w:rsid w:val="0042070C"/>
    <w:rsid w:val="004210BF"/>
    <w:rsid w:val="004211E2"/>
    <w:rsid w:val="0042177E"/>
    <w:rsid w:val="00423697"/>
    <w:rsid w:val="00424D0B"/>
    <w:rsid w:val="0042571E"/>
    <w:rsid w:val="004276CE"/>
    <w:rsid w:val="004303D5"/>
    <w:rsid w:val="0043182A"/>
    <w:rsid w:val="00431F5A"/>
    <w:rsid w:val="004320FB"/>
    <w:rsid w:val="00432D9E"/>
    <w:rsid w:val="00432F77"/>
    <w:rsid w:val="00433112"/>
    <w:rsid w:val="00433690"/>
    <w:rsid w:val="0043378C"/>
    <w:rsid w:val="004358A7"/>
    <w:rsid w:val="00435DD3"/>
    <w:rsid w:val="004379E8"/>
    <w:rsid w:val="00440DCE"/>
    <w:rsid w:val="00441ABB"/>
    <w:rsid w:val="00442276"/>
    <w:rsid w:val="00442BBD"/>
    <w:rsid w:val="00442C2D"/>
    <w:rsid w:val="00443764"/>
    <w:rsid w:val="00443A98"/>
    <w:rsid w:val="00444153"/>
    <w:rsid w:val="00444A18"/>
    <w:rsid w:val="00444E11"/>
    <w:rsid w:val="004453E4"/>
    <w:rsid w:val="00445522"/>
    <w:rsid w:val="004455C1"/>
    <w:rsid w:val="00445D80"/>
    <w:rsid w:val="00446296"/>
    <w:rsid w:val="00446A73"/>
    <w:rsid w:val="004474E8"/>
    <w:rsid w:val="00447DF4"/>
    <w:rsid w:val="004502F1"/>
    <w:rsid w:val="00450347"/>
    <w:rsid w:val="00450554"/>
    <w:rsid w:val="004510A1"/>
    <w:rsid w:val="0045119D"/>
    <w:rsid w:val="00451736"/>
    <w:rsid w:val="0045183C"/>
    <w:rsid w:val="00451CDF"/>
    <w:rsid w:val="00451E08"/>
    <w:rsid w:val="00452110"/>
    <w:rsid w:val="00454E97"/>
    <w:rsid w:val="004553BB"/>
    <w:rsid w:val="00455BC2"/>
    <w:rsid w:val="004562AE"/>
    <w:rsid w:val="00456317"/>
    <w:rsid w:val="00456D63"/>
    <w:rsid w:val="00456F8C"/>
    <w:rsid w:val="00457E30"/>
    <w:rsid w:val="00460464"/>
    <w:rsid w:val="00460926"/>
    <w:rsid w:val="00460A64"/>
    <w:rsid w:val="00461667"/>
    <w:rsid w:val="004619AB"/>
    <w:rsid w:val="004622F6"/>
    <w:rsid w:val="0046260E"/>
    <w:rsid w:val="00462831"/>
    <w:rsid w:val="00462CF5"/>
    <w:rsid w:val="00462D4C"/>
    <w:rsid w:val="00463188"/>
    <w:rsid w:val="00463D4C"/>
    <w:rsid w:val="00464E71"/>
    <w:rsid w:val="0046513E"/>
    <w:rsid w:val="00465C7B"/>
    <w:rsid w:val="0046600E"/>
    <w:rsid w:val="0046747C"/>
    <w:rsid w:val="0046790C"/>
    <w:rsid w:val="004703D6"/>
    <w:rsid w:val="004705DB"/>
    <w:rsid w:val="00470B08"/>
    <w:rsid w:val="00471B66"/>
    <w:rsid w:val="00472233"/>
    <w:rsid w:val="004723F0"/>
    <w:rsid w:val="004726B2"/>
    <w:rsid w:val="00472B1A"/>
    <w:rsid w:val="00473FEE"/>
    <w:rsid w:val="00474AC7"/>
    <w:rsid w:val="004760C2"/>
    <w:rsid w:val="00477CD5"/>
    <w:rsid w:val="00477D8E"/>
    <w:rsid w:val="00480BCA"/>
    <w:rsid w:val="00480C5A"/>
    <w:rsid w:val="004818D4"/>
    <w:rsid w:val="004824BB"/>
    <w:rsid w:val="00482C51"/>
    <w:rsid w:val="00482FD9"/>
    <w:rsid w:val="00483235"/>
    <w:rsid w:val="00483915"/>
    <w:rsid w:val="00483DB0"/>
    <w:rsid w:val="00483E01"/>
    <w:rsid w:val="0048412C"/>
    <w:rsid w:val="0048448A"/>
    <w:rsid w:val="004851C5"/>
    <w:rsid w:val="004860F1"/>
    <w:rsid w:val="00486121"/>
    <w:rsid w:val="00486902"/>
    <w:rsid w:val="004869EE"/>
    <w:rsid w:val="0048758D"/>
    <w:rsid w:val="00487B36"/>
    <w:rsid w:val="00490AB7"/>
    <w:rsid w:val="00490F06"/>
    <w:rsid w:val="00491C0B"/>
    <w:rsid w:val="00491F5B"/>
    <w:rsid w:val="00493232"/>
    <w:rsid w:val="00494184"/>
    <w:rsid w:val="00494185"/>
    <w:rsid w:val="004942C7"/>
    <w:rsid w:val="00494397"/>
    <w:rsid w:val="004948A5"/>
    <w:rsid w:val="004950FD"/>
    <w:rsid w:val="004953DC"/>
    <w:rsid w:val="004953DF"/>
    <w:rsid w:val="00496245"/>
    <w:rsid w:val="004972AC"/>
    <w:rsid w:val="004A03CA"/>
    <w:rsid w:val="004A0AB9"/>
    <w:rsid w:val="004A16AE"/>
    <w:rsid w:val="004A1B50"/>
    <w:rsid w:val="004A2689"/>
    <w:rsid w:val="004A2772"/>
    <w:rsid w:val="004A29AD"/>
    <w:rsid w:val="004A2AF9"/>
    <w:rsid w:val="004A2CAD"/>
    <w:rsid w:val="004A2D26"/>
    <w:rsid w:val="004A447B"/>
    <w:rsid w:val="004A4A12"/>
    <w:rsid w:val="004A4D0A"/>
    <w:rsid w:val="004A56EA"/>
    <w:rsid w:val="004A58F8"/>
    <w:rsid w:val="004A5B23"/>
    <w:rsid w:val="004A5D8A"/>
    <w:rsid w:val="004A6EDB"/>
    <w:rsid w:val="004A75A9"/>
    <w:rsid w:val="004A7E6D"/>
    <w:rsid w:val="004A7F0D"/>
    <w:rsid w:val="004B115B"/>
    <w:rsid w:val="004B1F3B"/>
    <w:rsid w:val="004B20A2"/>
    <w:rsid w:val="004B2126"/>
    <w:rsid w:val="004B2484"/>
    <w:rsid w:val="004B288C"/>
    <w:rsid w:val="004B2D69"/>
    <w:rsid w:val="004B306C"/>
    <w:rsid w:val="004B316B"/>
    <w:rsid w:val="004B392D"/>
    <w:rsid w:val="004B3936"/>
    <w:rsid w:val="004B4610"/>
    <w:rsid w:val="004B5773"/>
    <w:rsid w:val="004B5F2E"/>
    <w:rsid w:val="004B5F9E"/>
    <w:rsid w:val="004B6B2B"/>
    <w:rsid w:val="004B6B76"/>
    <w:rsid w:val="004B7334"/>
    <w:rsid w:val="004C0311"/>
    <w:rsid w:val="004C0A59"/>
    <w:rsid w:val="004C18EB"/>
    <w:rsid w:val="004C33F1"/>
    <w:rsid w:val="004C3D6F"/>
    <w:rsid w:val="004C3D98"/>
    <w:rsid w:val="004C3DAC"/>
    <w:rsid w:val="004C3E92"/>
    <w:rsid w:val="004C44A7"/>
    <w:rsid w:val="004C4561"/>
    <w:rsid w:val="004C5523"/>
    <w:rsid w:val="004C5DDF"/>
    <w:rsid w:val="004C5E4C"/>
    <w:rsid w:val="004C633C"/>
    <w:rsid w:val="004C6386"/>
    <w:rsid w:val="004C74F9"/>
    <w:rsid w:val="004C761F"/>
    <w:rsid w:val="004D0273"/>
    <w:rsid w:val="004D0B30"/>
    <w:rsid w:val="004D14CC"/>
    <w:rsid w:val="004D1792"/>
    <w:rsid w:val="004D1D02"/>
    <w:rsid w:val="004D1D65"/>
    <w:rsid w:val="004D3137"/>
    <w:rsid w:val="004D314A"/>
    <w:rsid w:val="004D3CD2"/>
    <w:rsid w:val="004D42FB"/>
    <w:rsid w:val="004D47CC"/>
    <w:rsid w:val="004D4D51"/>
    <w:rsid w:val="004D4DBF"/>
    <w:rsid w:val="004D4DE9"/>
    <w:rsid w:val="004D56B0"/>
    <w:rsid w:val="004D5B76"/>
    <w:rsid w:val="004D5E80"/>
    <w:rsid w:val="004D6FDD"/>
    <w:rsid w:val="004D72F2"/>
    <w:rsid w:val="004D79BF"/>
    <w:rsid w:val="004D7C44"/>
    <w:rsid w:val="004D7CFF"/>
    <w:rsid w:val="004E0683"/>
    <w:rsid w:val="004E0B87"/>
    <w:rsid w:val="004E1063"/>
    <w:rsid w:val="004E11A5"/>
    <w:rsid w:val="004E124B"/>
    <w:rsid w:val="004E23B9"/>
    <w:rsid w:val="004E314D"/>
    <w:rsid w:val="004E32BE"/>
    <w:rsid w:val="004E3930"/>
    <w:rsid w:val="004E43BB"/>
    <w:rsid w:val="004E5017"/>
    <w:rsid w:val="004E51A1"/>
    <w:rsid w:val="004E522E"/>
    <w:rsid w:val="004E550D"/>
    <w:rsid w:val="004E5A4A"/>
    <w:rsid w:val="004E5B4F"/>
    <w:rsid w:val="004E5BC0"/>
    <w:rsid w:val="004E5F27"/>
    <w:rsid w:val="004E685B"/>
    <w:rsid w:val="004E7CC9"/>
    <w:rsid w:val="004F1288"/>
    <w:rsid w:val="004F1C77"/>
    <w:rsid w:val="004F1CA2"/>
    <w:rsid w:val="004F22C0"/>
    <w:rsid w:val="004F2604"/>
    <w:rsid w:val="004F2697"/>
    <w:rsid w:val="004F27D5"/>
    <w:rsid w:val="004F29B4"/>
    <w:rsid w:val="004F29EA"/>
    <w:rsid w:val="004F2DC7"/>
    <w:rsid w:val="004F3820"/>
    <w:rsid w:val="004F43A3"/>
    <w:rsid w:val="004F457D"/>
    <w:rsid w:val="004F5DAE"/>
    <w:rsid w:val="004F5F6B"/>
    <w:rsid w:val="004F6488"/>
    <w:rsid w:val="004F69AA"/>
    <w:rsid w:val="004F7143"/>
    <w:rsid w:val="004F7169"/>
    <w:rsid w:val="004F74B7"/>
    <w:rsid w:val="004F7BB6"/>
    <w:rsid w:val="00500050"/>
    <w:rsid w:val="00500148"/>
    <w:rsid w:val="00500209"/>
    <w:rsid w:val="00500260"/>
    <w:rsid w:val="0050078C"/>
    <w:rsid w:val="0050095D"/>
    <w:rsid w:val="00500B80"/>
    <w:rsid w:val="00500BF1"/>
    <w:rsid w:val="00500CB0"/>
    <w:rsid w:val="00500CE5"/>
    <w:rsid w:val="005010F2"/>
    <w:rsid w:val="00501433"/>
    <w:rsid w:val="005017B0"/>
    <w:rsid w:val="005018A9"/>
    <w:rsid w:val="00501E85"/>
    <w:rsid w:val="00502595"/>
    <w:rsid w:val="00502B6E"/>
    <w:rsid w:val="00502EBE"/>
    <w:rsid w:val="00503678"/>
    <w:rsid w:val="005036CA"/>
    <w:rsid w:val="005038F8"/>
    <w:rsid w:val="00503F81"/>
    <w:rsid w:val="005043AD"/>
    <w:rsid w:val="005043C7"/>
    <w:rsid w:val="00505044"/>
    <w:rsid w:val="00505C0A"/>
    <w:rsid w:val="00505DDE"/>
    <w:rsid w:val="00506394"/>
    <w:rsid w:val="00507A07"/>
    <w:rsid w:val="00507CE7"/>
    <w:rsid w:val="005100CD"/>
    <w:rsid w:val="005109D5"/>
    <w:rsid w:val="005110AE"/>
    <w:rsid w:val="00511306"/>
    <w:rsid w:val="00511429"/>
    <w:rsid w:val="0051183B"/>
    <w:rsid w:val="00511995"/>
    <w:rsid w:val="00511AC2"/>
    <w:rsid w:val="005123B1"/>
    <w:rsid w:val="00512ABE"/>
    <w:rsid w:val="0051312B"/>
    <w:rsid w:val="00513FB4"/>
    <w:rsid w:val="005143F2"/>
    <w:rsid w:val="00515C04"/>
    <w:rsid w:val="005168DE"/>
    <w:rsid w:val="005170FD"/>
    <w:rsid w:val="005171F4"/>
    <w:rsid w:val="005175E5"/>
    <w:rsid w:val="00517AE0"/>
    <w:rsid w:val="005200E7"/>
    <w:rsid w:val="0052037B"/>
    <w:rsid w:val="00520584"/>
    <w:rsid w:val="005217C2"/>
    <w:rsid w:val="0052203A"/>
    <w:rsid w:val="00522F45"/>
    <w:rsid w:val="00523656"/>
    <w:rsid w:val="0052384F"/>
    <w:rsid w:val="00524063"/>
    <w:rsid w:val="0052459D"/>
    <w:rsid w:val="0052491F"/>
    <w:rsid w:val="00524DDD"/>
    <w:rsid w:val="00525A95"/>
    <w:rsid w:val="00525EB7"/>
    <w:rsid w:val="0052693B"/>
    <w:rsid w:val="005276C9"/>
    <w:rsid w:val="00527A7B"/>
    <w:rsid w:val="00527D4F"/>
    <w:rsid w:val="005310EC"/>
    <w:rsid w:val="00531528"/>
    <w:rsid w:val="00532621"/>
    <w:rsid w:val="00532E24"/>
    <w:rsid w:val="0053357C"/>
    <w:rsid w:val="00533BBA"/>
    <w:rsid w:val="00534EF2"/>
    <w:rsid w:val="00535169"/>
    <w:rsid w:val="00535BDC"/>
    <w:rsid w:val="00535CF4"/>
    <w:rsid w:val="00536437"/>
    <w:rsid w:val="00536686"/>
    <w:rsid w:val="005375E8"/>
    <w:rsid w:val="00540435"/>
    <w:rsid w:val="0054074E"/>
    <w:rsid w:val="00540F71"/>
    <w:rsid w:val="005412CB"/>
    <w:rsid w:val="0054135F"/>
    <w:rsid w:val="005418A6"/>
    <w:rsid w:val="00541A0D"/>
    <w:rsid w:val="00541CDF"/>
    <w:rsid w:val="0054207F"/>
    <w:rsid w:val="0054310F"/>
    <w:rsid w:val="0054358C"/>
    <w:rsid w:val="005438B2"/>
    <w:rsid w:val="0054496A"/>
    <w:rsid w:val="00544F11"/>
    <w:rsid w:val="0054516D"/>
    <w:rsid w:val="00546173"/>
    <w:rsid w:val="00546B59"/>
    <w:rsid w:val="00546DAD"/>
    <w:rsid w:val="00547C1F"/>
    <w:rsid w:val="00547FF4"/>
    <w:rsid w:val="00550911"/>
    <w:rsid w:val="00550FD2"/>
    <w:rsid w:val="00551356"/>
    <w:rsid w:val="0055205B"/>
    <w:rsid w:val="005535B1"/>
    <w:rsid w:val="00553A57"/>
    <w:rsid w:val="00553B2F"/>
    <w:rsid w:val="0055442A"/>
    <w:rsid w:val="00554661"/>
    <w:rsid w:val="00554CFF"/>
    <w:rsid w:val="0055649E"/>
    <w:rsid w:val="00557F53"/>
    <w:rsid w:val="00560849"/>
    <w:rsid w:val="00560E64"/>
    <w:rsid w:val="00561AA5"/>
    <w:rsid w:val="00561E59"/>
    <w:rsid w:val="005620DD"/>
    <w:rsid w:val="005637E1"/>
    <w:rsid w:val="005640DF"/>
    <w:rsid w:val="005656EC"/>
    <w:rsid w:val="00565837"/>
    <w:rsid w:val="00566587"/>
    <w:rsid w:val="005673C2"/>
    <w:rsid w:val="0057061F"/>
    <w:rsid w:val="005707FE"/>
    <w:rsid w:val="00570CC7"/>
    <w:rsid w:val="00571320"/>
    <w:rsid w:val="00571A63"/>
    <w:rsid w:val="00571AE8"/>
    <w:rsid w:val="005720F1"/>
    <w:rsid w:val="00572EB9"/>
    <w:rsid w:val="00573620"/>
    <w:rsid w:val="00574788"/>
    <w:rsid w:val="0057518B"/>
    <w:rsid w:val="00575223"/>
    <w:rsid w:val="0057573F"/>
    <w:rsid w:val="005760B2"/>
    <w:rsid w:val="005761F9"/>
    <w:rsid w:val="00576214"/>
    <w:rsid w:val="00576A60"/>
    <w:rsid w:val="00576BAD"/>
    <w:rsid w:val="00576F3C"/>
    <w:rsid w:val="00577389"/>
    <w:rsid w:val="00577925"/>
    <w:rsid w:val="00580BA2"/>
    <w:rsid w:val="00582081"/>
    <w:rsid w:val="005822A4"/>
    <w:rsid w:val="0058247D"/>
    <w:rsid w:val="0058289D"/>
    <w:rsid w:val="005830AA"/>
    <w:rsid w:val="00583341"/>
    <w:rsid w:val="0058365F"/>
    <w:rsid w:val="005836FB"/>
    <w:rsid w:val="0058426F"/>
    <w:rsid w:val="0058441B"/>
    <w:rsid w:val="00584565"/>
    <w:rsid w:val="0058486C"/>
    <w:rsid w:val="0058487F"/>
    <w:rsid w:val="00584990"/>
    <w:rsid w:val="00585050"/>
    <w:rsid w:val="00585F39"/>
    <w:rsid w:val="00586BEE"/>
    <w:rsid w:val="005871C0"/>
    <w:rsid w:val="00590029"/>
    <w:rsid w:val="00590534"/>
    <w:rsid w:val="00590E62"/>
    <w:rsid w:val="00591B11"/>
    <w:rsid w:val="005936F7"/>
    <w:rsid w:val="00593B02"/>
    <w:rsid w:val="00594587"/>
    <w:rsid w:val="0059479F"/>
    <w:rsid w:val="00595855"/>
    <w:rsid w:val="00595CA3"/>
    <w:rsid w:val="00595DC2"/>
    <w:rsid w:val="00595E4D"/>
    <w:rsid w:val="0059612F"/>
    <w:rsid w:val="005965F9"/>
    <w:rsid w:val="00596807"/>
    <w:rsid w:val="0059723F"/>
    <w:rsid w:val="005972F7"/>
    <w:rsid w:val="00597A46"/>
    <w:rsid w:val="005A057E"/>
    <w:rsid w:val="005A05A3"/>
    <w:rsid w:val="005A0700"/>
    <w:rsid w:val="005A08C4"/>
    <w:rsid w:val="005A0E96"/>
    <w:rsid w:val="005A152B"/>
    <w:rsid w:val="005A1B84"/>
    <w:rsid w:val="005A28D0"/>
    <w:rsid w:val="005A388E"/>
    <w:rsid w:val="005A3951"/>
    <w:rsid w:val="005A398F"/>
    <w:rsid w:val="005A4419"/>
    <w:rsid w:val="005A47A8"/>
    <w:rsid w:val="005A4C0B"/>
    <w:rsid w:val="005A4C80"/>
    <w:rsid w:val="005A501A"/>
    <w:rsid w:val="005A51F7"/>
    <w:rsid w:val="005A6171"/>
    <w:rsid w:val="005A65D9"/>
    <w:rsid w:val="005A7222"/>
    <w:rsid w:val="005A727B"/>
    <w:rsid w:val="005A7E6F"/>
    <w:rsid w:val="005A7F9C"/>
    <w:rsid w:val="005B0037"/>
    <w:rsid w:val="005B10AD"/>
    <w:rsid w:val="005B13C7"/>
    <w:rsid w:val="005B1FA9"/>
    <w:rsid w:val="005B23E2"/>
    <w:rsid w:val="005B24C6"/>
    <w:rsid w:val="005B2D1D"/>
    <w:rsid w:val="005B36E2"/>
    <w:rsid w:val="005B39E3"/>
    <w:rsid w:val="005B51FE"/>
    <w:rsid w:val="005B5449"/>
    <w:rsid w:val="005B7649"/>
    <w:rsid w:val="005B7888"/>
    <w:rsid w:val="005B7B8A"/>
    <w:rsid w:val="005B7F91"/>
    <w:rsid w:val="005C0096"/>
    <w:rsid w:val="005C152C"/>
    <w:rsid w:val="005C213A"/>
    <w:rsid w:val="005C24BB"/>
    <w:rsid w:val="005C2706"/>
    <w:rsid w:val="005C2AAE"/>
    <w:rsid w:val="005C2B02"/>
    <w:rsid w:val="005C2B25"/>
    <w:rsid w:val="005C2E16"/>
    <w:rsid w:val="005C2E31"/>
    <w:rsid w:val="005C2F41"/>
    <w:rsid w:val="005C3997"/>
    <w:rsid w:val="005C4225"/>
    <w:rsid w:val="005C4326"/>
    <w:rsid w:val="005C4856"/>
    <w:rsid w:val="005C558E"/>
    <w:rsid w:val="005C7044"/>
    <w:rsid w:val="005C7526"/>
    <w:rsid w:val="005D06CC"/>
    <w:rsid w:val="005D0F0D"/>
    <w:rsid w:val="005D0FAC"/>
    <w:rsid w:val="005D10F3"/>
    <w:rsid w:val="005D1C73"/>
    <w:rsid w:val="005D1EA4"/>
    <w:rsid w:val="005D1FCA"/>
    <w:rsid w:val="005D2204"/>
    <w:rsid w:val="005D223C"/>
    <w:rsid w:val="005D2A1A"/>
    <w:rsid w:val="005D32E1"/>
    <w:rsid w:val="005D34C3"/>
    <w:rsid w:val="005D354C"/>
    <w:rsid w:val="005D35A5"/>
    <w:rsid w:val="005D3EF0"/>
    <w:rsid w:val="005D4042"/>
    <w:rsid w:val="005D465E"/>
    <w:rsid w:val="005D474B"/>
    <w:rsid w:val="005D504E"/>
    <w:rsid w:val="005D5DAC"/>
    <w:rsid w:val="005D67D6"/>
    <w:rsid w:val="005D6D6D"/>
    <w:rsid w:val="005D6E85"/>
    <w:rsid w:val="005D7AEA"/>
    <w:rsid w:val="005D7EFF"/>
    <w:rsid w:val="005E02E3"/>
    <w:rsid w:val="005E0396"/>
    <w:rsid w:val="005E0433"/>
    <w:rsid w:val="005E0F3E"/>
    <w:rsid w:val="005E173A"/>
    <w:rsid w:val="005E1B29"/>
    <w:rsid w:val="005E2187"/>
    <w:rsid w:val="005E2BE9"/>
    <w:rsid w:val="005E31E4"/>
    <w:rsid w:val="005E436A"/>
    <w:rsid w:val="005E4B3E"/>
    <w:rsid w:val="005E4DF7"/>
    <w:rsid w:val="005E4EC4"/>
    <w:rsid w:val="005E5245"/>
    <w:rsid w:val="005E78C1"/>
    <w:rsid w:val="005F16C0"/>
    <w:rsid w:val="005F2B8B"/>
    <w:rsid w:val="005F33BA"/>
    <w:rsid w:val="005F369F"/>
    <w:rsid w:val="005F39EC"/>
    <w:rsid w:val="005F3AD5"/>
    <w:rsid w:val="005F3C32"/>
    <w:rsid w:val="005F3E56"/>
    <w:rsid w:val="005F43AF"/>
    <w:rsid w:val="005F5A47"/>
    <w:rsid w:val="005F5B4A"/>
    <w:rsid w:val="005F5DB9"/>
    <w:rsid w:val="005F618C"/>
    <w:rsid w:val="005F69AB"/>
    <w:rsid w:val="005F6AC4"/>
    <w:rsid w:val="005F6CDC"/>
    <w:rsid w:val="005F6FF7"/>
    <w:rsid w:val="005F772A"/>
    <w:rsid w:val="005F7F1D"/>
    <w:rsid w:val="00600207"/>
    <w:rsid w:val="00600681"/>
    <w:rsid w:val="00601146"/>
    <w:rsid w:val="006018E4"/>
    <w:rsid w:val="00601F1C"/>
    <w:rsid w:val="00602DAA"/>
    <w:rsid w:val="00602EFE"/>
    <w:rsid w:val="0060304C"/>
    <w:rsid w:val="0060313C"/>
    <w:rsid w:val="006034B3"/>
    <w:rsid w:val="00603796"/>
    <w:rsid w:val="00603926"/>
    <w:rsid w:val="00603F53"/>
    <w:rsid w:val="00605D03"/>
    <w:rsid w:val="00605ED0"/>
    <w:rsid w:val="006066F1"/>
    <w:rsid w:val="006100BC"/>
    <w:rsid w:val="00611C37"/>
    <w:rsid w:val="00611CCB"/>
    <w:rsid w:val="006128E9"/>
    <w:rsid w:val="00612F97"/>
    <w:rsid w:val="006137CC"/>
    <w:rsid w:val="00613909"/>
    <w:rsid w:val="00613F74"/>
    <w:rsid w:val="00614152"/>
    <w:rsid w:val="00614688"/>
    <w:rsid w:val="00614AD4"/>
    <w:rsid w:val="00614C73"/>
    <w:rsid w:val="006154F5"/>
    <w:rsid w:val="00615C05"/>
    <w:rsid w:val="00616229"/>
    <w:rsid w:val="00616525"/>
    <w:rsid w:val="006168DA"/>
    <w:rsid w:val="0061757B"/>
    <w:rsid w:val="006179E2"/>
    <w:rsid w:val="00620204"/>
    <w:rsid w:val="00620454"/>
    <w:rsid w:val="00620883"/>
    <w:rsid w:val="0062089E"/>
    <w:rsid w:val="00621A12"/>
    <w:rsid w:val="00623E35"/>
    <w:rsid w:val="00623EFD"/>
    <w:rsid w:val="00624880"/>
    <w:rsid w:val="00624972"/>
    <w:rsid w:val="00625F49"/>
    <w:rsid w:val="006265BF"/>
    <w:rsid w:val="0062660C"/>
    <w:rsid w:val="00627F8A"/>
    <w:rsid w:val="00630002"/>
    <w:rsid w:val="00630D2E"/>
    <w:rsid w:val="00631C56"/>
    <w:rsid w:val="006321E4"/>
    <w:rsid w:val="00632215"/>
    <w:rsid w:val="006327A2"/>
    <w:rsid w:val="00632814"/>
    <w:rsid w:val="0063302C"/>
    <w:rsid w:val="00634B88"/>
    <w:rsid w:val="00635961"/>
    <w:rsid w:val="00635AC9"/>
    <w:rsid w:val="00636412"/>
    <w:rsid w:val="00636B64"/>
    <w:rsid w:val="00636EAE"/>
    <w:rsid w:val="00637086"/>
    <w:rsid w:val="00637496"/>
    <w:rsid w:val="006375C3"/>
    <w:rsid w:val="0063760C"/>
    <w:rsid w:val="006376C2"/>
    <w:rsid w:val="006379B9"/>
    <w:rsid w:val="00637A3B"/>
    <w:rsid w:val="00640292"/>
    <w:rsid w:val="00641000"/>
    <w:rsid w:val="00642036"/>
    <w:rsid w:val="006423A2"/>
    <w:rsid w:val="00643267"/>
    <w:rsid w:val="00643D09"/>
    <w:rsid w:val="00644F92"/>
    <w:rsid w:val="00644FE1"/>
    <w:rsid w:val="00646514"/>
    <w:rsid w:val="00646A44"/>
    <w:rsid w:val="006504C8"/>
    <w:rsid w:val="006514D1"/>
    <w:rsid w:val="0065169A"/>
    <w:rsid w:val="00652834"/>
    <w:rsid w:val="00652AF5"/>
    <w:rsid w:val="00653B9A"/>
    <w:rsid w:val="00655352"/>
    <w:rsid w:val="006558F4"/>
    <w:rsid w:val="00655A68"/>
    <w:rsid w:val="00656186"/>
    <w:rsid w:val="00656755"/>
    <w:rsid w:val="00657353"/>
    <w:rsid w:val="00657475"/>
    <w:rsid w:val="006577C7"/>
    <w:rsid w:val="00660C4D"/>
    <w:rsid w:val="00660EB8"/>
    <w:rsid w:val="006618CF"/>
    <w:rsid w:val="00661B39"/>
    <w:rsid w:val="00661BFB"/>
    <w:rsid w:val="00661EF7"/>
    <w:rsid w:val="0066237F"/>
    <w:rsid w:val="00663112"/>
    <w:rsid w:val="006635AA"/>
    <w:rsid w:val="00663B11"/>
    <w:rsid w:val="006640C4"/>
    <w:rsid w:val="00665241"/>
    <w:rsid w:val="00666328"/>
    <w:rsid w:val="006679DD"/>
    <w:rsid w:val="00667D70"/>
    <w:rsid w:val="00667E9A"/>
    <w:rsid w:val="0067011A"/>
    <w:rsid w:val="0067028D"/>
    <w:rsid w:val="006707DA"/>
    <w:rsid w:val="006710EF"/>
    <w:rsid w:val="00671EB0"/>
    <w:rsid w:val="00672140"/>
    <w:rsid w:val="00673213"/>
    <w:rsid w:val="00674060"/>
    <w:rsid w:val="0067424D"/>
    <w:rsid w:val="00674AFA"/>
    <w:rsid w:val="006751EB"/>
    <w:rsid w:val="0067522B"/>
    <w:rsid w:val="00675702"/>
    <w:rsid w:val="006765DB"/>
    <w:rsid w:val="006800A5"/>
    <w:rsid w:val="006805AD"/>
    <w:rsid w:val="00680AC4"/>
    <w:rsid w:val="00681749"/>
    <w:rsid w:val="0068243E"/>
    <w:rsid w:val="006828BD"/>
    <w:rsid w:val="00682A33"/>
    <w:rsid w:val="00682A85"/>
    <w:rsid w:val="0068372C"/>
    <w:rsid w:val="00683B0E"/>
    <w:rsid w:val="00683B7B"/>
    <w:rsid w:val="00684126"/>
    <w:rsid w:val="006845BC"/>
    <w:rsid w:val="006846D0"/>
    <w:rsid w:val="00684712"/>
    <w:rsid w:val="00684EE6"/>
    <w:rsid w:val="0068504C"/>
    <w:rsid w:val="00685C51"/>
    <w:rsid w:val="006864A1"/>
    <w:rsid w:val="006866F6"/>
    <w:rsid w:val="006867E7"/>
    <w:rsid w:val="0068688C"/>
    <w:rsid w:val="006868CD"/>
    <w:rsid w:val="006869C8"/>
    <w:rsid w:val="00686BA9"/>
    <w:rsid w:val="006903D7"/>
    <w:rsid w:val="00690EAD"/>
    <w:rsid w:val="00691B58"/>
    <w:rsid w:val="00691FFB"/>
    <w:rsid w:val="00693EC3"/>
    <w:rsid w:val="006942BD"/>
    <w:rsid w:val="006943A2"/>
    <w:rsid w:val="0069449C"/>
    <w:rsid w:val="00694711"/>
    <w:rsid w:val="00694ABE"/>
    <w:rsid w:val="00695C45"/>
    <w:rsid w:val="00695CD1"/>
    <w:rsid w:val="00696FB9"/>
    <w:rsid w:val="00697708"/>
    <w:rsid w:val="006978DD"/>
    <w:rsid w:val="006A0E99"/>
    <w:rsid w:val="006A1093"/>
    <w:rsid w:val="006A1709"/>
    <w:rsid w:val="006A2390"/>
    <w:rsid w:val="006A27A0"/>
    <w:rsid w:val="006A2D33"/>
    <w:rsid w:val="006A4214"/>
    <w:rsid w:val="006A452A"/>
    <w:rsid w:val="006A4726"/>
    <w:rsid w:val="006A4E4B"/>
    <w:rsid w:val="006A5D13"/>
    <w:rsid w:val="006A5E62"/>
    <w:rsid w:val="006A717F"/>
    <w:rsid w:val="006A73C6"/>
    <w:rsid w:val="006A7806"/>
    <w:rsid w:val="006A7B9A"/>
    <w:rsid w:val="006A7C87"/>
    <w:rsid w:val="006B0337"/>
    <w:rsid w:val="006B076A"/>
    <w:rsid w:val="006B0DA9"/>
    <w:rsid w:val="006B1CFB"/>
    <w:rsid w:val="006B3544"/>
    <w:rsid w:val="006B4321"/>
    <w:rsid w:val="006B48A4"/>
    <w:rsid w:val="006B4956"/>
    <w:rsid w:val="006B4982"/>
    <w:rsid w:val="006B663A"/>
    <w:rsid w:val="006B6794"/>
    <w:rsid w:val="006B7734"/>
    <w:rsid w:val="006B7B73"/>
    <w:rsid w:val="006B7DAA"/>
    <w:rsid w:val="006C0BEA"/>
    <w:rsid w:val="006C126E"/>
    <w:rsid w:val="006C209F"/>
    <w:rsid w:val="006C3116"/>
    <w:rsid w:val="006C3154"/>
    <w:rsid w:val="006C3236"/>
    <w:rsid w:val="006C3241"/>
    <w:rsid w:val="006C3549"/>
    <w:rsid w:val="006C3644"/>
    <w:rsid w:val="006C4BB0"/>
    <w:rsid w:val="006C4C19"/>
    <w:rsid w:val="006C4EFD"/>
    <w:rsid w:val="006C4FE5"/>
    <w:rsid w:val="006C50DF"/>
    <w:rsid w:val="006C5854"/>
    <w:rsid w:val="006C5971"/>
    <w:rsid w:val="006C5DAF"/>
    <w:rsid w:val="006C6A32"/>
    <w:rsid w:val="006C6F05"/>
    <w:rsid w:val="006C6FEC"/>
    <w:rsid w:val="006C73AA"/>
    <w:rsid w:val="006D0065"/>
    <w:rsid w:val="006D05FC"/>
    <w:rsid w:val="006D0644"/>
    <w:rsid w:val="006D09A6"/>
    <w:rsid w:val="006D1221"/>
    <w:rsid w:val="006D3840"/>
    <w:rsid w:val="006D397B"/>
    <w:rsid w:val="006D3E64"/>
    <w:rsid w:val="006D499F"/>
    <w:rsid w:val="006D50A1"/>
    <w:rsid w:val="006D524E"/>
    <w:rsid w:val="006D589E"/>
    <w:rsid w:val="006D5EE0"/>
    <w:rsid w:val="006D5F8F"/>
    <w:rsid w:val="006E100D"/>
    <w:rsid w:val="006E1337"/>
    <w:rsid w:val="006E14DF"/>
    <w:rsid w:val="006E27F3"/>
    <w:rsid w:val="006E2903"/>
    <w:rsid w:val="006E294C"/>
    <w:rsid w:val="006E2AB4"/>
    <w:rsid w:val="006E2C49"/>
    <w:rsid w:val="006E2EFC"/>
    <w:rsid w:val="006E3074"/>
    <w:rsid w:val="006E5268"/>
    <w:rsid w:val="006E52B8"/>
    <w:rsid w:val="006E55E4"/>
    <w:rsid w:val="006E5D82"/>
    <w:rsid w:val="006E6C84"/>
    <w:rsid w:val="006E7051"/>
    <w:rsid w:val="006E7A11"/>
    <w:rsid w:val="006F00AD"/>
    <w:rsid w:val="006F0150"/>
    <w:rsid w:val="006F1208"/>
    <w:rsid w:val="006F196C"/>
    <w:rsid w:val="006F2032"/>
    <w:rsid w:val="006F23BA"/>
    <w:rsid w:val="006F24E9"/>
    <w:rsid w:val="006F3C80"/>
    <w:rsid w:val="006F3F28"/>
    <w:rsid w:val="006F41A4"/>
    <w:rsid w:val="006F74EA"/>
    <w:rsid w:val="006F7532"/>
    <w:rsid w:val="006F7BC8"/>
    <w:rsid w:val="007007B3"/>
    <w:rsid w:val="007009B7"/>
    <w:rsid w:val="0070121A"/>
    <w:rsid w:val="00701334"/>
    <w:rsid w:val="00701B8F"/>
    <w:rsid w:val="00702675"/>
    <w:rsid w:val="00702B9A"/>
    <w:rsid w:val="00703369"/>
    <w:rsid w:val="00704003"/>
    <w:rsid w:val="0070413D"/>
    <w:rsid w:val="007042FD"/>
    <w:rsid w:val="00704867"/>
    <w:rsid w:val="00704872"/>
    <w:rsid w:val="00704AE0"/>
    <w:rsid w:val="007051D1"/>
    <w:rsid w:val="00706046"/>
    <w:rsid w:val="007065E8"/>
    <w:rsid w:val="00706BAD"/>
    <w:rsid w:val="0070743F"/>
    <w:rsid w:val="00710085"/>
    <w:rsid w:val="007103AC"/>
    <w:rsid w:val="0071098A"/>
    <w:rsid w:val="00710A4B"/>
    <w:rsid w:val="00710C87"/>
    <w:rsid w:val="00711921"/>
    <w:rsid w:val="00712508"/>
    <w:rsid w:val="00715978"/>
    <w:rsid w:val="00715E46"/>
    <w:rsid w:val="00716B08"/>
    <w:rsid w:val="00717676"/>
    <w:rsid w:val="00717DCF"/>
    <w:rsid w:val="0072013F"/>
    <w:rsid w:val="0072084F"/>
    <w:rsid w:val="00720F88"/>
    <w:rsid w:val="00721A5F"/>
    <w:rsid w:val="007221E2"/>
    <w:rsid w:val="00722536"/>
    <w:rsid w:val="00722A34"/>
    <w:rsid w:val="00722AED"/>
    <w:rsid w:val="00722DC6"/>
    <w:rsid w:val="00722F62"/>
    <w:rsid w:val="00723C16"/>
    <w:rsid w:val="00723DFA"/>
    <w:rsid w:val="007241B5"/>
    <w:rsid w:val="0072435B"/>
    <w:rsid w:val="00724756"/>
    <w:rsid w:val="007251AB"/>
    <w:rsid w:val="0072796C"/>
    <w:rsid w:val="00732A69"/>
    <w:rsid w:val="00732AC8"/>
    <w:rsid w:val="00732B56"/>
    <w:rsid w:val="00732E4D"/>
    <w:rsid w:val="00733311"/>
    <w:rsid w:val="00733ABA"/>
    <w:rsid w:val="00733C91"/>
    <w:rsid w:val="00733EC4"/>
    <w:rsid w:val="0073435B"/>
    <w:rsid w:val="0073529D"/>
    <w:rsid w:val="0073591E"/>
    <w:rsid w:val="0073622D"/>
    <w:rsid w:val="00736A0B"/>
    <w:rsid w:val="00736E32"/>
    <w:rsid w:val="00737AFC"/>
    <w:rsid w:val="00740738"/>
    <w:rsid w:val="00740827"/>
    <w:rsid w:val="007418D6"/>
    <w:rsid w:val="00741AE1"/>
    <w:rsid w:val="007425BB"/>
    <w:rsid w:val="00742B3D"/>
    <w:rsid w:val="00742D65"/>
    <w:rsid w:val="007430F4"/>
    <w:rsid w:val="007430F7"/>
    <w:rsid w:val="007438E7"/>
    <w:rsid w:val="007445B7"/>
    <w:rsid w:val="00745959"/>
    <w:rsid w:val="00745D7F"/>
    <w:rsid w:val="00746042"/>
    <w:rsid w:val="0074687C"/>
    <w:rsid w:val="007471E7"/>
    <w:rsid w:val="00747213"/>
    <w:rsid w:val="007474C1"/>
    <w:rsid w:val="0074787C"/>
    <w:rsid w:val="0075123C"/>
    <w:rsid w:val="0075238B"/>
    <w:rsid w:val="007528E7"/>
    <w:rsid w:val="007535A6"/>
    <w:rsid w:val="0075392E"/>
    <w:rsid w:val="00753FD3"/>
    <w:rsid w:val="007549D5"/>
    <w:rsid w:val="00754BD7"/>
    <w:rsid w:val="00754E62"/>
    <w:rsid w:val="00755026"/>
    <w:rsid w:val="00755303"/>
    <w:rsid w:val="00756D4A"/>
    <w:rsid w:val="00756EDC"/>
    <w:rsid w:val="007570AF"/>
    <w:rsid w:val="00757608"/>
    <w:rsid w:val="00757E30"/>
    <w:rsid w:val="007602AF"/>
    <w:rsid w:val="0076041A"/>
    <w:rsid w:val="00760BF1"/>
    <w:rsid w:val="00761512"/>
    <w:rsid w:val="00761A79"/>
    <w:rsid w:val="00762308"/>
    <w:rsid w:val="00762564"/>
    <w:rsid w:val="0076288E"/>
    <w:rsid w:val="00762E11"/>
    <w:rsid w:val="00763515"/>
    <w:rsid w:val="00763ABD"/>
    <w:rsid w:val="0076463F"/>
    <w:rsid w:val="00764B35"/>
    <w:rsid w:val="00764CFA"/>
    <w:rsid w:val="007651F2"/>
    <w:rsid w:val="00766160"/>
    <w:rsid w:val="00766197"/>
    <w:rsid w:val="0076647A"/>
    <w:rsid w:val="00766C10"/>
    <w:rsid w:val="007675F8"/>
    <w:rsid w:val="0076792C"/>
    <w:rsid w:val="00767A07"/>
    <w:rsid w:val="00771351"/>
    <w:rsid w:val="007724A6"/>
    <w:rsid w:val="00772809"/>
    <w:rsid w:val="00773756"/>
    <w:rsid w:val="00773A16"/>
    <w:rsid w:val="007742D3"/>
    <w:rsid w:val="00774507"/>
    <w:rsid w:val="00774BE0"/>
    <w:rsid w:val="00774E95"/>
    <w:rsid w:val="007753B1"/>
    <w:rsid w:val="00775A11"/>
    <w:rsid w:val="00775A32"/>
    <w:rsid w:val="0077607A"/>
    <w:rsid w:val="007760E6"/>
    <w:rsid w:val="0077642A"/>
    <w:rsid w:val="0077682C"/>
    <w:rsid w:val="00777E98"/>
    <w:rsid w:val="007802CB"/>
    <w:rsid w:val="00781C12"/>
    <w:rsid w:val="00781D11"/>
    <w:rsid w:val="007822A6"/>
    <w:rsid w:val="00782D54"/>
    <w:rsid w:val="007836FD"/>
    <w:rsid w:val="00783B00"/>
    <w:rsid w:val="00783FBC"/>
    <w:rsid w:val="00786312"/>
    <w:rsid w:val="0078647B"/>
    <w:rsid w:val="00786F03"/>
    <w:rsid w:val="00787DF7"/>
    <w:rsid w:val="00787E0C"/>
    <w:rsid w:val="00790E39"/>
    <w:rsid w:val="007910D5"/>
    <w:rsid w:val="00791548"/>
    <w:rsid w:val="00791726"/>
    <w:rsid w:val="00791D0A"/>
    <w:rsid w:val="007923FE"/>
    <w:rsid w:val="007924C5"/>
    <w:rsid w:val="007925A8"/>
    <w:rsid w:val="00792A72"/>
    <w:rsid w:val="00792F83"/>
    <w:rsid w:val="007939DB"/>
    <w:rsid w:val="00793EE2"/>
    <w:rsid w:val="00794523"/>
    <w:rsid w:val="00794B14"/>
    <w:rsid w:val="00795055"/>
    <w:rsid w:val="0079540A"/>
    <w:rsid w:val="0079563F"/>
    <w:rsid w:val="0079599D"/>
    <w:rsid w:val="00795E8B"/>
    <w:rsid w:val="00795FD4"/>
    <w:rsid w:val="0079617E"/>
    <w:rsid w:val="007971B0"/>
    <w:rsid w:val="007971D0"/>
    <w:rsid w:val="00797458"/>
    <w:rsid w:val="00797651"/>
    <w:rsid w:val="00797F36"/>
    <w:rsid w:val="007A09B6"/>
    <w:rsid w:val="007A154D"/>
    <w:rsid w:val="007A192C"/>
    <w:rsid w:val="007A1D4B"/>
    <w:rsid w:val="007A2058"/>
    <w:rsid w:val="007A23F4"/>
    <w:rsid w:val="007A2B90"/>
    <w:rsid w:val="007A41B2"/>
    <w:rsid w:val="007A45FF"/>
    <w:rsid w:val="007A4F59"/>
    <w:rsid w:val="007A53B6"/>
    <w:rsid w:val="007A5A67"/>
    <w:rsid w:val="007A641B"/>
    <w:rsid w:val="007A7188"/>
    <w:rsid w:val="007A79EC"/>
    <w:rsid w:val="007B005F"/>
    <w:rsid w:val="007B07EF"/>
    <w:rsid w:val="007B0B54"/>
    <w:rsid w:val="007B11A1"/>
    <w:rsid w:val="007B1231"/>
    <w:rsid w:val="007B15AB"/>
    <w:rsid w:val="007B1D72"/>
    <w:rsid w:val="007B29B9"/>
    <w:rsid w:val="007B2BFF"/>
    <w:rsid w:val="007B34A3"/>
    <w:rsid w:val="007B39C7"/>
    <w:rsid w:val="007B3C38"/>
    <w:rsid w:val="007B4402"/>
    <w:rsid w:val="007B4760"/>
    <w:rsid w:val="007B51F4"/>
    <w:rsid w:val="007B52B0"/>
    <w:rsid w:val="007B640B"/>
    <w:rsid w:val="007B6593"/>
    <w:rsid w:val="007B6C10"/>
    <w:rsid w:val="007B734A"/>
    <w:rsid w:val="007B7361"/>
    <w:rsid w:val="007B7ACE"/>
    <w:rsid w:val="007B7EBE"/>
    <w:rsid w:val="007C0A7B"/>
    <w:rsid w:val="007C0A85"/>
    <w:rsid w:val="007C1168"/>
    <w:rsid w:val="007C1504"/>
    <w:rsid w:val="007C1619"/>
    <w:rsid w:val="007C16AF"/>
    <w:rsid w:val="007C2F19"/>
    <w:rsid w:val="007C2FF5"/>
    <w:rsid w:val="007C3E3A"/>
    <w:rsid w:val="007C41A6"/>
    <w:rsid w:val="007C48F7"/>
    <w:rsid w:val="007C49E0"/>
    <w:rsid w:val="007C4AAF"/>
    <w:rsid w:val="007C4E98"/>
    <w:rsid w:val="007C4EE0"/>
    <w:rsid w:val="007C51E1"/>
    <w:rsid w:val="007C520C"/>
    <w:rsid w:val="007C5319"/>
    <w:rsid w:val="007C5E0B"/>
    <w:rsid w:val="007C5FCE"/>
    <w:rsid w:val="007C6903"/>
    <w:rsid w:val="007C6B7F"/>
    <w:rsid w:val="007C723B"/>
    <w:rsid w:val="007D07C9"/>
    <w:rsid w:val="007D27AF"/>
    <w:rsid w:val="007D2821"/>
    <w:rsid w:val="007D30FD"/>
    <w:rsid w:val="007D35FB"/>
    <w:rsid w:val="007D361C"/>
    <w:rsid w:val="007D3BB4"/>
    <w:rsid w:val="007D3C21"/>
    <w:rsid w:val="007D4327"/>
    <w:rsid w:val="007D4485"/>
    <w:rsid w:val="007D4B33"/>
    <w:rsid w:val="007D4D3F"/>
    <w:rsid w:val="007D4EA5"/>
    <w:rsid w:val="007D587B"/>
    <w:rsid w:val="007D5C16"/>
    <w:rsid w:val="007D5CD1"/>
    <w:rsid w:val="007D65F3"/>
    <w:rsid w:val="007D66AC"/>
    <w:rsid w:val="007D7107"/>
    <w:rsid w:val="007D79ED"/>
    <w:rsid w:val="007D7E1E"/>
    <w:rsid w:val="007E00F6"/>
    <w:rsid w:val="007E03D7"/>
    <w:rsid w:val="007E09F3"/>
    <w:rsid w:val="007E1007"/>
    <w:rsid w:val="007E11AC"/>
    <w:rsid w:val="007E1667"/>
    <w:rsid w:val="007E1AC2"/>
    <w:rsid w:val="007E1CA3"/>
    <w:rsid w:val="007E28B2"/>
    <w:rsid w:val="007E2F72"/>
    <w:rsid w:val="007E3060"/>
    <w:rsid w:val="007E38EC"/>
    <w:rsid w:val="007E4412"/>
    <w:rsid w:val="007E4775"/>
    <w:rsid w:val="007E481A"/>
    <w:rsid w:val="007E4AEB"/>
    <w:rsid w:val="007E5349"/>
    <w:rsid w:val="007E5978"/>
    <w:rsid w:val="007E7689"/>
    <w:rsid w:val="007E7A1C"/>
    <w:rsid w:val="007E7C3E"/>
    <w:rsid w:val="007F27FD"/>
    <w:rsid w:val="007F29D4"/>
    <w:rsid w:val="007F350D"/>
    <w:rsid w:val="007F3726"/>
    <w:rsid w:val="007F3B8D"/>
    <w:rsid w:val="007F3BF7"/>
    <w:rsid w:val="007F3E23"/>
    <w:rsid w:val="007F3EC7"/>
    <w:rsid w:val="007F3ED7"/>
    <w:rsid w:val="007F51FF"/>
    <w:rsid w:val="007F54BF"/>
    <w:rsid w:val="007F698A"/>
    <w:rsid w:val="007F734E"/>
    <w:rsid w:val="008000F5"/>
    <w:rsid w:val="008012FD"/>
    <w:rsid w:val="0080135F"/>
    <w:rsid w:val="00801A26"/>
    <w:rsid w:val="00801EC4"/>
    <w:rsid w:val="00802607"/>
    <w:rsid w:val="008027F7"/>
    <w:rsid w:val="00803278"/>
    <w:rsid w:val="008032EA"/>
    <w:rsid w:val="00803470"/>
    <w:rsid w:val="00803A0B"/>
    <w:rsid w:val="00803A63"/>
    <w:rsid w:val="00803F5C"/>
    <w:rsid w:val="008044AE"/>
    <w:rsid w:val="008047D1"/>
    <w:rsid w:val="00805512"/>
    <w:rsid w:val="008058F0"/>
    <w:rsid w:val="00805A93"/>
    <w:rsid w:val="00806117"/>
    <w:rsid w:val="008061EF"/>
    <w:rsid w:val="00806960"/>
    <w:rsid w:val="00806CDD"/>
    <w:rsid w:val="008073F2"/>
    <w:rsid w:val="008079EA"/>
    <w:rsid w:val="00810165"/>
    <w:rsid w:val="0081054A"/>
    <w:rsid w:val="008108CD"/>
    <w:rsid w:val="00810A79"/>
    <w:rsid w:val="0081145A"/>
    <w:rsid w:val="00811684"/>
    <w:rsid w:val="00811FFC"/>
    <w:rsid w:val="00812F40"/>
    <w:rsid w:val="00813D0E"/>
    <w:rsid w:val="008142BA"/>
    <w:rsid w:val="00815199"/>
    <w:rsid w:val="0081595E"/>
    <w:rsid w:val="00815DEF"/>
    <w:rsid w:val="008168B8"/>
    <w:rsid w:val="008177B4"/>
    <w:rsid w:val="00817A78"/>
    <w:rsid w:val="00817BB6"/>
    <w:rsid w:val="00817EAC"/>
    <w:rsid w:val="0082007B"/>
    <w:rsid w:val="00820331"/>
    <w:rsid w:val="008203E6"/>
    <w:rsid w:val="008247A7"/>
    <w:rsid w:val="0082482B"/>
    <w:rsid w:val="00824E1B"/>
    <w:rsid w:val="008253E2"/>
    <w:rsid w:val="008255B6"/>
    <w:rsid w:val="008257BB"/>
    <w:rsid w:val="008266C8"/>
    <w:rsid w:val="008268A6"/>
    <w:rsid w:val="00826D9F"/>
    <w:rsid w:val="008273C7"/>
    <w:rsid w:val="00827A1A"/>
    <w:rsid w:val="00827DC1"/>
    <w:rsid w:val="00827E37"/>
    <w:rsid w:val="008304B1"/>
    <w:rsid w:val="00831189"/>
    <w:rsid w:val="00831ADE"/>
    <w:rsid w:val="0083239B"/>
    <w:rsid w:val="00832C0E"/>
    <w:rsid w:val="008333E4"/>
    <w:rsid w:val="00833743"/>
    <w:rsid w:val="0083452C"/>
    <w:rsid w:val="008353BE"/>
    <w:rsid w:val="008357A8"/>
    <w:rsid w:val="00835863"/>
    <w:rsid w:val="00835866"/>
    <w:rsid w:val="00835902"/>
    <w:rsid w:val="00835DD3"/>
    <w:rsid w:val="008366CC"/>
    <w:rsid w:val="00840503"/>
    <w:rsid w:val="0084059D"/>
    <w:rsid w:val="00841012"/>
    <w:rsid w:val="00842055"/>
    <w:rsid w:val="008423B2"/>
    <w:rsid w:val="008429F8"/>
    <w:rsid w:val="00843685"/>
    <w:rsid w:val="00845607"/>
    <w:rsid w:val="00845CFC"/>
    <w:rsid w:val="00846445"/>
    <w:rsid w:val="00846713"/>
    <w:rsid w:val="00847091"/>
    <w:rsid w:val="008476AB"/>
    <w:rsid w:val="00850A19"/>
    <w:rsid w:val="0085242F"/>
    <w:rsid w:val="0085293D"/>
    <w:rsid w:val="00853064"/>
    <w:rsid w:val="00853228"/>
    <w:rsid w:val="0085353F"/>
    <w:rsid w:val="00853DEC"/>
    <w:rsid w:val="00853F7D"/>
    <w:rsid w:val="00854CFA"/>
    <w:rsid w:val="00854F6F"/>
    <w:rsid w:val="008551CD"/>
    <w:rsid w:val="008556A1"/>
    <w:rsid w:val="008556D9"/>
    <w:rsid w:val="008556EF"/>
    <w:rsid w:val="00855F7F"/>
    <w:rsid w:val="00856A5C"/>
    <w:rsid w:val="00856C5F"/>
    <w:rsid w:val="00856C61"/>
    <w:rsid w:val="00857262"/>
    <w:rsid w:val="00857683"/>
    <w:rsid w:val="008578B7"/>
    <w:rsid w:val="00857A2A"/>
    <w:rsid w:val="00857A54"/>
    <w:rsid w:val="00857A74"/>
    <w:rsid w:val="00860A6D"/>
    <w:rsid w:val="00860AE4"/>
    <w:rsid w:val="00861B87"/>
    <w:rsid w:val="00862E34"/>
    <w:rsid w:val="00863F67"/>
    <w:rsid w:val="00863F79"/>
    <w:rsid w:val="0086414B"/>
    <w:rsid w:val="0086462B"/>
    <w:rsid w:val="00865C45"/>
    <w:rsid w:val="00865EFE"/>
    <w:rsid w:val="0086619A"/>
    <w:rsid w:val="00866C99"/>
    <w:rsid w:val="0086769C"/>
    <w:rsid w:val="008676F4"/>
    <w:rsid w:val="00867B2C"/>
    <w:rsid w:val="00867FD9"/>
    <w:rsid w:val="00870918"/>
    <w:rsid w:val="00870A87"/>
    <w:rsid w:val="008713A5"/>
    <w:rsid w:val="00871AB1"/>
    <w:rsid w:val="00872C6F"/>
    <w:rsid w:val="00873511"/>
    <w:rsid w:val="00874709"/>
    <w:rsid w:val="00874A6A"/>
    <w:rsid w:val="00874A71"/>
    <w:rsid w:val="00874ABE"/>
    <w:rsid w:val="00875B8B"/>
    <w:rsid w:val="00875C93"/>
    <w:rsid w:val="00876223"/>
    <w:rsid w:val="008764B2"/>
    <w:rsid w:val="00876862"/>
    <w:rsid w:val="00876D28"/>
    <w:rsid w:val="0087780C"/>
    <w:rsid w:val="00877971"/>
    <w:rsid w:val="00880030"/>
    <w:rsid w:val="00880580"/>
    <w:rsid w:val="00880A56"/>
    <w:rsid w:val="00880C2B"/>
    <w:rsid w:val="0088124D"/>
    <w:rsid w:val="00881299"/>
    <w:rsid w:val="00881A72"/>
    <w:rsid w:val="00881ACF"/>
    <w:rsid w:val="00882A1B"/>
    <w:rsid w:val="00883271"/>
    <w:rsid w:val="008834AD"/>
    <w:rsid w:val="008835FD"/>
    <w:rsid w:val="0088381E"/>
    <w:rsid w:val="00883F32"/>
    <w:rsid w:val="00884ABF"/>
    <w:rsid w:val="00884BD4"/>
    <w:rsid w:val="00885452"/>
    <w:rsid w:val="008857C5"/>
    <w:rsid w:val="00885D7F"/>
    <w:rsid w:val="008861AB"/>
    <w:rsid w:val="00886E22"/>
    <w:rsid w:val="00887FF3"/>
    <w:rsid w:val="008901CE"/>
    <w:rsid w:val="0089083F"/>
    <w:rsid w:val="0089250B"/>
    <w:rsid w:val="008925DE"/>
    <w:rsid w:val="00893330"/>
    <w:rsid w:val="0089586B"/>
    <w:rsid w:val="00895E4A"/>
    <w:rsid w:val="008961FF"/>
    <w:rsid w:val="008978F2"/>
    <w:rsid w:val="008A055E"/>
    <w:rsid w:val="008A0D1D"/>
    <w:rsid w:val="008A19D4"/>
    <w:rsid w:val="008A21F2"/>
    <w:rsid w:val="008A25C2"/>
    <w:rsid w:val="008A2AE4"/>
    <w:rsid w:val="008A2E3E"/>
    <w:rsid w:val="008A3B19"/>
    <w:rsid w:val="008A4816"/>
    <w:rsid w:val="008A5117"/>
    <w:rsid w:val="008A59FD"/>
    <w:rsid w:val="008A5C15"/>
    <w:rsid w:val="008A64DF"/>
    <w:rsid w:val="008A7629"/>
    <w:rsid w:val="008A762D"/>
    <w:rsid w:val="008A7DA1"/>
    <w:rsid w:val="008B003F"/>
    <w:rsid w:val="008B01FF"/>
    <w:rsid w:val="008B020A"/>
    <w:rsid w:val="008B0348"/>
    <w:rsid w:val="008B0DDF"/>
    <w:rsid w:val="008B1012"/>
    <w:rsid w:val="008B120D"/>
    <w:rsid w:val="008B12D0"/>
    <w:rsid w:val="008B1AA7"/>
    <w:rsid w:val="008B1C16"/>
    <w:rsid w:val="008B245E"/>
    <w:rsid w:val="008B2CAA"/>
    <w:rsid w:val="008B2E08"/>
    <w:rsid w:val="008B2F9D"/>
    <w:rsid w:val="008B3248"/>
    <w:rsid w:val="008B3847"/>
    <w:rsid w:val="008B4256"/>
    <w:rsid w:val="008B42C9"/>
    <w:rsid w:val="008B5E9B"/>
    <w:rsid w:val="008B660E"/>
    <w:rsid w:val="008B683B"/>
    <w:rsid w:val="008B721E"/>
    <w:rsid w:val="008B768A"/>
    <w:rsid w:val="008C0408"/>
    <w:rsid w:val="008C06B3"/>
    <w:rsid w:val="008C0A8F"/>
    <w:rsid w:val="008C0D26"/>
    <w:rsid w:val="008C1F08"/>
    <w:rsid w:val="008C2796"/>
    <w:rsid w:val="008C2BDF"/>
    <w:rsid w:val="008C3051"/>
    <w:rsid w:val="008C471F"/>
    <w:rsid w:val="008C4F9E"/>
    <w:rsid w:val="008C53B4"/>
    <w:rsid w:val="008C5F74"/>
    <w:rsid w:val="008C68B2"/>
    <w:rsid w:val="008C6D5A"/>
    <w:rsid w:val="008C6DC4"/>
    <w:rsid w:val="008C7F05"/>
    <w:rsid w:val="008D03A6"/>
    <w:rsid w:val="008D04A8"/>
    <w:rsid w:val="008D0643"/>
    <w:rsid w:val="008D22E6"/>
    <w:rsid w:val="008D2ED6"/>
    <w:rsid w:val="008D2F7E"/>
    <w:rsid w:val="008D32B7"/>
    <w:rsid w:val="008D3A34"/>
    <w:rsid w:val="008D3A60"/>
    <w:rsid w:val="008D3CB8"/>
    <w:rsid w:val="008D4349"/>
    <w:rsid w:val="008D4918"/>
    <w:rsid w:val="008D4F7C"/>
    <w:rsid w:val="008D57FD"/>
    <w:rsid w:val="008D611A"/>
    <w:rsid w:val="008D6911"/>
    <w:rsid w:val="008D7219"/>
    <w:rsid w:val="008D77F1"/>
    <w:rsid w:val="008E015A"/>
    <w:rsid w:val="008E018C"/>
    <w:rsid w:val="008E0793"/>
    <w:rsid w:val="008E09C5"/>
    <w:rsid w:val="008E10FC"/>
    <w:rsid w:val="008E13D3"/>
    <w:rsid w:val="008E30F7"/>
    <w:rsid w:val="008E3565"/>
    <w:rsid w:val="008E3ED2"/>
    <w:rsid w:val="008E420E"/>
    <w:rsid w:val="008E4CD1"/>
    <w:rsid w:val="008E5485"/>
    <w:rsid w:val="008E5668"/>
    <w:rsid w:val="008E5E81"/>
    <w:rsid w:val="008E6103"/>
    <w:rsid w:val="008E62BC"/>
    <w:rsid w:val="008E6D85"/>
    <w:rsid w:val="008E6E66"/>
    <w:rsid w:val="008E7915"/>
    <w:rsid w:val="008F0714"/>
    <w:rsid w:val="008F0AC0"/>
    <w:rsid w:val="008F0EAF"/>
    <w:rsid w:val="008F17B5"/>
    <w:rsid w:val="008F25CC"/>
    <w:rsid w:val="008F2E69"/>
    <w:rsid w:val="008F340E"/>
    <w:rsid w:val="008F3F43"/>
    <w:rsid w:val="008F47BF"/>
    <w:rsid w:val="008F4873"/>
    <w:rsid w:val="008F4B28"/>
    <w:rsid w:val="008F71AC"/>
    <w:rsid w:val="008F737C"/>
    <w:rsid w:val="008F7440"/>
    <w:rsid w:val="008F772C"/>
    <w:rsid w:val="008F7826"/>
    <w:rsid w:val="008F7F6D"/>
    <w:rsid w:val="0090048B"/>
    <w:rsid w:val="00900544"/>
    <w:rsid w:val="00900729"/>
    <w:rsid w:val="0090154D"/>
    <w:rsid w:val="00901C60"/>
    <w:rsid w:val="00901FBE"/>
    <w:rsid w:val="009023BF"/>
    <w:rsid w:val="009039BF"/>
    <w:rsid w:val="00903E43"/>
    <w:rsid w:val="00903FF8"/>
    <w:rsid w:val="00904497"/>
    <w:rsid w:val="00905D3F"/>
    <w:rsid w:val="00906668"/>
    <w:rsid w:val="0091080D"/>
    <w:rsid w:val="009108D6"/>
    <w:rsid w:val="00911608"/>
    <w:rsid w:val="00911B10"/>
    <w:rsid w:val="00912533"/>
    <w:rsid w:val="00912775"/>
    <w:rsid w:val="00912A31"/>
    <w:rsid w:val="009131EA"/>
    <w:rsid w:val="00913910"/>
    <w:rsid w:val="00913E32"/>
    <w:rsid w:val="00914534"/>
    <w:rsid w:val="00914C0A"/>
    <w:rsid w:val="00914F87"/>
    <w:rsid w:val="00915566"/>
    <w:rsid w:val="00915807"/>
    <w:rsid w:val="00915863"/>
    <w:rsid w:val="00915BC1"/>
    <w:rsid w:val="00916127"/>
    <w:rsid w:val="009166CC"/>
    <w:rsid w:val="00916C08"/>
    <w:rsid w:val="00917833"/>
    <w:rsid w:val="00917B7E"/>
    <w:rsid w:val="00920348"/>
    <w:rsid w:val="0092056F"/>
    <w:rsid w:val="009205CA"/>
    <w:rsid w:val="009219D6"/>
    <w:rsid w:val="00921C06"/>
    <w:rsid w:val="00921C85"/>
    <w:rsid w:val="00922462"/>
    <w:rsid w:val="00923017"/>
    <w:rsid w:val="00923AB8"/>
    <w:rsid w:val="0092533C"/>
    <w:rsid w:val="00926891"/>
    <w:rsid w:val="00926EB8"/>
    <w:rsid w:val="009270E7"/>
    <w:rsid w:val="00927B85"/>
    <w:rsid w:val="00927EB6"/>
    <w:rsid w:val="00927F5F"/>
    <w:rsid w:val="0093009A"/>
    <w:rsid w:val="0093009F"/>
    <w:rsid w:val="009317DF"/>
    <w:rsid w:val="00931FAC"/>
    <w:rsid w:val="009321A0"/>
    <w:rsid w:val="00933926"/>
    <w:rsid w:val="00933D79"/>
    <w:rsid w:val="00933EF5"/>
    <w:rsid w:val="00934140"/>
    <w:rsid w:val="00934261"/>
    <w:rsid w:val="00934330"/>
    <w:rsid w:val="009348BE"/>
    <w:rsid w:val="00934F19"/>
    <w:rsid w:val="00935737"/>
    <w:rsid w:val="00935BE8"/>
    <w:rsid w:val="009367B3"/>
    <w:rsid w:val="00936828"/>
    <w:rsid w:val="009374F3"/>
    <w:rsid w:val="00940542"/>
    <w:rsid w:val="00940881"/>
    <w:rsid w:val="00940B00"/>
    <w:rsid w:val="00940E92"/>
    <w:rsid w:val="00941D6B"/>
    <w:rsid w:val="00941D8C"/>
    <w:rsid w:val="00941DFE"/>
    <w:rsid w:val="00942DA0"/>
    <w:rsid w:val="00943B71"/>
    <w:rsid w:val="00944C19"/>
    <w:rsid w:val="00944C23"/>
    <w:rsid w:val="00944C48"/>
    <w:rsid w:val="00945D84"/>
    <w:rsid w:val="00946C6F"/>
    <w:rsid w:val="00946D27"/>
    <w:rsid w:val="00946EAF"/>
    <w:rsid w:val="00951AE5"/>
    <w:rsid w:val="0095200B"/>
    <w:rsid w:val="00952162"/>
    <w:rsid w:val="00952372"/>
    <w:rsid w:val="00952D72"/>
    <w:rsid w:val="00953A8A"/>
    <w:rsid w:val="00953E3B"/>
    <w:rsid w:val="009542D4"/>
    <w:rsid w:val="009549C8"/>
    <w:rsid w:val="00954B7E"/>
    <w:rsid w:val="00955490"/>
    <w:rsid w:val="00956710"/>
    <w:rsid w:val="009567D2"/>
    <w:rsid w:val="0095688F"/>
    <w:rsid w:val="009578C8"/>
    <w:rsid w:val="009602EB"/>
    <w:rsid w:val="009612F9"/>
    <w:rsid w:val="00961362"/>
    <w:rsid w:val="009616AB"/>
    <w:rsid w:val="00961A1A"/>
    <w:rsid w:val="00961A52"/>
    <w:rsid w:val="00961A56"/>
    <w:rsid w:val="00961D5C"/>
    <w:rsid w:val="009624D9"/>
    <w:rsid w:val="009629CA"/>
    <w:rsid w:val="00962E4A"/>
    <w:rsid w:val="00964101"/>
    <w:rsid w:val="00964AF6"/>
    <w:rsid w:val="00964B7A"/>
    <w:rsid w:val="00964BBE"/>
    <w:rsid w:val="009654F6"/>
    <w:rsid w:val="009656E3"/>
    <w:rsid w:val="00966AB1"/>
    <w:rsid w:val="00966FA6"/>
    <w:rsid w:val="00967045"/>
    <w:rsid w:val="009701D3"/>
    <w:rsid w:val="00970906"/>
    <w:rsid w:val="00970A08"/>
    <w:rsid w:val="00971C41"/>
    <w:rsid w:val="00972999"/>
    <w:rsid w:val="00972C77"/>
    <w:rsid w:val="00972E01"/>
    <w:rsid w:val="00973F00"/>
    <w:rsid w:val="009746C7"/>
    <w:rsid w:val="0097508D"/>
    <w:rsid w:val="009755A3"/>
    <w:rsid w:val="0097568A"/>
    <w:rsid w:val="00975696"/>
    <w:rsid w:val="009756FE"/>
    <w:rsid w:val="00975AF4"/>
    <w:rsid w:val="00975EC6"/>
    <w:rsid w:val="0097779A"/>
    <w:rsid w:val="009806CA"/>
    <w:rsid w:val="009806CB"/>
    <w:rsid w:val="0098098E"/>
    <w:rsid w:val="009813AC"/>
    <w:rsid w:val="0098161F"/>
    <w:rsid w:val="00981B45"/>
    <w:rsid w:val="00981BED"/>
    <w:rsid w:val="0098251A"/>
    <w:rsid w:val="00983E73"/>
    <w:rsid w:val="00984144"/>
    <w:rsid w:val="00984E9C"/>
    <w:rsid w:val="00985BCA"/>
    <w:rsid w:val="00985DF3"/>
    <w:rsid w:val="00985E08"/>
    <w:rsid w:val="00986184"/>
    <w:rsid w:val="009862D0"/>
    <w:rsid w:val="009862D7"/>
    <w:rsid w:val="009869D2"/>
    <w:rsid w:val="00987F60"/>
    <w:rsid w:val="009903FF"/>
    <w:rsid w:val="00990641"/>
    <w:rsid w:val="00990E1A"/>
    <w:rsid w:val="0099187D"/>
    <w:rsid w:val="00991883"/>
    <w:rsid w:val="00992F4D"/>
    <w:rsid w:val="00993574"/>
    <w:rsid w:val="00993C4D"/>
    <w:rsid w:val="00993F92"/>
    <w:rsid w:val="00994CB1"/>
    <w:rsid w:val="00995ACE"/>
    <w:rsid w:val="00995B55"/>
    <w:rsid w:val="00995EE9"/>
    <w:rsid w:val="009967F3"/>
    <w:rsid w:val="009971CA"/>
    <w:rsid w:val="00997443"/>
    <w:rsid w:val="009974BA"/>
    <w:rsid w:val="00997A72"/>
    <w:rsid w:val="00997D4B"/>
    <w:rsid w:val="009A087B"/>
    <w:rsid w:val="009A1440"/>
    <w:rsid w:val="009A157A"/>
    <w:rsid w:val="009A1675"/>
    <w:rsid w:val="009A2383"/>
    <w:rsid w:val="009A26EE"/>
    <w:rsid w:val="009A29A7"/>
    <w:rsid w:val="009A30FA"/>
    <w:rsid w:val="009A3B2B"/>
    <w:rsid w:val="009A3EDE"/>
    <w:rsid w:val="009A4C59"/>
    <w:rsid w:val="009A4D5D"/>
    <w:rsid w:val="009A5385"/>
    <w:rsid w:val="009A5636"/>
    <w:rsid w:val="009A614A"/>
    <w:rsid w:val="009A63A3"/>
    <w:rsid w:val="009A64BA"/>
    <w:rsid w:val="009A69AB"/>
    <w:rsid w:val="009A6F39"/>
    <w:rsid w:val="009A7777"/>
    <w:rsid w:val="009A7980"/>
    <w:rsid w:val="009A7A8C"/>
    <w:rsid w:val="009B0067"/>
    <w:rsid w:val="009B01CF"/>
    <w:rsid w:val="009B02CB"/>
    <w:rsid w:val="009B05AD"/>
    <w:rsid w:val="009B0896"/>
    <w:rsid w:val="009B099B"/>
    <w:rsid w:val="009B18B7"/>
    <w:rsid w:val="009B2D3B"/>
    <w:rsid w:val="009B455A"/>
    <w:rsid w:val="009B598C"/>
    <w:rsid w:val="009B5DFD"/>
    <w:rsid w:val="009B6936"/>
    <w:rsid w:val="009B767A"/>
    <w:rsid w:val="009B7F8C"/>
    <w:rsid w:val="009C0813"/>
    <w:rsid w:val="009C0D74"/>
    <w:rsid w:val="009C233E"/>
    <w:rsid w:val="009C3DF8"/>
    <w:rsid w:val="009C5219"/>
    <w:rsid w:val="009C52DC"/>
    <w:rsid w:val="009C5F6C"/>
    <w:rsid w:val="009C616D"/>
    <w:rsid w:val="009C7CB5"/>
    <w:rsid w:val="009D0436"/>
    <w:rsid w:val="009D118A"/>
    <w:rsid w:val="009D12D1"/>
    <w:rsid w:val="009D1325"/>
    <w:rsid w:val="009D14A4"/>
    <w:rsid w:val="009D1988"/>
    <w:rsid w:val="009D1C67"/>
    <w:rsid w:val="009D2045"/>
    <w:rsid w:val="009D20ED"/>
    <w:rsid w:val="009D210C"/>
    <w:rsid w:val="009D2586"/>
    <w:rsid w:val="009D27D4"/>
    <w:rsid w:val="009D2BA8"/>
    <w:rsid w:val="009D2F71"/>
    <w:rsid w:val="009D2FB6"/>
    <w:rsid w:val="009D3219"/>
    <w:rsid w:val="009D3CC9"/>
    <w:rsid w:val="009D4BD3"/>
    <w:rsid w:val="009D5E54"/>
    <w:rsid w:val="009D73E5"/>
    <w:rsid w:val="009D76E6"/>
    <w:rsid w:val="009D79C8"/>
    <w:rsid w:val="009D7B1F"/>
    <w:rsid w:val="009D7D2F"/>
    <w:rsid w:val="009E01D3"/>
    <w:rsid w:val="009E062A"/>
    <w:rsid w:val="009E167D"/>
    <w:rsid w:val="009E2252"/>
    <w:rsid w:val="009E3370"/>
    <w:rsid w:val="009E3481"/>
    <w:rsid w:val="009E418B"/>
    <w:rsid w:val="009E46FF"/>
    <w:rsid w:val="009E49AD"/>
    <w:rsid w:val="009E4B0D"/>
    <w:rsid w:val="009E5379"/>
    <w:rsid w:val="009E5402"/>
    <w:rsid w:val="009E551A"/>
    <w:rsid w:val="009E6D06"/>
    <w:rsid w:val="009E7166"/>
    <w:rsid w:val="009E7708"/>
    <w:rsid w:val="009E7B21"/>
    <w:rsid w:val="009E7D95"/>
    <w:rsid w:val="009E7F36"/>
    <w:rsid w:val="009E7F37"/>
    <w:rsid w:val="009E7FD1"/>
    <w:rsid w:val="009F1034"/>
    <w:rsid w:val="009F15F6"/>
    <w:rsid w:val="009F1BE3"/>
    <w:rsid w:val="009F44BA"/>
    <w:rsid w:val="009F52CA"/>
    <w:rsid w:val="009F540D"/>
    <w:rsid w:val="009F6500"/>
    <w:rsid w:val="009F6774"/>
    <w:rsid w:val="009F753A"/>
    <w:rsid w:val="009F7643"/>
    <w:rsid w:val="009F7930"/>
    <w:rsid w:val="009F7C3B"/>
    <w:rsid w:val="00A024DA"/>
    <w:rsid w:val="00A03335"/>
    <w:rsid w:val="00A035D4"/>
    <w:rsid w:val="00A037FB"/>
    <w:rsid w:val="00A03917"/>
    <w:rsid w:val="00A03A72"/>
    <w:rsid w:val="00A040D5"/>
    <w:rsid w:val="00A04360"/>
    <w:rsid w:val="00A04651"/>
    <w:rsid w:val="00A0519E"/>
    <w:rsid w:val="00A0520F"/>
    <w:rsid w:val="00A0559B"/>
    <w:rsid w:val="00A05D61"/>
    <w:rsid w:val="00A06550"/>
    <w:rsid w:val="00A065E2"/>
    <w:rsid w:val="00A06879"/>
    <w:rsid w:val="00A06A49"/>
    <w:rsid w:val="00A06F48"/>
    <w:rsid w:val="00A07044"/>
    <w:rsid w:val="00A07DAB"/>
    <w:rsid w:val="00A07E9D"/>
    <w:rsid w:val="00A11250"/>
    <w:rsid w:val="00A11F3B"/>
    <w:rsid w:val="00A1296A"/>
    <w:rsid w:val="00A12B09"/>
    <w:rsid w:val="00A12BDE"/>
    <w:rsid w:val="00A12D6C"/>
    <w:rsid w:val="00A12E8D"/>
    <w:rsid w:val="00A140E4"/>
    <w:rsid w:val="00A14F41"/>
    <w:rsid w:val="00A14FF5"/>
    <w:rsid w:val="00A15142"/>
    <w:rsid w:val="00A15ADD"/>
    <w:rsid w:val="00A15CD0"/>
    <w:rsid w:val="00A17FE5"/>
    <w:rsid w:val="00A20036"/>
    <w:rsid w:val="00A21142"/>
    <w:rsid w:val="00A2137B"/>
    <w:rsid w:val="00A24D8A"/>
    <w:rsid w:val="00A24FAD"/>
    <w:rsid w:val="00A253BF"/>
    <w:rsid w:val="00A25B5E"/>
    <w:rsid w:val="00A25C0C"/>
    <w:rsid w:val="00A262CA"/>
    <w:rsid w:val="00A265D5"/>
    <w:rsid w:val="00A26EA4"/>
    <w:rsid w:val="00A274D5"/>
    <w:rsid w:val="00A27612"/>
    <w:rsid w:val="00A3084B"/>
    <w:rsid w:val="00A309B6"/>
    <w:rsid w:val="00A30EE7"/>
    <w:rsid w:val="00A3155B"/>
    <w:rsid w:val="00A31701"/>
    <w:rsid w:val="00A31BC2"/>
    <w:rsid w:val="00A325B3"/>
    <w:rsid w:val="00A326A5"/>
    <w:rsid w:val="00A329EF"/>
    <w:rsid w:val="00A32EEC"/>
    <w:rsid w:val="00A33052"/>
    <w:rsid w:val="00A33B15"/>
    <w:rsid w:val="00A33CF1"/>
    <w:rsid w:val="00A33EA6"/>
    <w:rsid w:val="00A350CC"/>
    <w:rsid w:val="00A35395"/>
    <w:rsid w:val="00A35B59"/>
    <w:rsid w:val="00A368D4"/>
    <w:rsid w:val="00A40476"/>
    <w:rsid w:val="00A41740"/>
    <w:rsid w:val="00A4224B"/>
    <w:rsid w:val="00A42277"/>
    <w:rsid w:val="00A424D3"/>
    <w:rsid w:val="00A42530"/>
    <w:rsid w:val="00A42C60"/>
    <w:rsid w:val="00A43B73"/>
    <w:rsid w:val="00A455A7"/>
    <w:rsid w:val="00A45BBF"/>
    <w:rsid w:val="00A461B0"/>
    <w:rsid w:val="00A479B6"/>
    <w:rsid w:val="00A50580"/>
    <w:rsid w:val="00A51C27"/>
    <w:rsid w:val="00A52557"/>
    <w:rsid w:val="00A5262A"/>
    <w:rsid w:val="00A526FB"/>
    <w:rsid w:val="00A530D9"/>
    <w:rsid w:val="00A53291"/>
    <w:rsid w:val="00A53CD7"/>
    <w:rsid w:val="00A5454F"/>
    <w:rsid w:val="00A54CC9"/>
    <w:rsid w:val="00A55415"/>
    <w:rsid w:val="00A5570F"/>
    <w:rsid w:val="00A56288"/>
    <w:rsid w:val="00A57805"/>
    <w:rsid w:val="00A6046D"/>
    <w:rsid w:val="00A60E26"/>
    <w:rsid w:val="00A619B8"/>
    <w:rsid w:val="00A6241F"/>
    <w:rsid w:val="00A625FB"/>
    <w:rsid w:val="00A62E1E"/>
    <w:rsid w:val="00A635CA"/>
    <w:rsid w:val="00A6545D"/>
    <w:rsid w:val="00A655F2"/>
    <w:rsid w:val="00A6644F"/>
    <w:rsid w:val="00A6651D"/>
    <w:rsid w:val="00A66EF8"/>
    <w:rsid w:val="00A67504"/>
    <w:rsid w:val="00A67BE3"/>
    <w:rsid w:val="00A70767"/>
    <w:rsid w:val="00A70A8F"/>
    <w:rsid w:val="00A71766"/>
    <w:rsid w:val="00A71958"/>
    <w:rsid w:val="00A71EC0"/>
    <w:rsid w:val="00A724F6"/>
    <w:rsid w:val="00A726A7"/>
    <w:rsid w:val="00A72937"/>
    <w:rsid w:val="00A7399B"/>
    <w:rsid w:val="00A73B97"/>
    <w:rsid w:val="00A73D34"/>
    <w:rsid w:val="00A742EF"/>
    <w:rsid w:val="00A74B22"/>
    <w:rsid w:val="00A74C09"/>
    <w:rsid w:val="00A75284"/>
    <w:rsid w:val="00A75A01"/>
    <w:rsid w:val="00A75D20"/>
    <w:rsid w:val="00A75F81"/>
    <w:rsid w:val="00A7624E"/>
    <w:rsid w:val="00A767E6"/>
    <w:rsid w:val="00A800B8"/>
    <w:rsid w:val="00A81B05"/>
    <w:rsid w:val="00A81CB0"/>
    <w:rsid w:val="00A82294"/>
    <w:rsid w:val="00A83B54"/>
    <w:rsid w:val="00A83D0E"/>
    <w:rsid w:val="00A8490F"/>
    <w:rsid w:val="00A84A67"/>
    <w:rsid w:val="00A85167"/>
    <w:rsid w:val="00A854AE"/>
    <w:rsid w:val="00A85FA3"/>
    <w:rsid w:val="00A90B7A"/>
    <w:rsid w:val="00A9156A"/>
    <w:rsid w:val="00A9188B"/>
    <w:rsid w:val="00A91C52"/>
    <w:rsid w:val="00A92500"/>
    <w:rsid w:val="00A92EDE"/>
    <w:rsid w:val="00A93125"/>
    <w:rsid w:val="00A932F7"/>
    <w:rsid w:val="00A93B7A"/>
    <w:rsid w:val="00A93CC2"/>
    <w:rsid w:val="00A947F0"/>
    <w:rsid w:val="00A94C73"/>
    <w:rsid w:val="00A94DC0"/>
    <w:rsid w:val="00A9502B"/>
    <w:rsid w:val="00A9514E"/>
    <w:rsid w:val="00A95539"/>
    <w:rsid w:val="00A95A7E"/>
    <w:rsid w:val="00A96E41"/>
    <w:rsid w:val="00A9700D"/>
    <w:rsid w:val="00A97364"/>
    <w:rsid w:val="00A97B57"/>
    <w:rsid w:val="00AA041F"/>
    <w:rsid w:val="00AA04C8"/>
    <w:rsid w:val="00AA05D5"/>
    <w:rsid w:val="00AA1442"/>
    <w:rsid w:val="00AA1E33"/>
    <w:rsid w:val="00AA26A0"/>
    <w:rsid w:val="00AA3505"/>
    <w:rsid w:val="00AA3812"/>
    <w:rsid w:val="00AA3C4F"/>
    <w:rsid w:val="00AA3D0F"/>
    <w:rsid w:val="00AA4406"/>
    <w:rsid w:val="00AA47B4"/>
    <w:rsid w:val="00AA489A"/>
    <w:rsid w:val="00AA4B36"/>
    <w:rsid w:val="00AA4F50"/>
    <w:rsid w:val="00AA602D"/>
    <w:rsid w:val="00AA60C0"/>
    <w:rsid w:val="00AA726B"/>
    <w:rsid w:val="00AA7BBB"/>
    <w:rsid w:val="00AA7FD0"/>
    <w:rsid w:val="00AB04AC"/>
    <w:rsid w:val="00AB04EE"/>
    <w:rsid w:val="00AB1996"/>
    <w:rsid w:val="00AB2256"/>
    <w:rsid w:val="00AB247C"/>
    <w:rsid w:val="00AB257D"/>
    <w:rsid w:val="00AB2A37"/>
    <w:rsid w:val="00AB324A"/>
    <w:rsid w:val="00AB3966"/>
    <w:rsid w:val="00AB464B"/>
    <w:rsid w:val="00AB4A6B"/>
    <w:rsid w:val="00AB4B46"/>
    <w:rsid w:val="00AB4DB9"/>
    <w:rsid w:val="00AB507C"/>
    <w:rsid w:val="00AB6044"/>
    <w:rsid w:val="00AB64C4"/>
    <w:rsid w:val="00AB68F2"/>
    <w:rsid w:val="00AB6FC4"/>
    <w:rsid w:val="00AB7C21"/>
    <w:rsid w:val="00AC20B9"/>
    <w:rsid w:val="00AC2126"/>
    <w:rsid w:val="00AC2251"/>
    <w:rsid w:val="00AC3016"/>
    <w:rsid w:val="00AC3A46"/>
    <w:rsid w:val="00AC3E8C"/>
    <w:rsid w:val="00AC45AD"/>
    <w:rsid w:val="00AC4E07"/>
    <w:rsid w:val="00AC4E20"/>
    <w:rsid w:val="00AC569F"/>
    <w:rsid w:val="00AC591F"/>
    <w:rsid w:val="00AC5EC5"/>
    <w:rsid w:val="00AC6B45"/>
    <w:rsid w:val="00AC7478"/>
    <w:rsid w:val="00AC78C7"/>
    <w:rsid w:val="00AD023C"/>
    <w:rsid w:val="00AD04FF"/>
    <w:rsid w:val="00AD0E75"/>
    <w:rsid w:val="00AD1E45"/>
    <w:rsid w:val="00AD1F80"/>
    <w:rsid w:val="00AD22E8"/>
    <w:rsid w:val="00AD31DB"/>
    <w:rsid w:val="00AD33A1"/>
    <w:rsid w:val="00AD47E7"/>
    <w:rsid w:val="00AD4A07"/>
    <w:rsid w:val="00AD4D09"/>
    <w:rsid w:val="00AD56DA"/>
    <w:rsid w:val="00AD5C91"/>
    <w:rsid w:val="00AD5EF0"/>
    <w:rsid w:val="00AD65AB"/>
    <w:rsid w:val="00AD796F"/>
    <w:rsid w:val="00AD7D0D"/>
    <w:rsid w:val="00AD7E92"/>
    <w:rsid w:val="00AE010C"/>
    <w:rsid w:val="00AE0409"/>
    <w:rsid w:val="00AE08E8"/>
    <w:rsid w:val="00AE14B8"/>
    <w:rsid w:val="00AE1613"/>
    <w:rsid w:val="00AE276C"/>
    <w:rsid w:val="00AE2C1A"/>
    <w:rsid w:val="00AE2CB4"/>
    <w:rsid w:val="00AE3B0A"/>
    <w:rsid w:val="00AE3EA8"/>
    <w:rsid w:val="00AE43A6"/>
    <w:rsid w:val="00AE44FF"/>
    <w:rsid w:val="00AE48A5"/>
    <w:rsid w:val="00AE4CF0"/>
    <w:rsid w:val="00AE563D"/>
    <w:rsid w:val="00AE6C41"/>
    <w:rsid w:val="00AE6C87"/>
    <w:rsid w:val="00AE6EA8"/>
    <w:rsid w:val="00AE75B7"/>
    <w:rsid w:val="00AE795B"/>
    <w:rsid w:val="00AE7B18"/>
    <w:rsid w:val="00AF03B3"/>
    <w:rsid w:val="00AF0856"/>
    <w:rsid w:val="00AF0DD0"/>
    <w:rsid w:val="00AF17BD"/>
    <w:rsid w:val="00AF1D53"/>
    <w:rsid w:val="00AF1D69"/>
    <w:rsid w:val="00AF2329"/>
    <w:rsid w:val="00AF2758"/>
    <w:rsid w:val="00AF2784"/>
    <w:rsid w:val="00AF3080"/>
    <w:rsid w:val="00AF3213"/>
    <w:rsid w:val="00AF33DA"/>
    <w:rsid w:val="00AF38D7"/>
    <w:rsid w:val="00AF3FE0"/>
    <w:rsid w:val="00AF40ED"/>
    <w:rsid w:val="00AF5AC1"/>
    <w:rsid w:val="00AF5E15"/>
    <w:rsid w:val="00AF6254"/>
    <w:rsid w:val="00AF625A"/>
    <w:rsid w:val="00AF7326"/>
    <w:rsid w:val="00AF7FAF"/>
    <w:rsid w:val="00B01066"/>
    <w:rsid w:val="00B01DAB"/>
    <w:rsid w:val="00B029A5"/>
    <w:rsid w:val="00B031F3"/>
    <w:rsid w:val="00B03411"/>
    <w:rsid w:val="00B03649"/>
    <w:rsid w:val="00B0429B"/>
    <w:rsid w:val="00B04B2C"/>
    <w:rsid w:val="00B0587F"/>
    <w:rsid w:val="00B058AF"/>
    <w:rsid w:val="00B059B0"/>
    <w:rsid w:val="00B05D6C"/>
    <w:rsid w:val="00B05FD1"/>
    <w:rsid w:val="00B0632C"/>
    <w:rsid w:val="00B06562"/>
    <w:rsid w:val="00B06A07"/>
    <w:rsid w:val="00B06AF2"/>
    <w:rsid w:val="00B07A9F"/>
    <w:rsid w:val="00B1016B"/>
    <w:rsid w:val="00B10D45"/>
    <w:rsid w:val="00B11978"/>
    <w:rsid w:val="00B11CFE"/>
    <w:rsid w:val="00B121CE"/>
    <w:rsid w:val="00B127EF"/>
    <w:rsid w:val="00B12B75"/>
    <w:rsid w:val="00B12F98"/>
    <w:rsid w:val="00B13559"/>
    <w:rsid w:val="00B136AD"/>
    <w:rsid w:val="00B1390A"/>
    <w:rsid w:val="00B13F4B"/>
    <w:rsid w:val="00B14E51"/>
    <w:rsid w:val="00B155A5"/>
    <w:rsid w:val="00B161F4"/>
    <w:rsid w:val="00B165DE"/>
    <w:rsid w:val="00B1660C"/>
    <w:rsid w:val="00B167A3"/>
    <w:rsid w:val="00B169EB"/>
    <w:rsid w:val="00B16E54"/>
    <w:rsid w:val="00B17879"/>
    <w:rsid w:val="00B17B28"/>
    <w:rsid w:val="00B203FA"/>
    <w:rsid w:val="00B20AC7"/>
    <w:rsid w:val="00B213BA"/>
    <w:rsid w:val="00B21505"/>
    <w:rsid w:val="00B21CCE"/>
    <w:rsid w:val="00B21F93"/>
    <w:rsid w:val="00B2283D"/>
    <w:rsid w:val="00B228A0"/>
    <w:rsid w:val="00B229D3"/>
    <w:rsid w:val="00B22F4C"/>
    <w:rsid w:val="00B235AD"/>
    <w:rsid w:val="00B23652"/>
    <w:rsid w:val="00B2384F"/>
    <w:rsid w:val="00B23A05"/>
    <w:rsid w:val="00B24301"/>
    <w:rsid w:val="00B25190"/>
    <w:rsid w:val="00B26162"/>
    <w:rsid w:val="00B26985"/>
    <w:rsid w:val="00B27307"/>
    <w:rsid w:val="00B30997"/>
    <w:rsid w:val="00B32015"/>
    <w:rsid w:val="00B320E0"/>
    <w:rsid w:val="00B32471"/>
    <w:rsid w:val="00B32747"/>
    <w:rsid w:val="00B32767"/>
    <w:rsid w:val="00B328E7"/>
    <w:rsid w:val="00B32935"/>
    <w:rsid w:val="00B32CD1"/>
    <w:rsid w:val="00B3301F"/>
    <w:rsid w:val="00B33AC1"/>
    <w:rsid w:val="00B33D07"/>
    <w:rsid w:val="00B34134"/>
    <w:rsid w:val="00B34D89"/>
    <w:rsid w:val="00B35637"/>
    <w:rsid w:val="00B37251"/>
    <w:rsid w:val="00B375DF"/>
    <w:rsid w:val="00B377CE"/>
    <w:rsid w:val="00B4001C"/>
    <w:rsid w:val="00B40380"/>
    <w:rsid w:val="00B40551"/>
    <w:rsid w:val="00B40715"/>
    <w:rsid w:val="00B40A63"/>
    <w:rsid w:val="00B40EDC"/>
    <w:rsid w:val="00B412F0"/>
    <w:rsid w:val="00B42063"/>
    <w:rsid w:val="00B427A7"/>
    <w:rsid w:val="00B43A73"/>
    <w:rsid w:val="00B43DB8"/>
    <w:rsid w:val="00B444DF"/>
    <w:rsid w:val="00B4513E"/>
    <w:rsid w:val="00B4516D"/>
    <w:rsid w:val="00B45B68"/>
    <w:rsid w:val="00B45F4C"/>
    <w:rsid w:val="00B47939"/>
    <w:rsid w:val="00B47C9E"/>
    <w:rsid w:val="00B47D7C"/>
    <w:rsid w:val="00B51271"/>
    <w:rsid w:val="00B513FD"/>
    <w:rsid w:val="00B51572"/>
    <w:rsid w:val="00B51E0A"/>
    <w:rsid w:val="00B524AF"/>
    <w:rsid w:val="00B5256A"/>
    <w:rsid w:val="00B52FA4"/>
    <w:rsid w:val="00B53C63"/>
    <w:rsid w:val="00B54091"/>
    <w:rsid w:val="00B540F9"/>
    <w:rsid w:val="00B54869"/>
    <w:rsid w:val="00B548D0"/>
    <w:rsid w:val="00B54A7A"/>
    <w:rsid w:val="00B54E33"/>
    <w:rsid w:val="00B54FBD"/>
    <w:rsid w:val="00B552C8"/>
    <w:rsid w:val="00B556D3"/>
    <w:rsid w:val="00B55764"/>
    <w:rsid w:val="00B557AD"/>
    <w:rsid w:val="00B55D59"/>
    <w:rsid w:val="00B562D9"/>
    <w:rsid w:val="00B56FFA"/>
    <w:rsid w:val="00B577B5"/>
    <w:rsid w:val="00B57DDD"/>
    <w:rsid w:val="00B607B1"/>
    <w:rsid w:val="00B60AF0"/>
    <w:rsid w:val="00B60E39"/>
    <w:rsid w:val="00B61C4D"/>
    <w:rsid w:val="00B61D41"/>
    <w:rsid w:val="00B61F0D"/>
    <w:rsid w:val="00B620AC"/>
    <w:rsid w:val="00B6228C"/>
    <w:rsid w:val="00B64F43"/>
    <w:rsid w:val="00B64FA2"/>
    <w:rsid w:val="00B6522F"/>
    <w:rsid w:val="00B6534D"/>
    <w:rsid w:val="00B656EE"/>
    <w:rsid w:val="00B67BF5"/>
    <w:rsid w:val="00B67C89"/>
    <w:rsid w:val="00B67D46"/>
    <w:rsid w:val="00B7062A"/>
    <w:rsid w:val="00B70AD0"/>
    <w:rsid w:val="00B70ADF"/>
    <w:rsid w:val="00B70F6D"/>
    <w:rsid w:val="00B71A21"/>
    <w:rsid w:val="00B71FAF"/>
    <w:rsid w:val="00B7215C"/>
    <w:rsid w:val="00B728D2"/>
    <w:rsid w:val="00B72927"/>
    <w:rsid w:val="00B72F1C"/>
    <w:rsid w:val="00B73231"/>
    <w:rsid w:val="00B737CF"/>
    <w:rsid w:val="00B737D6"/>
    <w:rsid w:val="00B73BBB"/>
    <w:rsid w:val="00B74042"/>
    <w:rsid w:val="00B75A25"/>
    <w:rsid w:val="00B75AE8"/>
    <w:rsid w:val="00B763B8"/>
    <w:rsid w:val="00B80BF4"/>
    <w:rsid w:val="00B8108F"/>
    <w:rsid w:val="00B815C1"/>
    <w:rsid w:val="00B83948"/>
    <w:rsid w:val="00B84204"/>
    <w:rsid w:val="00B84940"/>
    <w:rsid w:val="00B850F1"/>
    <w:rsid w:val="00B85A27"/>
    <w:rsid w:val="00B85CBC"/>
    <w:rsid w:val="00B873B7"/>
    <w:rsid w:val="00B90F74"/>
    <w:rsid w:val="00B910D2"/>
    <w:rsid w:val="00B91104"/>
    <w:rsid w:val="00B91106"/>
    <w:rsid w:val="00B915EC"/>
    <w:rsid w:val="00B919FB"/>
    <w:rsid w:val="00B91D0D"/>
    <w:rsid w:val="00B930BE"/>
    <w:rsid w:val="00B940F2"/>
    <w:rsid w:val="00B94AB3"/>
    <w:rsid w:val="00B95240"/>
    <w:rsid w:val="00B95BA7"/>
    <w:rsid w:val="00B965C0"/>
    <w:rsid w:val="00BA0693"/>
    <w:rsid w:val="00BA07AE"/>
    <w:rsid w:val="00BA1174"/>
    <w:rsid w:val="00BA1910"/>
    <w:rsid w:val="00BA1D1A"/>
    <w:rsid w:val="00BA2C5D"/>
    <w:rsid w:val="00BA2F0D"/>
    <w:rsid w:val="00BA2F18"/>
    <w:rsid w:val="00BA410B"/>
    <w:rsid w:val="00BA5009"/>
    <w:rsid w:val="00BA5139"/>
    <w:rsid w:val="00BA5521"/>
    <w:rsid w:val="00BA5990"/>
    <w:rsid w:val="00BA6886"/>
    <w:rsid w:val="00BB042D"/>
    <w:rsid w:val="00BB095C"/>
    <w:rsid w:val="00BB1605"/>
    <w:rsid w:val="00BB1A45"/>
    <w:rsid w:val="00BB4192"/>
    <w:rsid w:val="00BB4B55"/>
    <w:rsid w:val="00BB4C23"/>
    <w:rsid w:val="00BB5127"/>
    <w:rsid w:val="00BB5984"/>
    <w:rsid w:val="00BB6E33"/>
    <w:rsid w:val="00BB6E78"/>
    <w:rsid w:val="00BB76A4"/>
    <w:rsid w:val="00BC082F"/>
    <w:rsid w:val="00BC0AB3"/>
    <w:rsid w:val="00BC0B56"/>
    <w:rsid w:val="00BC0F6D"/>
    <w:rsid w:val="00BC1204"/>
    <w:rsid w:val="00BC1920"/>
    <w:rsid w:val="00BC1F49"/>
    <w:rsid w:val="00BC2CCF"/>
    <w:rsid w:val="00BC4F73"/>
    <w:rsid w:val="00BC5364"/>
    <w:rsid w:val="00BC6187"/>
    <w:rsid w:val="00BC6977"/>
    <w:rsid w:val="00BC7421"/>
    <w:rsid w:val="00BC79DE"/>
    <w:rsid w:val="00BC7DE9"/>
    <w:rsid w:val="00BC7E28"/>
    <w:rsid w:val="00BC7F37"/>
    <w:rsid w:val="00BD03D4"/>
    <w:rsid w:val="00BD2531"/>
    <w:rsid w:val="00BD38C2"/>
    <w:rsid w:val="00BD3E30"/>
    <w:rsid w:val="00BD465F"/>
    <w:rsid w:val="00BD4A20"/>
    <w:rsid w:val="00BD4AB1"/>
    <w:rsid w:val="00BD4F84"/>
    <w:rsid w:val="00BD4FD4"/>
    <w:rsid w:val="00BD53EA"/>
    <w:rsid w:val="00BD5966"/>
    <w:rsid w:val="00BD64ED"/>
    <w:rsid w:val="00BD72D9"/>
    <w:rsid w:val="00BD757F"/>
    <w:rsid w:val="00BD775D"/>
    <w:rsid w:val="00BD7F88"/>
    <w:rsid w:val="00BE0C1F"/>
    <w:rsid w:val="00BE1408"/>
    <w:rsid w:val="00BE1599"/>
    <w:rsid w:val="00BE15FA"/>
    <w:rsid w:val="00BE2EB0"/>
    <w:rsid w:val="00BE398E"/>
    <w:rsid w:val="00BE3A17"/>
    <w:rsid w:val="00BE4701"/>
    <w:rsid w:val="00BE5D68"/>
    <w:rsid w:val="00BE654F"/>
    <w:rsid w:val="00BE6A9B"/>
    <w:rsid w:val="00BE76C8"/>
    <w:rsid w:val="00BE78C9"/>
    <w:rsid w:val="00BE794E"/>
    <w:rsid w:val="00BE7A74"/>
    <w:rsid w:val="00BE7F87"/>
    <w:rsid w:val="00BF03FF"/>
    <w:rsid w:val="00BF0E06"/>
    <w:rsid w:val="00BF0ED6"/>
    <w:rsid w:val="00BF1155"/>
    <w:rsid w:val="00BF20C8"/>
    <w:rsid w:val="00BF2BEE"/>
    <w:rsid w:val="00BF3E24"/>
    <w:rsid w:val="00BF4064"/>
    <w:rsid w:val="00BF4F03"/>
    <w:rsid w:val="00BF59E9"/>
    <w:rsid w:val="00BF6844"/>
    <w:rsid w:val="00BF7257"/>
    <w:rsid w:val="00BF7937"/>
    <w:rsid w:val="00C00432"/>
    <w:rsid w:val="00C00541"/>
    <w:rsid w:val="00C01EE0"/>
    <w:rsid w:val="00C0256C"/>
    <w:rsid w:val="00C02BFF"/>
    <w:rsid w:val="00C02E61"/>
    <w:rsid w:val="00C0368C"/>
    <w:rsid w:val="00C03D82"/>
    <w:rsid w:val="00C03DC1"/>
    <w:rsid w:val="00C03EB4"/>
    <w:rsid w:val="00C03FCA"/>
    <w:rsid w:val="00C041A2"/>
    <w:rsid w:val="00C045F8"/>
    <w:rsid w:val="00C049F2"/>
    <w:rsid w:val="00C053AD"/>
    <w:rsid w:val="00C05E43"/>
    <w:rsid w:val="00C0605A"/>
    <w:rsid w:val="00C067E0"/>
    <w:rsid w:val="00C068FD"/>
    <w:rsid w:val="00C07759"/>
    <w:rsid w:val="00C07F08"/>
    <w:rsid w:val="00C10010"/>
    <w:rsid w:val="00C107AD"/>
    <w:rsid w:val="00C10A3A"/>
    <w:rsid w:val="00C10D08"/>
    <w:rsid w:val="00C12647"/>
    <w:rsid w:val="00C1340A"/>
    <w:rsid w:val="00C1371C"/>
    <w:rsid w:val="00C14ECA"/>
    <w:rsid w:val="00C152CE"/>
    <w:rsid w:val="00C1544E"/>
    <w:rsid w:val="00C15573"/>
    <w:rsid w:val="00C15C13"/>
    <w:rsid w:val="00C16255"/>
    <w:rsid w:val="00C1652E"/>
    <w:rsid w:val="00C1669C"/>
    <w:rsid w:val="00C16AC6"/>
    <w:rsid w:val="00C17955"/>
    <w:rsid w:val="00C20024"/>
    <w:rsid w:val="00C2022A"/>
    <w:rsid w:val="00C20D7B"/>
    <w:rsid w:val="00C215A2"/>
    <w:rsid w:val="00C22AF2"/>
    <w:rsid w:val="00C231E4"/>
    <w:rsid w:val="00C2364A"/>
    <w:rsid w:val="00C24353"/>
    <w:rsid w:val="00C2453C"/>
    <w:rsid w:val="00C24556"/>
    <w:rsid w:val="00C2465D"/>
    <w:rsid w:val="00C24789"/>
    <w:rsid w:val="00C24797"/>
    <w:rsid w:val="00C25BAB"/>
    <w:rsid w:val="00C25BE3"/>
    <w:rsid w:val="00C25D15"/>
    <w:rsid w:val="00C26679"/>
    <w:rsid w:val="00C268D7"/>
    <w:rsid w:val="00C26AD6"/>
    <w:rsid w:val="00C27494"/>
    <w:rsid w:val="00C27AB4"/>
    <w:rsid w:val="00C3041E"/>
    <w:rsid w:val="00C30472"/>
    <w:rsid w:val="00C306BE"/>
    <w:rsid w:val="00C30709"/>
    <w:rsid w:val="00C308E5"/>
    <w:rsid w:val="00C30FB0"/>
    <w:rsid w:val="00C31C51"/>
    <w:rsid w:val="00C32192"/>
    <w:rsid w:val="00C32305"/>
    <w:rsid w:val="00C326F8"/>
    <w:rsid w:val="00C32EA2"/>
    <w:rsid w:val="00C333B9"/>
    <w:rsid w:val="00C333D3"/>
    <w:rsid w:val="00C336AF"/>
    <w:rsid w:val="00C34732"/>
    <w:rsid w:val="00C34A84"/>
    <w:rsid w:val="00C3540E"/>
    <w:rsid w:val="00C35B88"/>
    <w:rsid w:val="00C366CB"/>
    <w:rsid w:val="00C3678F"/>
    <w:rsid w:val="00C36C9F"/>
    <w:rsid w:val="00C3703E"/>
    <w:rsid w:val="00C3769E"/>
    <w:rsid w:val="00C37C0A"/>
    <w:rsid w:val="00C40287"/>
    <w:rsid w:val="00C40A62"/>
    <w:rsid w:val="00C40AA9"/>
    <w:rsid w:val="00C40DAC"/>
    <w:rsid w:val="00C40FB8"/>
    <w:rsid w:val="00C41C9A"/>
    <w:rsid w:val="00C4223D"/>
    <w:rsid w:val="00C422B4"/>
    <w:rsid w:val="00C42475"/>
    <w:rsid w:val="00C429AD"/>
    <w:rsid w:val="00C42F1A"/>
    <w:rsid w:val="00C43077"/>
    <w:rsid w:val="00C438F5"/>
    <w:rsid w:val="00C439B9"/>
    <w:rsid w:val="00C43C1A"/>
    <w:rsid w:val="00C44297"/>
    <w:rsid w:val="00C44436"/>
    <w:rsid w:val="00C44732"/>
    <w:rsid w:val="00C4496C"/>
    <w:rsid w:val="00C44B97"/>
    <w:rsid w:val="00C46C16"/>
    <w:rsid w:val="00C46CDD"/>
    <w:rsid w:val="00C47186"/>
    <w:rsid w:val="00C4725E"/>
    <w:rsid w:val="00C476BF"/>
    <w:rsid w:val="00C476D4"/>
    <w:rsid w:val="00C50D38"/>
    <w:rsid w:val="00C511E0"/>
    <w:rsid w:val="00C514E5"/>
    <w:rsid w:val="00C516F0"/>
    <w:rsid w:val="00C51D48"/>
    <w:rsid w:val="00C52796"/>
    <w:rsid w:val="00C530E4"/>
    <w:rsid w:val="00C544BC"/>
    <w:rsid w:val="00C545DF"/>
    <w:rsid w:val="00C547C5"/>
    <w:rsid w:val="00C56278"/>
    <w:rsid w:val="00C60DB1"/>
    <w:rsid w:val="00C60E5B"/>
    <w:rsid w:val="00C6191A"/>
    <w:rsid w:val="00C61A98"/>
    <w:rsid w:val="00C61EED"/>
    <w:rsid w:val="00C6219A"/>
    <w:rsid w:val="00C6237B"/>
    <w:rsid w:val="00C62D71"/>
    <w:rsid w:val="00C62F65"/>
    <w:rsid w:val="00C6375D"/>
    <w:rsid w:val="00C637C0"/>
    <w:rsid w:val="00C63801"/>
    <w:rsid w:val="00C64794"/>
    <w:rsid w:val="00C64BF8"/>
    <w:rsid w:val="00C665FE"/>
    <w:rsid w:val="00C66E94"/>
    <w:rsid w:val="00C67181"/>
    <w:rsid w:val="00C727E1"/>
    <w:rsid w:val="00C728A6"/>
    <w:rsid w:val="00C729F1"/>
    <w:rsid w:val="00C73E3D"/>
    <w:rsid w:val="00C73E76"/>
    <w:rsid w:val="00C745F8"/>
    <w:rsid w:val="00C74AFC"/>
    <w:rsid w:val="00C75713"/>
    <w:rsid w:val="00C757F8"/>
    <w:rsid w:val="00C75D3A"/>
    <w:rsid w:val="00C7683B"/>
    <w:rsid w:val="00C76902"/>
    <w:rsid w:val="00C7696F"/>
    <w:rsid w:val="00C77B24"/>
    <w:rsid w:val="00C801A8"/>
    <w:rsid w:val="00C8037F"/>
    <w:rsid w:val="00C80AE4"/>
    <w:rsid w:val="00C80DE5"/>
    <w:rsid w:val="00C81093"/>
    <w:rsid w:val="00C81611"/>
    <w:rsid w:val="00C828C1"/>
    <w:rsid w:val="00C82C84"/>
    <w:rsid w:val="00C83030"/>
    <w:rsid w:val="00C837E9"/>
    <w:rsid w:val="00C83C0B"/>
    <w:rsid w:val="00C83D7C"/>
    <w:rsid w:val="00C841CF"/>
    <w:rsid w:val="00C8448F"/>
    <w:rsid w:val="00C849A3"/>
    <w:rsid w:val="00C84F86"/>
    <w:rsid w:val="00C84FE4"/>
    <w:rsid w:val="00C8648A"/>
    <w:rsid w:val="00C865F1"/>
    <w:rsid w:val="00C86D15"/>
    <w:rsid w:val="00C877E4"/>
    <w:rsid w:val="00C90278"/>
    <w:rsid w:val="00C92892"/>
    <w:rsid w:val="00C92F12"/>
    <w:rsid w:val="00C937DE"/>
    <w:rsid w:val="00C9395F"/>
    <w:rsid w:val="00C93BF2"/>
    <w:rsid w:val="00C947CC"/>
    <w:rsid w:val="00C94B97"/>
    <w:rsid w:val="00C9534D"/>
    <w:rsid w:val="00C95423"/>
    <w:rsid w:val="00C9580D"/>
    <w:rsid w:val="00C969FB"/>
    <w:rsid w:val="00C97628"/>
    <w:rsid w:val="00C978D2"/>
    <w:rsid w:val="00CA05B0"/>
    <w:rsid w:val="00CA09E5"/>
    <w:rsid w:val="00CA1110"/>
    <w:rsid w:val="00CA1831"/>
    <w:rsid w:val="00CA1E6D"/>
    <w:rsid w:val="00CA279C"/>
    <w:rsid w:val="00CA27CE"/>
    <w:rsid w:val="00CA335D"/>
    <w:rsid w:val="00CA345B"/>
    <w:rsid w:val="00CA3F3B"/>
    <w:rsid w:val="00CA5F71"/>
    <w:rsid w:val="00CA6251"/>
    <w:rsid w:val="00CA674D"/>
    <w:rsid w:val="00CA7125"/>
    <w:rsid w:val="00CA7390"/>
    <w:rsid w:val="00CA7CE5"/>
    <w:rsid w:val="00CB0044"/>
    <w:rsid w:val="00CB0B52"/>
    <w:rsid w:val="00CB14BD"/>
    <w:rsid w:val="00CB1779"/>
    <w:rsid w:val="00CB189C"/>
    <w:rsid w:val="00CB2052"/>
    <w:rsid w:val="00CB2F6C"/>
    <w:rsid w:val="00CB2FC0"/>
    <w:rsid w:val="00CB3DF2"/>
    <w:rsid w:val="00CB41A6"/>
    <w:rsid w:val="00CB435A"/>
    <w:rsid w:val="00CB4728"/>
    <w:rsid w:val="00CB488E"/>
    <w:rsid w:val="00CB4B6D"/>
    <w:rsid w:val="00CB4DA2"/>
    <w:rsid w:val="00CB5E8E"/>
    <w:rsid w:val="00CB738B"/>
    <w:rsid w:val="00CB769F"/>
    <w:rsid w:val="00CB7D8B"/>
    <w:rsid w:val="00CB7E8B"/>
    <w:rsid w:val="00CC00A1"/>
    <w:rsid w:val="00CC21A5"/>
    <w:rsid w:val="00CC246E"/>
    <w:rsid w:val="00CC2A90"/>
    <w:rsid w:val="00CC3B1B"/>
    <w:rsid w:val="00CC3D34"/>
    <w:rsid w:val="00CC49A3"/>
    <w:rsid w:val="00CC4A47"/>
    <w:rsid w:val="00CC5D3E"/>
    <w:rsid w:val="00CC5F0D"/>
    <w:rsid w:val="00CC6740"/>
    <w:rsid w:val="00CC694D"/>
    <w:rsid w:val="00CC744D"/>
    <w:rsid w:val="00CC77FD"/>
    <w:rsid w:val="00CD0510"/>
    <w:rsid w:val="00CD060E"/>
    <w:rsid w:val="00CD0990"/>
    <w:rsid w:val="00CD111D"/>
    <w:rsid w:val="00CD2825"/>
    <w:rsid w:val="00CD33C4"/>
    <w:rsid w:val="00CD3729"/>
    <w:rsid w:val="00CD4540"/>
    <w:rsid w:val="00CD4C19"/>
    <w:rsid w:val="00CD501A"/>
    <w:rsid w:val="00CD6377"/>
    <w:rsid w:val="00CD644D"/>
    <w:rsid w:val="00CD6DAF"/>
    <w:rsid w:val="00CD7057"/>
    <w:rsid w:val="00CD7530"/>
    <w:rsid w:val="00CD7C8B"/>
    <w:rsid w:val="00CE0DDA"/>
    <w:rsid w:val="00CE1900"/>
    <w:rsid w:val="00CE275E"/>
    <w:rsid w:val="00CE28E1"/>
    <w:rsid w:val="00CE358D"/>
    <w:rsid w:val="00CE3F2B"/>
    <w:rsid w:val="00CE3F59"/>
    <w:rsid w:val="00CE3FE8"/>
    <w:rsid w:val="00CE4772"/>
    <w:rsid w:val="00CE4D52"/>
    <w:rsid w:val="00CE4EF0"/>
    <w:rsid w:val="00CE4F0F"/>
    <w:rsid w:val="00CE4F52"/>
    <w:rsid w:val="00CE504A"/>
    <w:rsid w:val="00CE5175"/>
    <w:rsid w:val="00CE541E"/>
    <w:rsid w:val="00CE5465"/>
    <w:rsid w:val="00CE5529"/>
    <w:rsid w:val="00CE57FE"/>
    <w:rsid w:val="00CE5AB4"/>
    <w:rsid w:val="00CE60F7"/>
    <w:rsid w:val="00CE62BC"/>
    <w:rsid w:val="00CE6E24"/>
    <w:rsid w:val="00CE705F"/>
    <w:rsid w:val="00CF0D85"/>
    <w:rsid w:val="00CF11AE"/>
    <w:rsid w:val="00CF1BEE"/>
    <w:rsid w:val="00CF2824"/>
    <w:rsid w:val="00CF2A01"/>
    <w:rsid w:val="00CF2AC3"/>
    <w:rsid w:val="00CF321E"/>
    <w:rsid w:val="00CF3874"/>
    <w:rsid w:val="00CF3BD2"/>
    <w:rsid w:val="00CF3CDC"/>
    <w:rsid w:val="00CF433C"/>
    <w:rsid w:val="00CF476E"/>
    <w:rsid w:val="00CF4C5C"/>
    <w:rsid w:val="00CF5CE6"/>
    <w:rsid w:val="00CF5E6B"/>
    <w:rsid w:val="00CF6113"/>
    <w:rsid w:val="00CF71CC"/>
    <w:rsid w:val="00CF7E88"/>
    <w:rsid w:val="00D01499"/>
    <w:rsid w:val="00D01B5E"/>
    <w:rsid w:val="00D01E10"/>
    <w:rsid w:val="00D026B7"/>
    <w:rsid w:val="00D02F76"/>
    <w:rsid w:val="00D0367C"/>
    <w:rsid w:val="00D041D7"/>
    <w:rsid w:val="00D04236"/>
    <w:rsid w:val="00D046E2"/>
    <w:rsid w:val="00D04FC9"/>
    <w:rsid w:val="00D0551A"/>
    <w:rsid w:val="00D059BD"/>
    <w:rsid w:val="00D072D7"/>
    <w:rsid w:val="00D11B06"/>
    <w:rsid w:val="00D11C92"/>
    <w:rsid w:val="00D11F5D"/>
    <w:rsid w:val="00D130D4"/>
    <w:rsid w:val="00D13420"/>
    <w:rsid w:val="00D1379A"/>
    <w:rsid w:val="00D13E6B"/>
    <w:rsid w:val="00D142D7"/>
    <w:rsid w:val="00D14C8A"/>
    <w:rsid w:val="00D14EE8"/>
    <w:rsid w:val="00D1548F"/>
    <w:rsid w:val="00D158F2"/>
    <w:rsid w:val="00D15BBE"/>
    <w:rsid w:val="00D15E24"/>
    <w:rsid w:val="00D16029"/>
    <w:rsid w:val="00D16DC2"/>
    <w:rsid w:val="00D2009A"/>
    <w:rsid w:val="00D20AE7"/>
    <w:rsid w:val="00D21A73"/>
    <w:rsid w:val="00D22F61"/>
    <w:rsid w:val="00D23B43"/>
    <w:rsid w:val="00D23C3E"/>
    <w:rsid w:val="00D23D67"/>
    <w:rsid w:val="00D23F03"/>
    <w:rsid w:val="00D24572"/>
    <w:rsid w:val="00D24EAF"/>
    <w:rsid w:val="00D255D9"/>
    <w:rsid w:val="00D25617"/>
    <w:rsid w:val="00D26514"/>
    <w:rsid w:val="00D27571"/>
    <w:rsid w:val="00D31F35"/>
    <w:rsid w:val="00D331A8"/>
    <w:rsid w:val="00D34602"/>
    <w:rsid w:val="00D359A1"/>
    <w:rsid w:val="00D35FF9"/>
    <w:rsid w:val="00D362D1"/>
    <w:rsid w:val="00D365B2"/>
    <w:rsid w:val="00D36D59"/>
    <w:rsid w:val="00D37551"/>
    <w:rsid w:val="00D37A0C"/>
    <w:rsid w:val="00D37EEA"/>
    <w:rsid w:val="00D37FCD"/>
    <w:rsid w:val="00D40554"/>
    <w:rsid w:val="00D412D4"/>
    <w:rsid w:val="00D4161B"/>
    <w:rsid w:val="00D41D19"/>
    <w:rsid w:val="00D4331A"/>
    <w:rsid w:val="00D43463"/>
    <w:rsid w:val="00D4467C"/>
    <w:rsid w:val="00D449C7"/>
    <w:rsid w:val="00D44A19"/>
    <w:rsid w:val="00D44ECC"/>
    <w:rsid w:val="00D4567A"/>
    <w:rsid w:val="00D45734"/>
    <w:rsid w:val="00D45DD7"/>
    <w:rsid w:val="00D45F43"/>
    <w:rsid w:val="00D46050"/>
    <w:rsid w:val="00D460DA"/>
    <w:rsid w:val="00D471BB"/>
    <w:rsid w:val="00D47575"/>
    <w:rsid w:val="00D47E90"/>
    <w:rsid w:val="00D5010B"/>
    <w:rsid w:val="00D504FA"/>
    <w:rsid w:val="00D50934"/>
    <w:rsid w:val="00D50A09"/>
    <w:rsid w:val="00D50C1D"/>
    <w:rsid w:val="00D50F3D"/>
    <w:rsid w:val="00D51232"/>
    <w:rsid w:val="00D53649"/>
    <w:rsid w:val="00D54DF0"/>
    <w:rsid w:val="00D55300"/>
    <w:rsid w:val="00D57A1C"/>
    <w:rsid w:val="00D57D21"/>
    <w:rsid w:val="00D60073"/>
    <w:rsid w:val="00D61038"/>
    <w:rsid w:val="00D611AB"/>
    <w:rsid w:val="00D61FBF"/>
    <w:rsid w:val="00D6259F"/>
    <w:rsid w:val="00D627A6"/>
    <w:rsid w:val="00D631C5"/>
    <w:rsid w:val="00D63455"/>
    <w:rsid w:val="00D63556"/>
    <w:rsid w:val="00D64684"/>
    <w:rsid w:val="00D647F0"/>
    <w:rsid w:val="00D6530E"/>
    <w:rsid w:val="00D65B2B"/>
    <w:rsid w:val="00D661F0"/>
    <w:rsid w:val="00D6623E"/>
    <w:rsid w:val="00D671BC"/>
    <w:rsid w:val="00D67634"/>
    <w:rsid w:val="00D67F6D"/>
    <w:rsid w:val="00D7001B"/>
    <w:rsid w:val="00D70FAD"/>
    <w:rsid w:val="00D7114D"/>
    <w:rsid w:val="00D711CA"/>
    <w:rsid w:val="00D72324"/>
    <w:rsid w:val="00D72403"/>
    <w:rsid w:val="00D73144"/>
    <w:rsid w:val="00D73261"/>
    <w:rsid w:val="00D73544"/>
    <w:rsid w:val="00D74B8D"/>
    <w:rsid w:val="00D75769"/>
    <w:rsid w:val="00D75D2E"/>
    <w:rsid w:val="00D7634B"/>
    <w:rsid w:val="00D7797B"/>
    <w:rsid w:val="00D801F9"/>
    <w:rsid w:val="00D802D2"/>
    <w:rsid w:val="00D80581"/>
    <w:rsid w:val="00D80CC4"/>
    <w:rsid w:val="00D81BE9"/>
    <w:rsid w:val="00D82A05"/>
    <w:rsid w:val="00D83AA2"/>
    <w:rsid w:val="00D843F0"/>
    <w:rsid w:val="00D845C4"/>
    <w:rsid w:val="00D84E77"/>
    <w:rsid w:val="00D856E3"/>
    <w:rsid w:val="00D86FC2"/>
    <w:rsid w:val="00D87973"/>
    <w:rsid w:val="00D87BB7"/>
    <w:rsid w:val="00D87E4B"/>
    <w:rsid w:val="00D87F84"/>
    <w:rsid w:val="00D9254A"/>
    <w:rsid w:val="00D9254C"/>
    <w:rsid w:val="00D93901"/>
    <w:rsid w:val="00D93BED"/>
    <w:rsid w:val="00D95ABA"/>
    <w:rsid w:val="00D9630B"/>
    <w:rsid w:val="00D96605"/>
    <w:rsid w:val="00D977FA"/>
    <w:rsid w:val="00DA0A0D"/>
    <w:rsid w:val="00DA1A24"/>
    <w:rsid w:val="00DA1D41"/>
    <w:rsid w:val="00DA2073"/>
    <w:rsid w:val="00DA2FF3"/>
    <w:rsid w:val="00DA3365"/>
    <w:rsid w:val="00DA356C"/>
    <w:rsid w:val="00DA36CA"/>
    <w:rsid w:val="00DA3A0F"/>
    <w:rsid w:val="00DA3E1F"/>
    <w:rsid w:val="00DA40FC"/>
    <w:rsid w:val="00DA4A7F"/>
    <w:rsid w:val="00DA4B2C"/>
    <w:rsid w:val="00DA4FFE"/>
    <w:rsid w:val="00DA621D"/>
    <w:rsid w:val="00DA6B49"/>
    <w:rsid w:val="00DA714F"/>
    <w:rsid w:val="00DB06B4"/>
    <w:rsid w:val="00DB0B0B"/>
    <w:rsid w:val="00DB0F0F"/>
    <w:rsid w:val="00DB19D9"/>
    <w:rsid w:val="00DB2641"/>
    <w:rsid w:val="00DB2B4B"/>
    <w:rsid w:val="00DB31E9"/>
    <w:rsid w:val="00DB3734"/>
    <w:rsid w:val="00DB4D12"/>
    <w:rsid w:val="00DB5620"/>
    <w:rsid w:val="00DB5CC2"/>
    <w:rsid w:val="00DB5D55"/>
    <w:rsid w:val="00DB627D"/>
    <w:rsid w:val="00DB642C"/>
    <w:rsid w:val="00DB692A"/>
    <w:rsid w:val="00DB6D2B"/>
    <w:rsid w:val="00DB6D9A"/>
    <w:rsid w:val="00DB7588"/>
    <w:rsid w:val="00DB75D4"/>
    <w:rsid w:val="00DB7843"/>
    <w:rsid w:val="00DB7CDE"/>
    <w:rsid w:val="00DC0108"/>
    <w:rsid w:val="00DC0B73"/>
    <w:rsid w:val="00DC1436"/>
    <w:rsid w:val="00DC20D3"/>
    <w:rsid w:val="00DC2324"/>
    <w:rsid w:val="00DC2B96"/>
    <w:rsid w:val="00DC2E0D"/>
    <w:rsid w:val="00DC2F6C"/>
    <w:rsid w:val="00DC32D9"/>
    <w:rsid w:val="00DC389A"/>
    <w:rsid w:val="00DC44CC"/>
    <w:rsid w:val="00DC4B99"/>
    <w:rsid w:val="00DC4EEA"/>
    <w:rsid w:val="00DC6006"/>
    <w:rsid w:val="00DC63EE"/>
    <w:rsid w:val="00DC78DD"/>
    <w:rsid w:val="00DC7C55"/>
    <w:rsid w:val="00DD078E"/>
    <w:rsid w:val="00DD0B25"/>
    <w:rsid w:val="00DD1BEE"/>
    <w:rsid w:val="00DD1DFA"/>
    <w:rsid w:val="00DD2386"/>
    <w:rsid w:val="00DD23A6"/>
    <w:rsid w:val="00DD297C"/>
    <w:rsid w:val="00DD2EED"/>
    <w:rsid w:val="00DD38A0"/>
    <w:rsid w:val="00DD3912"/>
    <w:rsid w:val="00DD3D7E"/>
    <w:rsid w:val="00DD451A"/>
    <w:rsid w:val="00DD45A8"/>
    <w:rsid w:val="00DD4E8A"/>
    <w:rsid w:val="00DD55B5"/>
    <w:rsid w:val="00DD573A"/>
    <w:rsid w:val="00DD6520"/>
    <w:rsid w:val="00DD6A0F"/>
    <w:rsid w:val="00DD78A2"/>
    <w:rsid w:val="00DE07D7"/>
    <w:rsid w:val="00DE088B"/>
    <w:rsid w:val="00DE0FC4"/>
    <w:rsid w:val="00DE18FA"/>
    <w:rsid w:val="00DE3269"/>
    <w:rsid w:val="00DE3866"/>
    <w:rsid w:val="00DE5332"/>
    <w:rsid w:val="00DE5974"/>
    <w:rsid w:val="00DE5B87"/>
    <w:rsid w:val="00DE62C8"/>
    <w:rsid w:val="00DE67A2"/>
    <w:rsid w:val="00DE67E1"/>
    <w:rsid w:val="00DE74E0"/>
    <w:rsid w:val="00DE770E"/>
    <w:rsid w:val="00DE7F5C"/>
    <w:rsid w:val="00DF1633"/>
    <w:rsid w:val="00DF1ADC"/>
    <w:rsid w:val="00DF1B1A"/>
    <w:rsid w:val="00DF2CB5"/>
    <w:rsid w:val="00DF2FD5"/>
    <w:rsid w:val="00DF3D9C"/>
    <w:rsid w:val="00DF4708"/>
    <w:rsid w:val="00DF4ABF"/>
    <w:rsid w:val="00DF5528"/>
    <w:rsid w:val="00DF5573"/>
    <w:rsid w:val="00DF70E9"/>
    <w:rsid w:val="00DF7189"/>
    <w:rsid w:val="00DF73CF"/>
    <w:rsid w:val="00DF7DB5"/>
    <w:rsid w:val="00E00863"/>
    <w:rsid w:val="00E03F3B"/>
    <w:rsid w:val="00E0433E"/>
    <w:rsid w:val="00E0440B"/>
    <w:rsid w:val="00E05246"/>
    <w:rsid w:val="00E07C83"/>
    <w:rsid w:val="00E10E72"/>
    <w:rsid w:val="00E1137D"/>
    <w:rsid w:val="00E11A14"/>
    <w:rsid w:val="00E12368"/>
    <w:rsid w:val="00E12799"/>
    <w:rsid w:val="00E1310F"/>
    <w:rsid w:val="00E1365F"/>
    <w:rsid w:val="00E13BCD"/>
    <w:rsid w:val="00E1435E"/>
    <w:rsid w:val="00E14AA5"/>
    <w:rsid w:val="00E15FBD"/>
    <w:rsid w:val="00E16052"/>
    <w:rsid w:val="00E16FA5"/>
    <w:rsid w:val="00E1701F"/>
    <w:rsid w:val="00E175FF"/>
    <w:rsid w:val="00E1783E"/>
    <w:rsid w:val="00E2038F"/>
    <w:rsid w:val="00E203C8"/>
    <w:rsid w:val="00E2083C"/>
    <w:rsid w:val="00E20DD5"/>
    <w:rsid w:val="00E20DE3"/>
    <w:rsid w:val="00E21A6D"/>
    <w:rsid w:val="00E22167"/>
    <w:rsid w:val="00E2270E"/>
    <w:rsid w:val="00E227C1"/>
    <w:rsid w:val="00E22914"/>
    <w:rsid w:val="00E22BAA"/>
    <w:rsid w:val="00E22F4A"/>
    <w:rsid w:val="00E23437"/>
    <w:rsid w:val="00E23F91"/>
    <w:rsid w:val="00E240B2"/>
    <w:rsid w:val="00E256A9"/>
    <w:rsid w:val="00E25712"/>
    <w:rsid w:val="00E25B30"/>
    <w:rsid w:val="00E25BBE"/>
    <w:rsid w:val="00E264C5"/>
    <w:rsid w:val="00E26535"/>
    <w:rsid w:val="00E27F16"/>
    <w:rsid w:val="00E3002E"/>
    <w:rsid w:val="00E3005C"/>
    <w:rsid w:val="00E3096B"/>
    <w:rsid w:val="00E31E30"/>
    <w:rsid w:val="00E31FEB"/>
    <w:rsid w:val="00E32507"/>
    <w:rsid w:val="00E32642"/>
    <w:rsid w:val="00E32829"/>
    <w:rsid w:val="00E329C8"/>
    <w:rsid w:val="00E33144"/>
    <w:rsid w:val="00E332D4"/>
    <w:rsid w:val="00E33E7F"/>
    <w:rsid w:val="00E35AF1"/>
    <w:rsid w:val="00E36260"/>
    <w:rsid w:val="00E364AD"/>
    <w:rsid w:val="00E37B39"/>
    <w:rsid w:val="00E37BF3"/>
    <w:rsid w:val="00E37E26"/>
    <w:rsid w:val="00E40125"/>
    <w:rsid w:val="00E40B17"/>
    <w:rsid w:val="00E40EE4"/>
    <w:rsid w:val="00E40F04"/>
    <w:rsid w:val="00E419AA"/>
    <w:rsid w:val="00E41F60"/>
    <w:rsid w:val="00E434E6"/>
    <w:rsid w:val="00E436B0"/>
    <w:rsid w:val="00E438A4"/>
    <w:rsid w:val="00E43E13"/>
    <w:rsid w:val="00E44081"/>
    <w:rsid w:val="00E443F2"/>
    <w:rsid w:val="00E44444"/>
    <w:rsid w:val="00E45695"/>
    <w:rsid w:val="00E464B7"/>
    <w:rsid w:val="00E46938"/>
    <w:rsid w:val="00E46FDA"/>
    <w:rsid w:val="00E50428"/>
    <w:rsid w:val="00E50C90"/>
    <w:rsid w:val="00E50CA2"/>
    <w:rsid w:val="00E52F2F"/>
    <w:rsid w:val="00E531E8"/>
    <w:rsid w:val="00E535A5"/>
    <w:rsid w:val="00E54ACC"/>
    <w:rsid w:val="00E55300"/>
    <w:rsid w:val="00E55807"/>
    <w:rsid w:val="00E55F10"/>
    <w:rsid w:val="00E562DF"/>
    <w:rsid w:val="00E5640C"/>
    <w:rsid w:val="00E576FD"/>
    <w:rsid w:val="00E57DD2"/>
    <w:rsid w:val="00E60632"/>
    <w:rsid w:val="00E60873"/>
    <w:rsid w:val="00E60F58"/>
    <w:rsid w:val="00E612F2"/>
    <w:rsid w:val="00E620FC"/>
    <w:rsid w:val="00E629C6"/>
    <w:rsid w:val="00E62BFD"/>
    <w:rsid w:val="00E63013"/>
    <w:rsid w:val="00E635B7"/>
    <w:rsid w:val="00E63709"/>
    <w:rsid w:val="00E64300"/>
    <w:rsid w:val="00E6477D"/>
    <w:rsid w:val="00E647A5"/>
    <w:rsid w:val="00E64AF7"/>
    <w:rsid w:val="00E6569C"/>
    <w:rsid w:val="00E6664B"/>
    <w:rsid w:val="00E6698B"/>
    <w:rsid w:val="00E67943"/>
    <w:rsid w:val="00E708CE"/>
    <w:rsid w:val="00E71097"/>
    <w:rsid w:val="00E710D3"/>
    <w:rsid w:val="00E720FB"/>
    <w:rsid w:val="00E728C9"/>
    <w:rsid w:val="00E73602"/>
    <w:rsid w:val="00E73B30"/>
    <w:rsid w:val="00E73CD0"/>
    <w:rsid w:val="00E7405A"/>
    <w:rsid w:val="00E7417B"/>
    <w:rsid w:val="00E742F0"/>
    <w:rsid w:val="00E7435C"/>
    <w:rsid w:val="00E74647"/>
    <w:rsid w:val="00E75419"/>
    <w:rsid w:val="00E754B5"/>
    <w:rsid w:val="00E76E7E"/>
    <w:rsid w:val="00E777A4"/>
    <w:rsid w:val="00E77818"/>
    <w:rsid w:val="00E800D5"/>
    <w:rsid w:val="00E80109"/>
    <w:rsid w:val="00E801FF"/>
    <w:rsid w:val="00E80FD0"/>
    <w:rsid w:val="00E81FE0"/>
    <w:rsid w:val="00E82554"/>
    <w:rsid w:val="00E82FC4"/>
    <w:rsid w:val="00E8305F"/>
    <w:rsid w:val="00E8367B"/>
    <w:rsid w:val="00E83F7E"/>
    <w:rsid w:val="00E8471D"/>
    <w:rsid w:val="00E847D5"/>
    <w:rsid w:val="00E851D3"/>
    <w:rsid w:val="00E85503"/>
    <w:rsid w:val="00E85D00"/>
    <w:rsid w:val="00E8658A"/>
    <w:rsid w:val="00E868C8"/>
    <w:rsid w:val="00E86B77"/>
    <w:rsid w:val="00E87040"/>
    <w:rsid w:val="00E903FF"/>
    <w:rsid w:val="00E904DD"/>
    <w:rsid w:val="00E90BB7"/>
    <w:rsid w:val="00E913A2"/>
    <w:rsid w:val="00E915FA"/>
    <w:rsid w:val="00E91A3D"/>
    <w:rsid w:val="00E91CE1"/>
    <w:rsid w:val="00E925E0"/>
    <w:rsid w:val="00E92B16"/>
    <w:rsid w:val="00E9359F"/>
    <w:rsid w:val="00E93960"/>
    <w:rsid w:val="00E940C3"/>
    <w:rsid w:val="00E94926"/>
    <w:rsid w:val="00E94EA2"/>
    <w:rsid w:val="00E95044"/>
    <w:rsid w:val="00E9520D"/>
    <w:rsid w:val="00E95D5C"/>
    <w:rsid w:val="00E96382"/>
    <w:rsid w:val="00E96678"/>
    <w:rsid w:val="00E9705C"/>
    <w:rsid w:val="00E97518"/>
    <w:rsid w:val="00EA04C9"/>
    <w:rsid w:val="00EA0706"/>
    <w:rsid w:val="00EA096D"/>
    <w:rsid w:val="00EA1094"/>
    <w:rsid w:val="00EA16AE"/>
    <w:rsid w:val="00EA18F7"/>
    <w:rsid w:val="00EA1923"/>
    <w:rsid w:val="00EA1C61"/>
    <w:rsid w:val="00EA29DC"/>
    <w:rsid w:val="00EA373C"/>
    <w:rsid w:val="00EA394C"/>
    <w:rsid w:val="00EA3BA3"/>
    <w:rsid w:val="00EA4057"/>
    <w:rsid w:val="00EA414C"/>
    <w:rsid w:val="00EA447E"/>
    <w:rsid w:val="00EA4765"/>
    <w:rsid w:val="00EA4C02"/>
    <w:rsid w:val="00EA581C"/>
    <w:rsid w:val="00EA5DE3"/>
    <w:rsid w:val="00EA781C"/>
    <w:rsid w:val="00EA7D7A"/>
    <w:rsid w:val="00EB05DA"/>
    <w:rsid w:val="00EB0BC7"/>
    <w:rsid w:val="00EB16AD"/>
    <w:rsid w:val="00EB2339"/>
    <w:rsid w:val="00EB24F2"/>
    <w:rsid w:val="00EB359D"/>
    <w:rsid w:val="00EB3FDE"/>
    <w:rsid w:val="00EB466C"/>
    <w:rsid w:val="00EB4D1F"/>
    <w:rsid w:val="00EB5488"/>
    <w:rsid w:val="00EB5682"/>
    <w:rsid w:val="00EB5709"/>
    <w:rsid w:val="00EB63BF"/>
    <w:rsid w:val="00EB64FA"/>
    <w:rsid w:val="00EB66B8"/>
    <w:rsid w:val="00EB6F47"/>
    <w:rsid w:val="00EB6FBD"/>
    <w:rsid w:val="00EB7312"/>
    <w:rsid w:val="00EB7343"/>
    <w:rsid w:val="00EB7972"/>
    <w:rsid w:val="00EC012F"/>
    <w:rsid w:val="00EC02B3"/>
    <w:rsid w:val="00EC04EE"/>
    <w:rsid w:val="00EC0800"/>
    <w:rsid w:val="00EC139B"/>
    <w:rsid w:val="00EC13CA"/>
    <w:rsid w:val="00EC1489"/>
    <w:rsid w:val="00EC19D4"/>
    <w:rsid w:val="00EC25D0"/>
    <w:rsid w:val="00EC2956"/>
    <w:rsid w:val="00EC2DB6"/>
    <w:rsid w:val="00EC334D"/>
    <w:rsid w:val="00EC3813"/>
    <w:rsid w:val="00EC48CC"/>
    <w:rsid w:val="00EC4B2D"/>
    <w:rsid w:val="00EC512F"/>
    <w:rsid w:val="00EC5880"/>
    <w:rsid w:val="00EC5BE3"/>
    <w:rsid w:val="00EC6F11"/>
    <w:rsid w:val="00EC74C2"/>
    <w:rsid w:val="00EC79E4"/>
    <w:rsid w:val="00EC7A60"/>
    <w:rsid w:val="00EC7FB8"/>
    <w:rsid w:val="00ED1574"/>
    <w:rsid w:val="00ED2911"/>
    <w:rsid w:val="00ED2A17"/>
    <w:rsid w:val="00ED3DD3"/>
    <w:rsid w:val="00ED4277"/>
    <w:rsid w:val="00ED582D"/>
    <w:rsid w:val="00ED5C37"/>
    <w:rsid w:val="00ED6489"/>
    <w:rsid w:val="00ED6D09"/>
    <w:rsid w:val="00ED7748"/>
    <w:rsid w:val="00ED77E7"/>
    <w:rsid w:val="00ED7C49"/>
    <w:rsid w:val="00EE00C8"/>
    <w:rsid w:val="00EE0C81"/>
    <w:rsid w:val="00EE1221"/>
    <w:rsid w:val="00EE22E2"/>
    <w:rsid w:val="00EE372A"/>
    <w:rsid w:val="00EE475C"/>
    <w:rsid w:val="00EE65AB"/>
    <w:rsid w:val="00EE6C61"/>
    <w:rsid w:val="00EE709B"/>
    <w:rsid w:val="00EE7415"/>
    <w:rsid w:val="00EE7E5F"/>
    <w:rsid w:val="00EF18B3"/>
    <w:rsid w:val="00EF1967"/>
    <w:rsid w:val="00EF1A28"/>
    <w:rsid w:val="00EF1C63"/>
    <w:rsid w:val="00EF2A3C"/>
    <w:rsid w:val="00EF3601"/>
    <w:rsid w:val="00EF421C"/>
    <w:rsid w:val="00EF42B4"/>
    <w:rsid w:val="00EF4FC5"/>
    <w:rsid w:val="00EF5575"/>
    <w:rsid w:val="00EF5849"/>
    <w:rsid w:val="00EF743F"/>
    <w:rsid w:val="00EF754A"/>
    <w:rsid w:val="00EF7B72"/>
    <w:rsid w:val="00F00EF1"/>
    <w:rsid w:val="00F01369"/>
    <w:rsid w:val="00F01592"/>
    <w:rsid w:val="00F01D4A"/>
    <w:rsid w:val="00F020DC"/>
    <w:rsid w:val="00F02D4C"/>
    <w:rsid w:val="00F02DDD"/>
    <w:rsid w:val="00F02E44"/>
    <w:rsid w:val="00F030EE"/>
    <w:rsid w:val="00F04295"/>
    <w:rsid w:val="00F06078"/>
    <w:rsid w:val="00F068A4"/>
    <w:rsid w:val="00F06C4B"/>
    <w:rsid w:val="00F06E94"/>
    <w:rsid w:val="00F07B47"/>
    <w:rsid w:val="00F11325"/>
    <w:rsid w:val="00F11345"/>
    <w:rsid w:val="00F13082"/>
    <w:rsid w:val="00F13BC9"/>
    <w:rsid w:val="00F14B88"/>
    <w:rsid w:val="00F14C84"/>
    <w:rsid w:val="00F14C95"/>
    <w:rsid w:val="00F14E40"/>
    <w:rsid w:val="00F14FEA"/>
    <w:rsid w:val="00F15622"/>
    <w:rsid w:val="00F15765"/>
    <w:rsid w:val="00F15B7D"/>
    <w:rsid w:val="00F169B4"/>
    <w:rsid w:val="00F171BD"/>
    <w:rsid w:val="00F179D2"/>
    <w:rsid w:val="00F179F5"/>
    <w:rsid w:val="00F200F2"/>
    <w:rsid w:val="00F20911"/>
    <w:rsid w:val="00F221F4"/>
    <w:rsid w:val="00F22706"/>
    <w:rsid w:val="00F22785"/>
    <w:rsid w:val="00F22F9A"/>
    <w:rsid w:val="00F23565"/>
    <w:rsid w:val="00F23CA7"/>
    <w:rsid w:val="00F24053"/>
    <w:rsid w:val="00F247D5"/>
    <w:rsid w:val="00F24DDE"/>
    <w:rsid w:val="00F24DFB"/>
    <w:rsid w:val="00F25714"/>
    <w:rsid w:val="00F25CE7"/>
    <w:rsid w:val="00F26290"/>
    <w:rsid w:val="00F26D07"/>
    <w:rsid w:val="00F303EA"/>
    <w:rsid w:val="00F30DA5"/>
    <w:rsid w:val="00F321E6"/>
    <w:rsid w:val="00F32A7F"/>
    <w:rsid w:val="00F339B3"/>
    <w:rsid w:val="00F339E8"/>
    <w:rsid w:val="00F33F07"/>
    <w:rsid w:val="00F345AE"/>
    <w:rsid w:val="00F34AD1"/>
    <w:rsid w:val="00F35384"/>
    <w:rsid w:val="00F359E0"/>
    <w:rsid w:val="00F35B45"/>
    <w:rsid w:val="00F36982"/>
    <w:rsid w:val="00F36FC5"/>
    <w:rsid w:val="00F3700F"/>
    <w:rsid w:val="00F37616"/>
    <w:rsid w:val="00F410FD"/>
    <w:rsid w:val="00F412BE"/>
    <w:rsid w:val="00F417C7"/>
    <w:rsid w:val="00F4244A"/>
    <w:rsid w:val="00F424B5"/>
    <w:rsid w:val="00F42E09"/>
    <w:rsid w:val="00F43F54"/>
    <w:rsid w:val="00F4404E"/>
    <w:rsid w:val="00F44111"/>
    <w:rsid w:val="00F44253"/>
    <w:rsid w:val="00F44867"/>
    <w:rsid w:val="00F4493A"/>
    <w:rsid w:val="00F44F7F"/>
    <w:rsid w:val="00F47486"/>
    <w:rsid w:val="00F47998"/>
    <w:rsid w:val="00F47A27"/>
    <w:rsid w:val="00F47CB0"/>
    <w:rsid w:val="00F501D1"/>
    <w:rsid w:val="00F502B3"/>
    <w:rsid w:val="00F5118F"/>
    <w:rsid w:val="00F5193A"/>
    <w:rsid w:val="00F51ECF"/>
    <w:rsid w:val="00F5210B"/>
    <w:rsid w:val="00F5264A"/>
    <w:rsid w:val="00F5338C"/>
    <w:rsid w:val="00F534EB"/>
    <w:rsid w:val="00F53B94"/>
    <w:rsid w:val="00F53BD3"/>
    <w:rsid w:val="00F5431D"/>
    <w:rsid w:val="00F54427"/>
    <w:rsid w:val="00F54C6D"/>
    <w:rsid w:val="00F5582B"/>
    <w:rsid w:val="00F55B64"/>
    <w:rsid w:val="00F564ED"/>
    <w:rsid w:val="00F567B1"/>
    <w:rsid w:val="00F576A8"/>
    <w:rsid w:val="00F57C5C"/>
    <w:rsid w:val="00F57E52"/>
    <w:rsid w:val="00F57F4B"/>
    <w:rsid w:val="00F6022A"/>
    <w:rsid w:val="00F610D2"/>
    <w:rsid w:val="00F61122"/>
    <w:rsid w:val="00F611BD"/>
    <w:rsid w:val="00F618FE"/>
    <w:rsid w:val="00F61F66"/>
    <w:rsid w:val="00F624D6"/>
    <w:rsid w:val="00F62FFF"/>
    <w:rsid w:val="00F64225"/>
    <w:rsid w:val="00F642D2"/>
    <w:rsid w:val="00F6530E"/>
    <w:rsid w:val="00F66EE5"/>
    <w:rsid w:val="00F673A1"/>
    <w:rsid w:val="00F679EA"/>
    <w:rsid w:val="00F7005B"/>
    <w:rsid w:val="00F7101B"/>
    <w:rsid w:val="00F710F0"/>
    <w:rsid w:val="00F714BE"/>
    <w:rsid w:val="00F720C0"/>
    <w:rsid w:val="00F72614"/>
    <w:rsid w:val="00F740D8"/>
    <w:rsid w:val="00F74234"/>
    <w:rsid w:val="00F74524"/>
    <w:rsid w:val="00F75825"/>
    <w:rsid w:val="00F75B3A"/>
    <w:rsid w:val="00F76011"/>
    <w:rsid w:val="00F76586"/>
    <w:rsid w:val="00F8041E"/>
    <w:rsid w:val="00F8166E"/>
    <w:rsid w:val="00F817DC"/>
    <w:rsid w:val="00F81FC2"/>
    <w:rsid w:val="00F82033"/>
    <w:rsid w:val="00F82967"/>
    <w:rsid w:val="00F83953"/>
    <w:rsid w:val="00F84AC0"/>
    <w:rsid w:val="00F84C74"/>
    <w:rsid w:val="00F85951"/>
    <w:rsid w:val="00F859AD"/>
    <w:rsid w:val="00F85BB8"/>
    <w:rsid w:val="00F85DAA"/>
    <w:rsid w:val="00F866D6"/>
    <w:rsid w:val="00F86F03"/>
    <w:rsid w:val="00F87606"/>
    <w:rsid w:val="00F8777D"/>
    <w:rsid w:val="00F87E45"/>
    <w:rsid w:val="00F90895"/>
    <w:rsid w:val="00F9132F"/>
    <w:rsid w:val="00F91AFD"/>
    <w:rsid w:val="00F91DE9"/>
    <w:rsid w:val="00F92CF8"/>
    <w:rsid w:val="00F95284"/>
    <w:rsid w:val="00F95A61"/>
    <w:rsid w:val="00F95CCC"/>
    <w:rsid w:val="00F97DA5"/>
    <w:rsid w:val="00FA082C"/>
    <w:rsid w:val="00FA1083"/>
    <w:rsid w:val="00FA1B1B"/>
    <w:rsid w:val="00FA1E9A"/>
    <w:rsid w:val="00FA25D1"/>
    <w:rsid w:val="00FA2996"/>
    <w:rsid w:val="00FA2B30"/>
    <w:rsid w:val="00FA3271"/>
    <w:rsid w:val="00FA3ADB"/>
    <w:rsid w:val="00FA3F70"/>
    <w:rsid w:val="00FA50EA"/>
    <w:rsid w:val="00FA564F"/>
    <w:rsid w:val="00FA5C49"/>
    <w:rsid w:val="00FA5F92"/>
    <w:rsid w:val="00FA66DA"/>
    <w:rsid w:val="00FA6B58"/>
    <w:rsid w:val="00FA70E7"/>
    <w:rsid w:val="00FA718A"/>
    <w:rsid w:val="00FA77AC"/>
    <w:rsid w:val="00FA7838"/>
    <w:rsid w:val="00FB0AB1"/>
    <w:rsid w:val="00FB16DB"/>
    <w:rsid w:val="00FB1745"/>
    <w:rsid w:val="00FB1E44"/>
    <w:rsid w:val="00FB24BC"/>
    <w:rsid w:val="00FB2A8D"/>
    <w:rsid w:val="00FB2C73"/>
    <w:rsid w:val="00FB40CF"/>
    <w:rsid w:val="00FB4378"/>
    <w:rsid w:val="00FB43B8"/>
    <w:rsid w:val="00FB4D4A"/>
    <w:rsid w:val="00FB4FE2"/>
    <w:rsid w:val="00FB694D"/>
    <w:rsid w:val="00FB76DC"/>
    <w:rsid w:val="00FB7741"/>
    <w:rsid w:val="00FB77C7"/>
    <w:rsid w:val="00FC00E8"/>
    <w:rsid w:val="00FC0C39"/>
    <w:rsid w:val="00FC0D8A"/>
    <w:rsid w:val="00FC21C4"/>
    <w:rsid w:val="00FC28A1"/>
    <w:rsid w:val="00FC2ECE"/>
    <w:rsid w:val="00FC312E"/>
    <w:rsid w:val="00FC352B"/>
    <w:rsid w:val="00FC5267"/>
    <w:rsid w:val="00FC5623"/>
    <w:rsid w:val="00FC626D"/>
    <w:rsid w:val="00FC64A5"/>
    <w:rsid w:val="00FC6572"/>
    <w:rsid w:val="00FC6A35"/>
    <w:rsid w:val="00FC6B7F"/>
    <w:rsid w:val="00FC6F31"/>
    <w:rsid w:val="00FD08F2"/>
    <w:rsid w:val="00FD0C91"/>
    <w:rsid w:val="00FD10E6"/>
    <w:rsid w:val="00FD132A"/>
    <w:rsid w:val="00FD1B32"/>
    <w:rsid w:val="00FD22BD"/>
    <w:rsid w:val="00FD3C18"/>
    <w:rsid w:val="00FD3ED5"/>
    <w:rsid w:val="00FD4006"/>
    <w:rsid w:val="00FD484A"/>
    <w:rsid w:val="00FD4B5A"/>
    <w:rsid w:val="00FD4D89"/>
    <w:rsid w:val="00FD5685"/>
    <w:rsid w:val="00FD572C"/>
    <w:rsid w:val="00FD586F"/>
    <w:rsid w:val="00FD58D6"/>
    <w:rsid w:val="00FD59F6"/>
    <w:rsid w:val="00FD603A"/>
    <w:rsid w:val="00FD66C4"/>
    <w:rsid w:val="00FD688B"/>
    <w:rsid w:val="00FD6A9B"/>
    <w:rsid w:val="00FD6B65"/>
    <w:rsid w:val="00FD6C46"/>
    <w:rsid w:val="00FD74A6"/>
    <w:rsid w:val="00FE0415"/>
    <w:rsid w:val="00FE0FB4"/>
    <w:rsid w:val="00FE183B"/>
    <w:rsid w:val="00FE215D"/>
    <w:rsid w:val="00FE22F2"/>
    <w:rsid w:val="00FE2B8D"/>
    <w:rsid w:val="00FE2CDC"/>
    <w:rsid w:val="00FE328F"/>
    <w:rsid w:val="00FE4078"/>
    <w:rsid w:val="00FE4183"/>
    <w:rsid w:val="00FE4FE8"/>
    <w:rsid w:val="00FE6221"/>
    <w:rsid w:val="00FE65BD"/>
    <w:rsid w:val="00FE696B"/>
    <w:rsid w:val="00FE6BB0"/>
    <w:rsid w:val="00FE6F85"/>
    <w:rsid w:val="00FE79B3"/>
    <w:rsid w:val="00FF0BCD"/>
    <w:rsid w:val="00FF1C7D"/>
    <w:rsid w:val="00FF1C95"/>
    <w:rsid w:val="00FF22F6"/>
    <w:rsid w:val="00FF2594"/>
    <w:rsid w:val="00FF2895"/>
    <w:rsid w:val="00FF2E26"/>
    <w:rsid w:val="00FF3C11"/>
    <w:rsid w:val="00FF3E49"/>
    <w:rsid w:val="00FF4070"/>
    <w:rsid w:val="00FF576C"/>
    <w:rsid w:val="00FF577B"/>
    <w:rsid w:val="00FF6473"/>
    <w:rsid w:val="00FF71CE"/>
    <w:rsid w:val="00FF7BF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9BF"/>
    <w:rPr>
      <w:rFonts w:ascii="Calibri" w:eastAsia="Times New Roman" w:hAnsi="Calibri"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9039BF"/>
    <w:pPr>
      <w:tabs>
        <w:tab w:val="center" w:pos="4536"/>
        <w:tab w:val="right" w:pos="9072"/>
      </w:tabs>
      <w:spacing w:after="0" w:line="240" w:lineRule="auto"/>
    </w:pPr>
  </w:style>
  <w:style w:type="character" w:customStyle="1" w:styleId="ZhlavChar">
    <w:name w:val="Záhlaví Char"/>
    <w:basedOn w:val="Standardnpsmoodstavce"/>
    <w:link w:val="Zhlav"/>
    <w:rsid w:val="009039BF"/>
    <w:rPr>
      <w:rFonts w:ascii="Calibri" w:eastAsia="Times New Roman" w:hAnsi="Calibri" w:cs="Times New Roman"/>
      <w:lang w:eastAsia="cs-CZ"/>
    </w:rPr>
  </w:style>
  <w:style w:type="paragraph" w:styleId="Zpat">
    <w:name w:val="footer"/>
    <w:basedOn w:val="Normln"/>
    <w:link w:val="ZpatChar"/>
    <w:uiPriority w:val="99"/>
    <w:unhideWhenUsed/>
    <w:rsid w:val="009039BF"/>
    <w:pPr>
      <w:tabs>
        <w:tab w:val="center" w:pos="4536"/>
        <w:tab w:val="right" w:pos="9072"/>
      </w:tabs>
      <w:spacing w:after="0" w:line="240" w:lineRule="auto"/>
    </w:pPr>
  </w:style>
  <w:style w:type="character" w:customStyle="1" w:styleId="ZpatChar">
    <w:name w:val="Zápatí Char"/>
    <w:basedOn w:val="Standardnpsmoodstavce"/>
    <w:link w:val="Zpat"/>
    <w:uiPriority w:val="99"/>
    <w:rsid w:val="009039BF"/>
    <w:rPr>
      <w:rFonts w:ascii="Calibri" w:eastAsia="Times New Roman" w:hAnsi="Calibri" w:cs="Times New Roman"/>
      <w:lang w:eastAsia="cs-CZ"/>
    </w:rPr>
  </w:style>
  <w:style w:type="paragraph" w:styleId="Odstavecseseznamem">
    <w:name w:val="List Paragraph"/>
    <w:basedOn w:val="Normln"/>
    <w:uiPriority w:val="34"/>
    <w:qFormat/>
    <w:rsid w:val="009039BF"/>
    <w:pPr>
      <w:ind w:left="720"/>
      <w:contextualSpacing/>
    </w:pPr>
  </w:style>
  <w:style w:type="character" w:styleId="Zstupntext">
    <w:name w:val="Placeholder Text"/>
    <w:basedOn w:val="Standardnpsmoodstavce"/>
    <w:uiPriority w:val="99"/>
    <w:semiHidden/>
    <w:rsid w:val="00CA05B0"/>
    <w:rPr>
      <w:color w:val="808080"/>
    </w:rPr>
  </w:style>
  <w:style w:type="paragraph" w:styleId="Textbubliny">
    <w:name w:val="Balloon Text"/>
    <w:basedOn w:val="Normln"/>
    <w:link w:val="TextbublinyChar"/>
    <w:uiPriority w:val="99"/>
    <w:semiHidden/>
    <w:unhideWhenUsed/>
    <w:rsid w:val="005A47A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7A8"/>
    <w:rPr>
      <w:rFonts w:ascii="Tahoma" w:eastAsia="Times New Roman" w:hAnsi="Tahoma" w:cs="Tahoma"/>
      <w:sz w:val="16"/>
      <w:szCs w:val="16"/>
      <w:lang w:eastAsia="cs-CZ"/>
    </w:rPr>
  </w:style>
  <w:style w:type="table" w:styleId="Mkatabulky">
    <w:name w:val="Table Grid"/>
    <w:basedOn w:val="Normlntabulka"/>
    <w:uiPriority w:val="59"/>
    <w:rsid w:val="005A47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
    <w:name w:val="Styl"/>
    <w:rsid w:val="004B5F2E"/>
    <w:pPr>
      <w:widowControl w:val="0"/>
      <w:autoSpaceDE w:val="0"/>
      <w:autoSpaceDN w:val="0"/>
      <w:adjustRightInd w:val="0"/>
      <w:spacing w:after="0" w:line="240" w:lineRule="auto"/>
    </w:pPr>
    <w:rPr>
      <w:rFonts w:ascii="Arial" w:eastAsia="Calibri" w:hAnsi="Arial" w:cs="Arial"/>
      <w:sz w:val="24"/>
      <w:szCs w:val="24"/>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kora\Desktop\VZMR\04.%20P&#345;&#237;loha%20&#269;.%202%20&#268;estn&#225;%20prohl&#225;&#353;en&#23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78A53158AE9434EB0CCB9FCF6190C38"/>
        <w:category>
          <w:name w:val="Obecné"/>
          <w:gallery w:val="placeholder"/>
        </w:category>
        <w:types>
          <w:type w:val="bbPlcHdr"/>
        </w:types>
        <w:behaviors>
          <w:behavior w:val="content"/>
        </w:behaviors>
        <w:guid w:val="{5C22DBB4-B6CD-41C8-84DF-40868AAB4F60}"/>
      </w:docPartPr>
      <w:docPartBody>
        <w:p w:rsidR="00333962" w:rsidRDefault="0018152D">
          <w:pPr>
            <w:pStyle w:val="B78A53158AE9434EB0CCB9FCF6190C38"/>
          </w:pPr>
          <w:r w:rsidRPr="005B0037">
            <w:rPr>
              <w:rFonts w:cstheme="minorHAnsi"/>
              <w:b/>
              <w:color w:val="000000" w:themeColor="text1"/>
              <w:highlight w:val="yellow"/>
            </w:rPr>
            <w:t>Zadejte název zakázky</w:t>
          </w:r>
        </w:p>
      </w:docPartBody>
    </w:docPart>
    <w:docPart>
      <w:docPartPr>
        <w:name w:val="2AC91ACCE448452CB1FCF7C4A7E13532"/>
        <w:category>
          <w:name w:val="Obecné"/>
          <w:gallery w:val="placeholder"/>
        </w:category>
        <w:types>
          <w:type w:val="bbPlcHdr"/>
        </w:types>
        <w:behaviors>
          <w:behavior w:val="content"/>
        </w:behaviors>
        <w:guid w:val="{4112D6D6-F8E1-49C8-96F8-2D20C9FE0A6E}"/>
      </w:docPartPr>
      <w:docPartBody>
        <w:p w:rsidR="00333962" w:rsidRDefault="0018152D">
          <w:pPr>
            <w:pStyle w:val="2AC91ACCE448452CB1FCF7C4A7E13532"/>
          </w:pPr>
          <w:r w:rsidRPr="005B0037">
            <w:rPr>
              <w:rFonts w:cstheme="minorHAnsi"/>
              <w:b/>
              <w:color w:val="000000" w:themeColor="text1"/>
              <w:highlight w:val="yellow"/>
            </w:rPr>
            <w:t>Zadejte název zakázky</w:t>
          </w:r>
        </w:p>
      </w:docPartBody>
    </w:docPart>
    <w:docPart>
      <w:docPartPr>
        <w:name w:val="7BF9EA69FF694297BC8206A350CA5C36"/>
        <w:category>
          <w:name w:val="Obecné"/>
          <w:gallery w:val="placeholder"/>
        </w:category>
        <w:types>
          <w:type w:val="bbPlcHdr"/>
        </w:types>
        <w:behaviors>
          <w:behavior w:val="content"/>
        </w:behaviors>
        <w:guid w:val="{7B947A8A-161F-42EE-BF61-19F2D5AC50B0}"/>
      </w:docPartPr>
      <w:docPartBody>
        <w:p w:rsidR="00333962" w:rsidRDefault="0018152D">
          <w:pPr>
            <w:pStyle w:val="7BF9EA69FF694297BC8206A350CA5C36"/>
          </w:pPr>
          <w:r w:rsidRPr="005B0037">
            <w:rPr>
              <w:rFonts w:cstheme="minorHAnsi"/>
              <w:b/>
              <w:color w:val="000000" w:themeColor="text1"/>
              <w:highlight w:val="yellow"/>
            </w:rPr>
            <w:t>Zadejte název zakázky</w:t>
          </w:r>
        </w:p>
      </w:docPartBody>
    </w:docPart>
    <w:docPart>
      <w:docPartPr>
        <w:name w:val="F62CB403F46643E0A2E59D3FCD101102"/>
        <w:category>
          <w:name w:val="Obecné"/>
          <w:gallery w:val="placeholder"/>
        </w:category>
        <w:types>
          <w:type w:val="bbPlcHdr"/>
        </w:types>
        <w:behaviors>
          <w:behavior w:val="content"/>
        </w:behaviors>
        <w:guid w:val="{8786EE15-5ED2-45E3-8F30-FD7940356D38}"/>
      </w:docPartPr>
      <w:docPartBody>
        <w:p w:rsidR="005A6908" w:rsidRDefault="00782C31" w:rsidP="00782C31">
          <w:pPr>
            <w:pStyle w:val="F62CB403F46643E0A2E59D3FCD101102"/>
          </w:pPr>
          <w:r w:rsidRPr="00B6723A">
            <w:rPr>
              <w:rFonts w:cstheme="minorHAnsi"/>
              <w:i/>
              <w:color w:val="000000" w:themeColor="text1"/>
              <w:highlight w:val="yellow"/>
            </w:rPr>
            <w:t>vyplní zájemce</w:t>
          </w:r>
        </w:p>
      </w:docPartBody>
    </w:docPart>
    <w:docPart>
      <w:docPartPr>
        <w:name w:val="5F3E9A20B1D843BCBB03A5FD181848A2"/>
        <w:category>
          <w:name w:val="Obecné"/>
          <w:gallery w:val="placeholder"/>
        </w:category>
        <w:types>
          <w:type w:val="bbPlcHdr"/>
        </w:types>
        <w:behaviors>
          <w:behavior w:val="content"/>
        </w:behaviors>
        <w:guid w:val="{C7D4E570-1627-4017-AC65-D12917379933}"/>
      </w:docPartPr>
      <w:docPartBody>
        <w:p w:rsidR="005A6908" w:rsidRDefault="00782C31" w:rsidP="00782C31">
          <w:pPr>
            <w:pStyle w:val="5F3E9A20B1D843BCBB03A5FD181848A2"/>
          </w:pPr>
          <w:r w:rsidRPr="00B6723A">
            <w:rPr>
              <w:rFonts w:cstheme="minorHAnsi"/>
              <w:i/>
              <w:color w:val="000000" w:themeColor="text1"/>
              <w:highlight w:val="yellow"/>
            </w:rPr>
            <w:t>vyplní zájemce</w:t>
          </w:r>
        </w:p>
      </w:docPartBody>
    </w:docPart>
    <w:docPart>
      <w:docPartPr>
        <w:name w:val="4CC1B2E60F6F417FA97CF29FAD9D9F61"/>
        <w:category>
          <w:name w:val="Obecné"/>
          <w:gallery w:val="placeholder"/>
        </w:category>
        <w:types>
          <w:type w:val="bbPlcHdr"/>
        </w:types>
        <w:behaviors>
          <w:behavior w:val="content"/>
        </w:behaviors>
        <w:guid w:val="{99FC9EE5-A783-499A-B0A3-83E4BDD6482F}"/>
      </w:docPartPr>
      <w:docPartBody>
        <w:p w:rsidR="005A6908" w:rsidRDefault="00782C31" w:rsidP="00782C31">
          <w:pPr>
            <w:pStyle w:val="4CC1B2E60F6F417FA97CF29FAD9D9F61"/>
          </w:pPr>
          <w:r w:rsidRPr="00B6723A">
            <w:rPr>
              <w:rFonts w:cstheme="minorHAnsi"/>
              <w:i/>
              <w:color w:val="000000" w:themeColor="text1"/>
              <w:highlight w:val="yellow"/>
            </w:rPr>
            <w:t>vyplní zájemce</w:t>
          </w:r>
        </w:p>
      </w:docPartBody>
    </w:docPart>
    <w:docPart>
      <w:docPartPr>
        <w:name w:val="3C220FDC05544B84A6E20409F3D2761D"/>
        <w:category>
          <w:name w:val="Obecné"/>
          <w:gallery w:val="placeholder"/>
        </w:category>
        <w:types>
          <w:type w:val="bbPlcHdr"/>
        </w:types>
        <w:behaviors>
          <w:behavior w:val="content"/>
        </w:behaviors>
        <w:guid w:val="{8D550DD0-4A32-4481-AC0B-861840DE65D7}"/>
      </w:docPartPr>
      <w:docPartBody>
        <w:p w:rsidR="005A6908" w:rsidRDefault="00782C31" w:rsidP="00782C31">
          <w:pPr>
            <w:pStyle w:val="3C220FDC05544B84A6E20409F3D2761D"/>
          </w:pPr>
          <w:r w:rsidRPr="00B6723A">
            <w:rPr>
              <w:rFonts w:cstheme="minorHAnsi"/>
              <w:i/>
              <w:color w:val="000000" w:themeColor="text1"/>
              <w:highlight w:val="yellow"/>
            </w:rPr>
            <w:t>vyplní zájemce</w:t>
          </w:r>
        </w:p>
      </w:docPartBody>
    </w:docPart>
    <w:docPart>
      <w:docPartPr>
        <w:name w:val="0B852894085243F8B1245760F21E6ECE"/>
        <w:category>
          <w:name w:val="Obecné"/>
          <w:gallery w:val="placeholder"/>
        </w:category>
        <w:types>
          <w:type w:val="bbPlcHdr"/>
        </w:types>
        <w:behaviors>
          <w:behavior w:val="content"/>
        </w:behaviors>
        <w:guid w:val="{7ED5D681-336B-4F77-8D98-079F55B03F94}"/>
      </w:docPartPr>
      <w:docPartBody>
        <w:p w:rsidR="005A6908" w:rsidRDefault="00782C31" w:rsidP="00782C31">
          <w:pPr>
            <w:pStyle w:val="0B852894085243F8B1245760F21E6ECE"/>
          </w:pPr>
          <w:r w:rsidRPr="00B6723A">
            <w:rPr>
              <w:rFonts w:cstheme="minorHAnsi"/>
              <w:i/>
              <w:color w:val="000000" w:themeColor="text1"/>
              <w:highlight w:val="yellow"/>
            </w:rPr>
            <w:t>vyplní zájemce</w:t>
          </w:r>
        </w:p>
      </w:docPartBody>
    </w:docPart>
    <w:docPart>
      <w:docPartPr>
        <w:name w:val="5A3435D4A58E4F398A50E686F421ACAC"/>
        <w:category>
          <w:name w:val="Obecné"/>
          <w:gallery w:val="placeholder"/>
        </w:category>
        <w:types>
          <w:type w:val="bbPlcHdr"/>
        </w:types>
        <w:behaviors>
          <w:behavior w:val="content"/>
        </w:behaviors>
        <w:guid w:val="{7F2DDF23-7EE1-4BD9-8A42-504714B65637}"/>
      </w:docPartPr>
      <w:docPartBody>
        <w:p w:rsidR="005A6908" w:rsidRDefault="00782C31" w:rsidP="00782C31">
          <w:pPr>
            <w:pStyle w:val="5A3435D4A58E4F398A50E686F421ACAC"/>
          </w:pPr>
          <w:r w:rsidRPr="009D5C70">
            <w:rPr>
              <w:rFonts w:cstheme="minorHAnsi"/>
              <w:color w:val="000000" w:themeColor="text1"/>
              <w:highlight w:val="yellow"/>
            </w:rPr>
            <w:t>____________</w:t>
          </w:r>
        </w:p>
      </w:docPartBody>
    </w:docPart>
    <w:docPart>
      <w:docPartPr>
        <w:name w:val="069803DA2F594510B8FC2AA8EB8E9752"/>
        <w:category>
          <w:name w:val="Obecné"/>
          <w:gallery w:val="placeholder"/>
        </w:category>
        <w:types>
          <w:type w:val="bbPlcHdr"/>
        </w:types>
        <w:behaviors>
          <w:behavior w:val="content"/>
        </w:behaviors>
        <w:guid w:val="{BDE4B376-14D1-4E99-A152-CBF8980832AE}"/>
      </w:docPartPr>
      <w:docPartBody>
        <w:p w:rsidR="005A6908" w:rsidRDefault="00782C31" w:rsidP="00782C31">
          <w:pPr>
            <w:pStyle w:val="069803DA2F594510B8FC2AA8EB8E9752"/>
          </w:pPr>
          <w:r w:rsidRPr="009D5C70">
            <w:rPr>
              <w:rFonts w:cstheme="minorHAnsi"/>
              <w:color w:val="000000" w:themeColor="text1"/>
              <w:highlight w:val="yellow"/>
            </w:rPr>
            <w:t>__</w:t>
          </w:r>
        </w:p>
      </w:docPartBody>
    </w:docPart>
    <w:docPart>
      <w:docPartPr>
        <w:name w:val="6851A54A78D2465081D41B898AC01258"/>
        <w:category>
          <w:name w:val="Obecné"/>
          <w:gallery w:val="placeholder"/>
        </w:category>
        <w:types>
          <w:type w:val="bbPlcHdr"/>
        </w:types>
        <w:behaviors>
          <w:behavior w:val="content"/>
        </w:behaviors>
        <w:guid w:val="{9DC69B2C-BAC1-4962-9DE7-A40432E61D00}"/>
      </w:docPartPr>
      <w:docPartBody>
        <w:p w:rsidR="005A6908" w:rsidRDefault="00782C31" w:rsidP="00782C31">
          <w:pPr>
            <w:pStyle w:val="6851A54A78D2465081D41B898AC01258"/>
          </w:pPr>
          <w:r w:rsidRPr="009D5C70">
            <w:rPr>
              <w:rFonts w:cstheme="minorHAnsi"/>
              <w:color w:val="000000" w:themeColor="text1"/>
              <w:highlight w:val="yellow"/>
            </w:rPr>
            <w:t>__</w:t>
          </w:r>
        </w:p>
      </w:docPartBody>
    </w:docPart>
    <w:docPart>
      <w:docPartPr>
        <w:name w:val="554A3B58418942279262321427EFF55D"/>
        <w:category>
          <w:name w:val="Obecné"/>
          <w:gallery w:val="placeholder"/>
        </w:category>
        <w:types>
          <w:type w:val="bbPlcHdr"/>
        </w:types>
        <w:behaviors>
          <w:behavior w:val="content"/>
        </w:behaviors>
        <w:guid w:val="{0FE59C90-CF8A-47CA-B91D-80555947506E}"/>
      </w:docPartPr>
      <w:docPartBody>
        <w:p w:rsidR="005A6908" w:rsidRDefault="00782C31" w:rsidP="00782C31">
          <w:pPr>
            <w:pStyle w:val="554A3B58418942279262321427EFF55D"/>
          </w:pPr>
          <w:r w:rsidRPr="009D5C70">
            <w:rPr>
              <w:rFonts w:cstheme="minorHAnsi"/>
              <w:color w:val="000000" w:themeColor="text1"/>
              <w:highlight w:val="yellow"/>
            </w:rPr>
            <w:t>__</w:t>
          </w:r>
        </w:p>
      </w:docPartBody>
    </w:docPart>
    <w:docPart>
      <w:docPartPr>
        <w:name w:val="E02B974162FF480E84B6AE055F8E41EC"/>
        <w:category>
          <w:name w:val="Obecné"/>
          <w:gallery w:val="placeholder"/>
        </w:category>
        <w:types>
          <w:type w:val="bbPlcHdr"/>
        </w:types>
        <w:behaviors>
          <w:behavior w:val="content"/>
        </w:behaviors>
        <w:guid w:val="{C86BCF48-3BA6-4CAC-B59B-5A9A861F6BA0}"/>
      </w:docPartPr>
      <w:docPartBody>
        <w:p w:rsidR="00782C31" w:rsidRPr="00D123B0" w:rsidRDefault="00782C31" w:rsidP="00891E61">
          <w:pPr>
            <w:jc w:val="center"/>
            <w:rPr>
              <w:rFonts w:cstheme="minorHAnsi"/>
              <w:color w:val="808080" w:themeColor="background1" w:themeShade="80"/>
              <w:highlight w:val="yellow"/>
            </w:rPr>
          </w:pPr>
          <w:r w:rsidRPr="00CC5332">
            <w:rPr>
              <w:rFonts w:cstheme="minorHAnsi"/>
              <w:color w:val="000000" w:themeColor="text1"/>
            </w:rPr>
            <w:t>razítko a podpis oprávněné osoby jednat za zájemce</w:t>
          </w:r>
        </w:p>
        <w:p w:rsidR="005A6908" w:rsidRDefault="00782C31" w:rsidP="00782C31">
          <w:pPr>
            <w:pStyle w:val="E02B974162FF480E84B6AE055F8E41EC"/>
          </w:pPr>
          <w:r w:rsidRPr="00D123B0">
            <w:rPr>
              <w:rFonts w:cstheme="minorHAnsi"/>
              <w:i/>
              <w:color w:val="C00000"/>
              <w:highlight w:val="yellow"/>
            </w:rPr>
            <w:t>jméno a příjmení</w:t>
          </w:r>
        </w:p>
      </w:docPartBody>
    </w:docPart>
    <w:docPart>
      <w:docPartPr>
        <w:name w:val="633C903BE07347FAA50F857AB4AF050B"/>
        <w:category>
          <w:name w:val="Obecné"/>
          <w:gallery w:val="placeholder"/>
        </w:category>
        <w:types>
          <w:type w:val="bbPlcHdr"/>
        </w:types>
        <w:behaviors>
          <w:behavior w:val="content"/>
        </w:behaviors>
        <w:guid w:val="{B899BD0F-A676-4DAA-9FA7-6BD0B23ED69B}"/>
      </w:docPartPr>
      <w:docPartBody>
        <w:p w:rsidR="005A6908" w:rsidRDefault="00782C31" w:rsidP="00782C31">
          <w:pPr>
            <w:pStyle w:val="633C903BE07347FAA50F857AB4AF050B"/>
          </w:pPr>
          <w:r w:rsidRPr="00B6723A">
            <w:rPr>
              <w:rFonts w:cstheme="minorHAnsi"/>
              <w:i/>
              <w:color w:val="000000" w:themeColor="text1"/>
              <w:highlight w:val="yellow"/>
            </w:rPr>
            <w:t>vyplní zájemce</w:t>
          </w:r>
        </w:p>
      </w:docPartBody>
    </w:docPart>
    <w:docPart>
      <w:docPartPr>
        <w:name w:val="DFF3E500B0444FA2BD32456E3FBA0EB6"/>
        <w:category>
          <w:name w:val="Obecné"/>
          <w:gallery w:val="placeholder"/>
        </w:category>
        <w:types>
          <w:type w:val="bbPlcHdr"/>
        </w:types>
        <w:behaviors>
          <w:behavior w:val="content"/>
        </w:behaviors>
        <w:guid w:val="{1A859D45-20F2-42A5-A121-0EB3F3EAF2CB}"/>
      </w:docPartPr>
      <w:docPartBody>
        <w:p w:rsidR="005A6908" w:rsidRDefault="00782C31" w:rsidP="00782C31">
          <w:pPr>
            <w:pStyle w:val="DFF3E500B0444FA2BD32456E3FBA0EB6"/>
          </w:pPr>
          <w:r w:rsidRPr="00B6723A">
            <w:rPr>
              <w:rFonts w:cstheme="minorHAnsi"/>
              <w:i/>
              <w:color w:val="000000" w:themeColor="text1"/>
              <w:highlight w:val="yellow"/>
            </w:rPr>
            <w:t>vyplní zájemce</w:t>
          </w:r>
        </w:p>
      </w:docPartBody>
    </w:docPart>
    <w:docPart>
      <w:docPartPr>
        <w:name w:val="27A3E4E53C6648DCBD8F44ABB85A6B3B"/>
        <w:category>
          <w:name w:val="Obecné"/>
          <w:gallery w:val="placeholder"/>
        </w:category>
        <w:types>
          <w:type w:val="bbPlcHdr"/>
        </w:types>
        <w:behaviors>
          <w:behavior w:val="content"/>
        </w:behaviors>
        <w:guid w:val="{5889A1D7-A2B3-43EF-AAC5-CB22008EDB19}"/>
      </w:docPartPr>
      <w:docPartBody>
        <w:p w:rsidR="005A6908" w:rsidRDefault="00782C31" w:rsidP="00782C31">
          <w:pPr>
            <w:pStyle w:val="27A3E4E53C6648DCBD8F44ABB85A6B3B"/>
          </w:pPr>
          <w:r w:rsidRPr="00B6723A">
            <w:rPr>
              <w:rFonts w:cstheme="minorHAnsi"/>
              <w:i/>
              <w:color w:val="000000" w:themeColor="text1"/>
              <w:highlight w:val="yellow"/>
            </w:rPr>
            <w:t>vyplní zájemce</w:t>
          </w:r>
        </w:p>
      </w:docPartBody>
    </w:docPart>
    <w:docPart>
      <w:docPartPr>
        <w:name w:val="1508B1EAC9DC42099AB49D4E41B506AE"/>
        <w:category>
          <w:name w:val="Obecné"/>
          <w:gallery w:val="placeholder"/>
        </w:category>
        <w:types>
          <w:type w:val="bbPlcHdr"/>
        </w:types>
        <w:behaviors>
          <w:behavior w:val="content"/>
        </w:behaviors>
        <w:guid w:val="{898294AA-231B-4723-8A17-981E811081C6}"/>
      </w:docPartPr>
      <w:docPartBody>
        <w:p w:rsidR="005A6908" w:rsidRDefault="00782C31" w:rsidP="00782C31">
          <w:pPr>
            <w:pStyle w:val="1508B1EAC9DC42099AB49D4E41B506AE"/>
          </w:pPr>
          <w:r w:rsidRPr="00B6723A">
            <w:rPr>
              <w:rFonts w:cstheme="minorHAnsi"/>
              <w:i/>
              <w:color w:val="000000" w:themeColor="text1"/>
              <w:highlight w:val="yellow"/>
            </w:rPr>
            <w:t>vyplní zájemce</w:t>
          </w:r>
        </w:p>
      </w:docPartBody>
    </w:docPart>
    <w:docPart>
      <w:docPartPr>
        <w:name w:val="F2F03DA8A7284E368B661814AFEC1D57"/>
        <w:category>
          <w:name w:val="Obecné"/>
          <w:gallery w:val="placeholder"/>
        </w:category>
        <w:types>
          <w:type w:val="bbPlcHdr"/>
        </w:types>
        <w:behaviors>
          <w:behavior w:val="content"/>
        </w:behaviors>
        <w:guid w:val="{E08785A8-D9C4-47E9-B97A-580E86B46A74}"/>
      </w:docPartPr>
      <w:docPartBody>
        <w:p w:rsidR="005A6908" w:rsidRDefault="00782C31" w:rsidP="00782C31">
          <w:pPr>
            <w:pStyle w:val="F2F03DA8A7284E368B661814AFEC1D57"/>
          </w:pPr>
          <w:r w:rsidRPr="00B6723A">
            <w:rPr>
              <w:rFonts w:cstheme="minorHAnsi"/>
              <w:i/>
              <w:color w:val="000000" w:themeColor="text1"/>
              <w:highlight w:val="yellow"/>
            </w:rPr>
            <w:t>vyplní zájemce</w:t>
          </w:r>
        </w:p>
      </w:docPartBody>
    </w:docPart>
    <w:docPart>
      <w:docPartPr>
        <w:name w:val="D62B1455605D4584BA82C287584EEC46"/>
        <w:category>
          <w:name w:val="Obecné"/>
          <w:gallery w:val="placeholder"/>
        </w:category>
        <w:types>
          <w:type w:val="bbPlcHdr"/>
        </w:types>
        <w:behaviors>
          <w:behavior w:val="content"/>
        </w:behaviors>
        <w:guid w:val="{0D5F008E-0C64-42F7-A0F6-BF424343EF37}"/>
      </w:docPartPr>
      <w:docPartBody>
        <w:p w:rsidR="005A6908" w:rsidRDefault="00782C31" w:rsidP="00782C31">
          <w:pPr>
            <w:pStyle w:val="D62B1455605D4584BA82C287584EEC46"/>
          </w:pPr>
          <w:r w:rsidRPr="00B6723A">
            <w:rPr>
              <w:rFonts w:cstheme="minorHAnsi"/>
              <w:i/>
              <w:color w:val="000000" w:themeColor="text1"/>
              <w:highlight w:val="yellow"/>
            </w:rPr>
            <w:t>vyplní zájemce</w:t>
          </w:r>
        </w:p>
      </w:docPartBody>
    </w:docPart>
    <w:docPart>
      <w:docPartPr>
        <w:name w:val="1AB21E3D9DC44FBBAEB59CA480F7A866"/>
        <w:category>
          <w:name w:val="Obecné"/>
          <w:gallery w:val="placeholder"/>
        </w:category>
        <w:types>
          <w:type w:val="bbPlcHdr"/>
        </w:types>
        <w:behaviors>
          <w:behavior w:val="content"/>
        </w:behaviors>
        <w:guid w:val="{FDAC12AC-291F-490E-9770-DE4493CAF837}"/>
      </w:docPartPr>
      <w:docPartBody>
        <w:p w:rsidR="005A6908" w:rsidRDefault="00782C31" w:rsidP="00782C31">
          <w:pPr>
            <w:pStyle w:val="1AB21E3D9DC44FBBAEB59CA480F7A866"/>
          </w:pPr>
          <w:r w:rsidRPr="00B6723A">
            <w:rPr>
              <w:rFonts w:cstheme="minorHAnsi"/>
              <w:i/>
              <w:color w:val="000000" w:themeColor="text1"/>
              <w:highlight w:val="yellow"/>
            </w:rPr>
            <w:t>vyplní zájemce</w:t>
          </w:r>
        </w:p>
      </w:docPartBody>
    </w:docPart>
    <w:docPart>
      <w:docPartPr>
        <w:name w:val="923DA2C1CE66455C8761ED51E585F41F"/>
        <w:category>
          <w:name w:val="Obecné"/>
          <w:gallery w:val="placeholder"/>
        </w:category>
        <w:types>
          <w:type w:val="bbPlcHdr"/>
        </w:types>
        <w:behaviors>
          <w:behavior w:val="content"/>
        </w:behaviors>
        <w:guid w:val="{61D42CCA-9160-4413-9602-765B8F4D6455}"/>
      </w:docPartPr>
      <w:docPartBody>
        <w:p w:rsidR="005A6908" w:rsidRDefault="00782C31" w:rsidP="00782C31">
          <w:pPr>
            <w:pStyle w:val="923DA2C1CE66455C8761ED51E585F41F"/>
          </w:pPr>
          <w:r w:rsidRPr="00B6723A">
            <w:rPr>
              <w:rFonts w:cstheme="minorHAnsi"/>
              <w:i/>
              <w:color w:val="000000" w:themeColor="text1"/>
              <w:highlight w:val="yellow"/>
            </w:rPr>
            <w:t>vyplní zájemce</w:t>
          </w:r>
        </w:p>
      </w:docPartBody>
    </w:docPart>
    <w:docPart>
      <w:docPartPr>
        <w:name w:val="A53AAD05B8AB47B3B7D26F62E74A1476"/>
        <w:category>
          <w:name w:val="Obecné"/>
          <w:gallery w:val="placeholder"/>
        </w:category>
        <w:types>
          <w:type w:val="bbPlcHdr"/>
        </w:types>
        <w:behaviors>
          <w:behavior w:val="content"/>
        </w:behaviors>
        <w:guid w:val="{8D83674C-10E0-4507-A44D-7A3B5709D400}"/>
      </w:docPartPr>
      <w:docPartBody>
        <w:p w:rsidR="005A6908" w:rsidRDefault="00782C31" w:rsidP="00782C31">
          <w:pPr>
            <w:pStyle w:val="A53AAD05B8AB47B3B7D26F62E74A1476"/>
          </w:pPr>
          <w:r w:rsidRPr="00B6723A">
            <w:rPr>
              <w:rFonts w:cstheme="minorHAnsi"/>
              <w:i/>
              <w:color w:val="000000" w:themeColor="text1"/>
              <w:highlight w:val="yellow"/>
            </w:rPr>
            <w:t>vyplní zájemce</w:t>
          </w:r>
        </w:p>
      </w:docPartBody>
    </w:docPart>
    <w:docPart>
      <w:docPartPr>
        <w:name w:val="7D40D149FE2D465BADFD48223793B0FF"/>
        <w:category>
          <w:name w:val="Obecné"/>
          <w:gallery w:val="placeholder"/>
        </w:category>
        <w:types>
          <w:type w:val="bbPlcHdr"/>
        </w:types>
        <w:behaviors>
          <w:behavior w:val="content"/>
        </w:behaviors>
        <w:guid w:val="{6F592E17-0301-4D06-A351-D284005941C8}"/>
      </w:docPartPr>
      <w:docPartBody>
        <w:p w:rsidR="005A6908" w:rsidRDefault="00782C31" w:rsidP="00782C31">
          <w:pPr>
            <w:pStyle w:val="7D40D149FE2D465BADFD48223793B0FF"/>
          </w:pPr>
          <w:r w:rsidRPr="00B6723A">
            <w:rPr>
              <w:rFonts w:cstheme="minorHAnsi"/>
              <w:i/>
              <w:color w:val="000000" w:themeColor="text1"/>
              <w:highlight w:val="yellow"/>
            </w:rPr>
            <w:t>vyplní zájemce</w:t>
          </w:r>
        </w:p>
      </w:docPartBody>
    </w:docPart>
    <w:docPart>
      <w:docPartPr>
        <w:name w:val="60791E748A9647548CF78D8A105AE838"/>
        <w:category>
          <w:name w:val="Obecné"/>
          <w:gallery w:val="placeholder"/>
        </w:category>
        <w:types>
          <w:type w:val="bbPlcHdr"/>
        </w:types>
        <w:behaviors>
          <w:behavior w:val="content"/>
        </w:behaviors>
        <w:guid w:val="{18434865-059E-495B-BAF7-B717B7D4B390}"/>
      </w:docPartPr>
      <w:docPartBody>
        <w:p w:rsidR="005A6908" w:rsidRDefault="00782C31" w:rsidP="00782C31">
          <w:pPr>
            <w:pStyle w:val="60791E748A9647548CF78D8A105AE838"/>
          </w:pPr>
          <w:r w:rsidRPr="009D5C70">
            <w:rPr>
              <w:rFonts w:cstheme="minorHAnsi"/>
              <w:color w:val="000000" w:themeColor="text1"/>
              <w:highlight w:val="yellow"/>
            </w:rPr>
            <w:t>____________</w:t>
          </w:r>
        </w:p>
      </w:docPartBody>
    </w:docPart>
    <w:docPart>
      <w:docPartPr>
        <w:name w:val="77E54864496C40AA8C7A817E7B626B3F"/>
        <w:category>
          <w:name w:val="Obecné"/>
          <w:gallery w:val="placeholder"/>
        </w:category>
        <w:types>
          <w:type w:val="bbPlcHdr"/>
        </w:types>
        <w:behaviors>
          <w:behavior w:val="content"/>
        </w:behaviors>
        <w:guid w:val="{4AE03D9B-DC0C-4989-8393-3F4F127B045A}"/>
      </w:docPartPr>
      <w:docPartBody>
        <w:p w:rsidR="005A6908" w:rsidRDefault="00782C31" w:rsidP="00782C31">
          <w:pPr>
            <w:pStyle w:val="77E54864496C40AA8C7A817E7B626B3F"/>
          </w:pPr>
          <w:r w:rsidRPr="009D5C70">
            <w:rPr>
              <w:rFonts w:cstheme="minorHAnsi"/>
              <w:color w:val="000000" w:themeColor="text1"/>
              <w:highlight w:val="yellow"/>
            </w:rPr>
            <w:t>__</w:t>
          </w:r>
        </w:p>
      </w:docPartBody>
    </w:docPart>
    <w:docPart>
      <w:docPartPr>
        <w:name w:val="90A63C5600BB4C60B62EDE816657FB57"/>
        <w:category>
          <w:name w:val="Obecné"/>
          <w:gallery w:val="placeholder"/>
        </w:category>
        <w:types>
          <w:type w:val="bbPlcHdr"/>
        </w:types>
        <w:behaviors>
          <w:behavior w:val="content"/>
        </w:behaviors>
        <w:guid w:val="{0AB0F67C-2709-4757-B4E1-C14F2A9CCC49}"/>
      </w:docPartPr>
      <w:docPartBody>
        <w:p w:rsidR="005A6908" w:rsidRDefault="00782C31" w:rsidP="00782C31">
          <w:pPr>
            <w:pStyle w:val="90A63C5600BB4C60B62EDE816657FB57"/>
          </w:pPr>
          <w:r w:rsidRPr="009D5C70">
            <w:rPr>
              <w:rFonts w:cstheme="minorHAnsi"/>
              <w:color w:val="000000" w:themeColor="text1"/>
              <w:highlight w:val="yellow"/>
            </w:rPr>
            <w:t>__</w:t>
          </w:r>
        </w:p>
      </w:docPartBody>
    </w:docPart>
    <w:docPart>
      <w:docPartPr>
        <w:name w:val="801058E5AC9D4EFAAE83DF8FDCA3C2E1"/>
        <w:category>
          <w:name w:val="Obecné"/>
          <w:gallery w:val="placeholder"/>
        </w:category>
        <w:types>
          <w:type w:val="bbPlcHdr"/>
        </w:types>
        <w:behaviors>
          <w:behavior w:val="content"/>
        </w:behaviors>
        <w:guid w:val="{3673197A-8326-4D84-8D4D-F02419C7B44B}"/>
      </w:docPartPr>
      <w:docPartBody>
        <w:p w:rsidR="005A6908" w:rsidRDefault="00782C31" w:rsidP="00782C31">
          <w:pPr>
            <w:pStyle w:val="801058E5AC9D4EFAAE83DF8FDCA3C2E1"/>
          </w:pPr>
          <w:r w:rsidRPr="009D5C70">
            <w:rPr>
              <w:rFonts w:cstheme="minorHAnsi"/>
              <w:color w:val="000000" w:themeColor="text1"/>
              <w:highlight w:val="yellow"/>
            </w:rPr>
            <w:t>__</w:t>
          </w:r>
        </w:p>
      </w:docPartBody>
    </w:docPart>
    <w:docPart>
      <w:docPartPr>
        <w:name w:val="F81FCFFD8CEF449A94AF9B190F2FEBBA"/>
        <w:category>
          <w:name w:val="Obecné"/>
          <w:gallery w:val="placeholder"/>
        </w:category>
        <w:types>
          <w:type w:val="bbPlcHdr"/>
        </w:types>
        <w:behaviors>
          <w:behavior w:val="content"/>
        </w:behaviors>
        <w:guid w:val="{885342E0-695A-46D6-B5B9-7DBBA7EF7A81}"/>
      </w:docPartPr>
      <w:docPartBody>
        <w:p w:rsidR="00782C31" w:rsidRPr="00D123B0" w:rsidRDefault="00782C31" w:rsidP="00891E61">
          <w:pPr>
            <w:jc w:val="center"/>
            <w:rPr>
              <w:rFonts w:cstheme="minorHAnsi"/>
              <w:color w:val="808080" w:themeColor="background1" w:themeShade="80"/>
              <w:highlight w:val="yellow"/>
            </w:rPr>
          </w:pPr>
          <w:r w:rsidRPr="00CC5332">
            <w:rPr>
              <w:rFonts w:cstheme="minorHAnsi"/>
              <w:color w:val="000000" w:themeColor="text1"/>
            </w:rPr>
            <w:t>razítko a podpis oprávněné osoby jednat za zájemce</w:t>
          </w:r>
        </w:p>
        <w:p w:rsidR="005A6908" w:rsidRDefault="00782C31" w:rsidP="00782C31">
          <w:pPr>
            <w:pStyle w:val="F81FCFFD8CEF449A94AF9B190F2FEBBA"/>
          </w:pPr>
          <w:r w:rsidRPr="00D123B0">
            <w:rPr>
              <w:rFonts w:cstheme="minorHAnsi"/>
              <w:i/>
              <w:color w:val="C00000"/>
              <w:highlight w:val="yellow"/>
            </w:rPr>
            <w:t>jméno a příjmení</w:t>
          </w:r>
        </w:p>
      </w:docPartBody>
    </w:docPart>
    <w:docPart>
      <w:docPartPr>
        <w:name w:val="788ECE27E2E54DE2AAD1F750A0304694"/>
        <w:category>
          <w:name w:val="Obecné"/>
          <w:gallery w:val="placeholder"/>
        </w:category>
        <w:types>
          <w:type w:val="bbPlcHdr"/>
        </w:types>
        <w:behaviors>
          <w:behavior w:val="content"/>
        </w:behaviors>
        <w:guid w:val="{7E612415-68D6-44B6-8994-90B7284B414A}"/>
      </w:docPartPr>
      <w:docPartBody>
        <w:p w:rsidR="005A6908" w:rsidRDefault="00782C31" w:rsidP="00782C31">
          <w:pPr>
            <w:pStyle w:val="788ECE27E2E54DE2AAD1F750A0304694"/>
          </w:pPr>
          <w:r w:rsidRPr="009D5C70">
            <w:rPr>
              <w:rFonts w:cstheme="minorHAnsi"/>
              <w:color w:val="000000" w:themeColor="text1"/>
              <w:highlight w:val="yellow"/>
            </w:rPr>
            <w:t>____________</w:t>
          </w:r>
        </w:p>
      </w:docPartBody>
    </w:docPart>
    <w:docPart>
      <w:docPartPr>
        <w:name w:val="911B26C388E345AB9BCE582B32755D46"/>
        <w:category>
          <w:name w:val="Obecné"/>
          <w:gallery w:val="placeholder"/>
        </w:category>
        <w:types>
          <w:type w:val="bbPlcHdr"/>
        </w:types>
        <w:behaviors>
          <w:behavior w:val="content"/>
        </w:behaviors>
        <w:guid w:val="{BDB87E3C-4710-463E-8B3F-9DC98A81F0F7}"/>
      </w:docPartPr>
      <w:docPartBody>
        <w:p w:rsidR="005A6908" w:rsidRDefault="00782C31" w:rsidP="00782C31">
          <w:pPr>
            <w:pStyle w:val="911B26C388E345AB9BCE582B32755D46"/>
          </w:pPr>
          <w:r w:rsidRPr="009D5C70">
            <w:rPr>
              <w:rFonts w:cstheme="minorHAnsi"/>
              <w:color w:val="000000" w:themeColor="text1"/>
              <w:highlight w:val="yellow"/>
            </w:rPr>
            <w:t>__</w:t>
          </w:r>
        </w:p>
      </w:docPartBody>
    </w:docPart>
    <w:docPart>
      <w:docPartPr>
        <w:name w:val="94464D94736340BEAF82A05A2258AA5F"/>
        <w:category>
          <w:name w:val="Obecné"/>
          <w:gallery w:val="placeholder"/>
        </w:category>
        <w:types>
          <w:type w:val="bbPlcHdr"/>
        </w:types>
        <w:behaviors>
          <w:behavior w:val="content"/>
        </w:behaviors>
        <w:guid w:val="{23226443-DBF7-4CAF-AAA7-B8C1E60AC3DD}"/>
      </w:docPartPr>
      <w:docPartBody>
        <w:p w:rsidR="001D5EA4" w:rsidRDefault="00107757" w:rsidP="00107757">
          <w:pPr>
            <w:pStyle w:val="94464D94736340BEAF82A05A2258AA5F"/>
          </w:pPr>
          <w:r w:rsidRPr="00E93509">
            <w:rPr>
              <w:rFonts w:cstheme="minorHAnsi"/>
              <w:i/>
              <w:color w:val="C00000"/>
              <w:highlight w:val="yellow"/>
            </w:rPr>
            <w:t>vyplní zájemce</w:t>
          </w:r>
        </w:p>
      </w:docPartBody>
    </w:docPart>
    <w:docPart>
      <w:docPartPr>
        <w:name w:val="98BC7F46968B404AB0446D4D6BFF3714"/>
        <w:category>
          <w:name w:val="Obecné"/>
          <w:gallery w:val="placeholder"/>
        </w:category>
        <w:types>
          <w:type w:val="bbPlcHdr"/>
        </w:types>
        <w:behaviors>
          <w:behavior w:val="content"/>
        </w:behaviors>
        <w:guid w:val="{505D3BA4-2C6B-4F72-B7DA-B065449BF414}"/>
      </w:docPartPr>
      <w:docPartBody>
        <w:p w:rsidR="001D5EA4" w:rsidRDefault="00107757" w:rsidP="00107757">
          <w:pPr>
            <w:pStyle w:val="98BC7F46968B404AB0446D4D6BFF3714"/>
          </w:pPr>
          <w:r w:rsidRPr="00E93509">
            <w:rPr>
              <w:rFonts w:cstheme="minorHAnsi"/>
              <w:i/>
              <w:color w:val="C00000"/>
              <w:highlight w:val="yellow"/>
            </w:rPr>
            <w:t>vyplní zájemce</w:t>
          </w:r>
        </w:p>
      </w:docPartBody>
    </w:docPart>
    <w:docPart>
      <w:docPartPr>
        <w:name w:val="90E4EA7A70764A8EA55F6EE8CFC70901"/>
        <w:category>
          <w:name w:val="Obecné"/>
          <w:gallery w:val="placeholder"/>
        </w:category>
        <w:types>
          <w:type w:val="bbPlcHdr"/>
        </w:types>
        <w:behaviors>
          <w:behavior w:val="content"/>
        </w:behaviors>
        <w:guid w:val="{4BB3AE56-2C45-4320-B26F-E1286C0F7A9F}"/>
      </w:docPartPr>
      <w:docPartBody>
        <w:p w:rsidR="001D5EA4" w:rsidRDefault="00107757" w:rsidP="00107757">
          <w:pPr>
            <w:pStyle w:val="90E4EA7A70764A8EA55F6EE8CFC70901"/>
          </w:pPr>
          <w:r w:rsidRPr="00E93509">
            <w:rPr>
              <w:rFonts w:cstheme="minorHAnsi"/>
              <w:i/>
              <w:color w:val="C00000"/>
              <w:highlight w:val="yellow"/>
            </w:rPr>
            <w:t>vyplní zájemce</w:t>
          </w:r>
        </w:p>
      </w:docPartBody>
    </w:docPart>
    <w:docPart>
      <w:docPartPr>
        <w:name w:val="B68D4FFF59C14D87A3465C6E2606935F"/>
        <w:category>
          <w:name w:val="Obecné"/>
          <w:gallery w:val="placeholder"/>
        </w:category>
        <w:types>
          <w:type w:val="bbPlcHdr"/>
        </w:types>
        <w:behaviors>
          <w:behavior w:val="content"/>
        </w:behaviors>
        <w:guid w:val="{D81961A8-115E-4E78-8C5C-10ABDF320920}"/>
      </w:docPartPr>
      <w:docPartBody>
        <w:p w:rsidR="001D5EA4" w:rsidRDefault="00107757" w:rsidP="00107757">
          <w:pPr>
            <w:pStyle w:val="B68D4FFF59C14D87A3465C6E2606935F"/>
          </w:pPr>
          <w:r w:rsidRPr="00E93509">
            <w:rPr>
              <w:rFonts w:cstheme="minorHAnsi"/>
              <w:i/>
              <w:color w:val="C00000"/>
              <w:highlight w:val="yellow"/>
            </w:rPr>
            <w:t>vyplní zájemce</w:t>
          </w:r>
        </w:p>
      </w:docPartBody>
    </w:docPart>
    <w:docPart>
      <w:docPartPr>
        <w:name w:val="D6976259074B430198F57E284CD4A97C"/>
        <w:category>
          <w:name w:val="Obecné"/>
          <w:gallery w:val="placeholder"/>
        </w:category>
        <w:types>
          <w:type w:val="bbPlcHdr"/>
        </w:types>
        <w:behaviors>
          <w:behavior w:val="content"/>
        </w:behaviors>
        <w:guid w:val="{5F33EB71-5E21-4C7C-A1A1-28E2B7A95D4B}"/>
      </w:docPartPr>
      <w:docPartBody>
        <w:p w:rsidR="001D5EA4" w:rsidRDefault="00107757" w:rsidP="00107757">
          <w:pPr>
            <w:pStyle w:val="D6976259074B430198F57E284CD4A97C"/>
          </w:pPr>
          <w:r w:rsidRPr="00E93509">
            <w:rPr>
              <w:rFonts w:cstheme="minorHAnsi"/>
              <w:i/>
              <w:color w:val="C00000"/>
              <w:highlight w:val="yellow"/>
            </w:rPr>
            <w:t>vyplní zájemce</w:t>
          </w:r>
        </w:p>
      </w:docPartBody>
    </w:docPart>
    <w:docPart>
      <w:docPartPr>
        <w:name w:val="C077EB57D7794CB6A5201B616A6D805C"/>
        <w:category>
          <w:name w:val="Obecné"/>
          <w:gallery w:val="placeholder"/>
        </w:category>
        <w:types>
          <w:type w:val="bbPlcHdr"/>
        </w:types>
        <w:behaviors>
          <w:behavior w:val="content"/>
        </w:behaviors>
        <w:guid w:val="{B8F7B024-DF00-481B-ABDD-2703FCFD88C5}"/>
      </w:docPartPr>
      <w:docPartBody>
        <w:p w:rsidR="001D5EA4" w:rsidRDefault="00107757" w:rsidP="00107757">
          <w:pPr>
            <w:pStyle w:val="C077EB57D7794CB6A5201B616A6D805C"/>
          </w:pPr>
          <w:r w:rsidRPr="00E93509">
            <w:rPr>
              <w:rFonts w:cstheme="minorHAnsi"/>
              <w:i/>
              <w:color w:val="C00000"/>
              <w:highlight w:val="yellow"/>
            </w:rPr>
            <w:t>vyplní zájemce</w:t>
          </w:r>
        </w:p>
      </w:docPartBody>
    </w:docPart>
    <w:docPart>
      <w:docPartPr>
        <w:name w:val="26A59C202ECE4FAFA17C72CA2692D710"/>
        <w:category>
          <w:name w:val="Obecné"/>
          <w:gallery w:val="placeholder"/>
        </w:category>
        <w:types>
          <w:type w:val="bbPlcHdr"/>
        </w:types>
        <w:behaviors>
          <w:behavior w:val="content"/>
        </w:behaviors>
        <w:guid w:val="{E472D73A-29C6-4CF3-A2AC-AA65BBAF7F7F}"/>
      </w:docPartPr>
      <w:docPartBody>
        <w:p w:rsidR="001D5EA4" w:rsidRDefault="00107757" w:rsidP="00107757">
          <w:pPr>
            <w:pStyle w:val="26A59C202ECE4FAFA17C72CA2692D710"/>
          </w:pPr>
          <w:r w:rsidRPr="00E93509">
            <w:rPr>
              <w:rFonts w:cstheme="minorHAnsi"/>
              <w:i/>
              <w:color w:val="C00000"/>
              <w:highlight w:val="yellow"/>
            </w:rPr>
            <w:t>vyplní zájemce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8152D"/>
    <w:rsid w:val="00074BBD"/>
    <w:rsid w:val="00107757"/>
    <w:rsid w:val="0018152D"/>
    <w:rsid w:val="001D5EA4"/>
    <w:rsid w:val="00333962"/>
    <w:rsid w:val="00363992"/>
    <w:rsid w:val="00444C60"/>
    <w:rsid w:val="005A6908"/>
    <w:rsid w:val="00782C31"/>
    <w:rsid w:val="009E7442"/>
    <w:rsid w:val="00C547B1"/>
    <w:rsid w:val="00DF7A5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396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B93920291534182A4DB3EC4114EA702">
    <w:name w:val="7B93920291534182A4DB3EC4114EA702"/>
    <w:rsid w:val="00333962"/>
  </w:style>
  <w:style w:type="paragraph" w:customStyle="1" w:styleId="31DC479FFCB64DBE991B04A82601E77B">
    <w:name w:val="31DC479FFCB64DBE991B04A82601E77B"/>
    <w:rsid w:val="00333962"/>
  </w:style>
  <w:style w:type="paragraph" w:customStyle="1" w:styleId="BFB9808994BD4A649FF45CA042CA8590">
    <w:name w:val="BFB9808994BD4A649FF45CA042CA8590"/>
    <w:rsid w:val="00333962"/>
  </w:style>
  <w:style w:type="paragraph" w:customStyle="1" w:styleId="63A915A07C044BBD9678CD9901839E81">
    <w:name w:val="63A915A07C044BBD9678CD9901839E81"/>
    <w:rsid w:val="00333962"/>
  </w:style>
  <w:style w:type="paragraph" w:customStyle="1" w:styleId="5573612D2A1C40C6986F5EE24E705CD3">
    <w:name w:val="5573612D2A1C40C6986F5EE24E705CD3"/>
    <w:rsid w:val="00333962"/>
  </w:style>
  <w:style w:type="paragraph" w:customStyle="1" w:styleId="B78A53158AE9434EB0CCB9FCF6190C38">
    <w:name w:val="B78A53158AE9434EB0CCB9FCF6190C38"/>
    <w:rsid w:val="00333962"/>
  </w:style>
  <w:style w:type="paragraph" w:customStyle="1" w:styleId="F7BC9BB27C7B45A2B0E7E331E3422FEC">
    <w:name w:val="F7BC9BB27C7B45A2B0E7E331E3422FEC"/>
    <w:rsid w:val="00333962"/>
  </w:style>
  <w:style w:type="paragraph" w:customStyle="1" w:styleId="5E03911777F04C1AB8AE7B3929259D53">
    <w:name w:val="5E03911777F04C1AB8AE7B3929259D53"/>
    <w:rsid w:val="00333962"/>
  </w:style>
  <w:style w:type="paragraph" w:customStyle="1" w:styleId="70ADD8B232E0452DA4D27D364427B076">
    <w:name w:val="70ADD8B232E0452DA4D27D364427B076"/>
    <w:rsid w:val="00333962"/>
  </w:style>
  <w:style w:type="paragraph" w:customStyle="1" w:styleId="DB9F43EE794644C7B7A6C33FE048F882">
    <w:name w:val="DB9F43EE794644C7B7A6C33FE048F882"/>
    <w:rsid w:val="00333962"/>
  </w:style>
  <w:style w:type="paragraph" w:customStyle="1" w:styleId="3B2E86CAB2804211A81A49AF4936ECA4">
    <w:name w:val="3B2E86CAB2804211A81A49AF4936ECA4"/>
    <w:rsid w:val="00333962"/>
  </w:style>
  <w:style w:type="paragraph" w:customStyle="1" w:styleId="987AEB686A6740C8962A487E19135BFF">
    <w:name w:val="987AEB686A6740C8962A487E19135BFF"/>
    <w:rsid w:val="00333962"/>
  </w:style>
  <w:style w:type="paragraph" w:customStyle="1" w:styleId="EC59196EDCE44CF1BBE65B9679D1E0CF">
    <w:name w:val="EC59196EDCE44CF1BBE65B9679D1E0CF"/>
    <w:rsid w:val="00333962"/>
  </w:style>
  <w:style w:type="paragraph" w:customStyle="1" w:styleId="90042DAE9FFE4585AA029D70F50104C0">
    <w:name w:val="90042DAE9FFE4585AA029D70F50104C0"/>
    <w:rsid w:val="00333962"/>
  </w:style>
  <w:style w:type="paragraph" w:customStyle="1" w:styleId="1984CFA191404E989CD96F4A086F9206">
    <w:name w:val="1984CFA191404E989CD96F4A086F9206"/>
    <w:rsid w:val="00333962"/>
  </w:style>
  <w:style w:type="paragraph" w:customStyle="1" w:styleId="ACF5F21A8A844251ADABC96F564BE63D">
    <w:name w:val="ACF5F21A8A844251ADABC96F564BE63D"/>
    <w:rsid w:val="00333962"/>
  </w:style>
  <w:style w:type="paragraph" w:customStyle="1" w:styleId="2AC91ACCE448452CB1FCF7C4A7E13532">
    <w:name w:val="2AC91ACCE448452CB1FCF7C4A7E13532"/>
    <w:rsid w:val="00333962"/>
  </w:style>
  <w:style w:type="paragraph" w:customStyle="1" w:styleId="81BD73F60D7C4705882A3A81AE4022E3">
    <w:name w:val="81BD73F60D7C4705882A3A81AE4022E3"/>
    <w:rsid w:val="00333962"/>
  </w:style>
  <w:style w:type="paragraph" w:customStyle="1" w:styleId="88A19C9C634E43EB989A449B80C49002">
    <w:name w:val="88A19C9C634E43EB989A449B80C49002"/>
    <w:rsid w:val="00333962"/>
  </w:style>
  <w:style w:type="paragraph" w:customStyle="1" w:styleId="32FDC988677247E5916DA5C52F540ACF">
    <w:name w:val="32FDC988677247E5916DA5C52F540ACF"/>
    <w:rsid w:val="00333962"/>
  </w:style>
  <w:style w:type="paragraph" w:customStyle="1" w:styleId="C942E487ECED4CCD84C9671B867A8DC7">
    <w:name w:val="C942E487ECED4CCD84C9671B867A8DC7"/>
    <w:rsid w:val="00333962"/>
  </w:style>
  <w:style w:type="paragraph" w:customStyle="1" w:styleId="DA06072A61914E5A99A29D358AE7CF72">
    <w:name w:val="DA06072A61914E5A99A29D358AE7CF72"/>
    <w:rsid w:val="00333962"/>
  </w:style>
  <w:style w:type="paragraph" w:customStyle="1" w:styleId="C0E26E967CAF416AA533EE7A2351CFA7">
    <w:name w:val="C0E26E967CAF416AA533EE7A2351CFA7"/>
    <w:rsid w:val="00333962"/>
  </w:style>
  <w:style w:type="paragraph" w:customStyle="1" w:styleId="4938175D7F10460DAF8241C4CE6B2C43">
    <w:name w:val="4938175D7F10460DAF8241C4CE6B2C43"/>
    <w:rsid w:val="00333962"/>
  </w:style>
  <w:style w:type="paragraph" w:customStyle="1" w:styleId="F4113C8874654A2E87A8289390879764">
    <w:name w:val="F4113C8874654A2E87A8289390879764"/>
    <w:rsid w:val="00333962"/>
  </w:style>
  <w:style w:type="paragraph" w:customStyle="1" w:styleId="BBE4B64CD1D044728F88BCA568C5789F">
    <w:name w:val="BBE4B64CD1D044728F88BCA568C5789F"/>
    <w:rsid w:val="00333962"/>
  </w:style>
  <w:style w:type="paragraph" w:customStyle="1" w:styleId="555989A720774052ABABDF3F48D39E57">
    <w:name w:val="555989A720774052ABABDF3F48D39E57"/>
    <w:rsid w:val="00333962"/>
  </w:style>
  <w:style w:type="paragraph" w:customStyle="1" w:styleId="62827FB51A8545DB99A04A0DAAF7B82A">
    <w:name w:val="62827FB51A8545DB99A04A0DAAF7B82A"/>
    <w:rsid w:val="00333962"/>
  </w:style>
  <w:style w:type="character" w:styleId="Zstupntext">
    <w:name w:val="Placeholder Text"/>
    <w:basedOn w:val="Standardnpsmoodstavce"/>
    <w:uiPriority w:val="99"/>
    <w:semiHidden/>
    <w:rsid w:val="00107757"/>
    <w:rPr>
      <w:color w:val="808080"/>
    </w:rPr>
  </w:style>
  <w:style w:type="paragraph" w:customStyle="1" w:styleId="C95F2F2F4B324FBBA2857093FAF69B26">
    <w:name w:val="C95F2F2F4B324FBBA2857093FAF69B26"/>
    <w:rsid w:val="00333962"/>
  </w:style>
  <w:style w:type="paragraph" w:customStyle="1" w:styleId="146F5AE752A24C5AAFFACDA8BB9A9557">
    <w:name w:val="146F5AE752A24C5AAFFACDA8BB9A9557"/>
    <w:rsid w:val="00333962"/>
  </w:style>
  <w:style w:type="paragraph" w:customStyle="1" w:styleId="D6E2FB755B044AC1AAF16D772E82D38F">
    <w:name w:val="D6E2FB755B044AC1AAF16D772E82D38F"/>
    <w:rsid w:val="00333962"/>
  </w:style>
  <w:style w:type="paragraph" w:customStyle="1" w:styleId="3FD01538CC2843D08F02C1924A7AC0F6">
    <w:name w:val="3FD01538CC2843D08F02C1924A7AC0F6"/>
    <w:rsid w:val="00333962"/>
  </w:style>
  <w:style w:type="paragraph" w:customStyle="1" w:styleId="5AEEC061724D49759DE27A3FE2B8DD58">
    <w:name w:val="5AEEC061724D49759DE27A3FE2B8DD58"/>
    <w:rsid w:val="00333962"/>
  </w:style>
  <w:style w:type="paragraph" w:customStyle="1" w:styleId="F390BE116B5F471FAA76CCAFA4AE9825">
    <w:name w:val="F390BE116B5F471FAA76CCAFA4AE9825"/>
    <w:rsid w:val="00333962"/>
  </w:style>
  <w:style w:type="paragraph" w:customStyle="1" w:styleId="D461E8B0A07F4BAEAC90F6CEE6EAD226">
    <w:name w:val="D461E8B0A07F4BAEAC90F6CEE6EAD226"/>
    <w:rsid w:val="00333962"/>
  </w:style>
  <w:style w:type="paragraph" w:customStyle="1" w:styleId="7F0166D125F240F6A363A916357C892C">
    <w:name w:val="7F0166D125F240F6A363A916357C892C"/>
    <w:rsid w:val="00333962"/>
  </w:style>
  <w:style w:type="paragraph" w:customStyle="1" w:styleId="B6E02ACC2740454C9C8FA39E00ACF849">
    <w:name w:val="B6E02ACC2740454C9C8FA39E00ACF849"/>
    <w:rsid w:val="00333962"/>
  </w:style>
  <w:style w:type="paragraph" w:customStyle="1" w:styleId="03AC0C95D41848C0A5E58A13E904153E">
    <w:name w:val="03AC0C95D41848C0A5E58A13E904153E"/>
    <w:rsid w:val="00333962"/>
  </w:style>
  <w:style w:type="paragraph" w:customStyle="1" w:styleId="ED17ACA1DDD24CEA9BD985F36F0018BC">
    <w:name w:val="ED17ACA1DDD24CEA9BD985F36F0018BC"/>
    <w:rsid w:val="00333962"/>
  </w:style>
  <w:style w:type="paragraph" w:customStyle="1" w:styleId="2B9CDA1B0FD946BC94F5DDE88763356F">
    <w:name w:val="2B9CDA1B0FD946BC94F5DDE88763356F"/>
    <w:rsid w:val="00333962"/>
  </w:style>
  <w:style w:type="paragraph" w:customStyle="1" w:styleId="F584EADBDFCA477DAB0D715B897A9B87">
    <w:name w:val="F584EADBDFCA477DAB0D715B897A9B87"/>
    <w:rsid w:val="00333962"/>
  </w:style>
  <w:style w:type="paragraph" w:customStyle="1" w:styleId="4FAA51356DF54E2CB1B558E4640399C0">
    <w:name w:val="4FAA51356DF54E2CB1B558E4640399C0"/>
    <w:rsid w:val="00333962"/>
  </w:style>
  <w:style w:type="paragraph" w:customStyle="1" w:styleId="F183C3D8AB454547A7A89A91292FFC8F">
    <w:name w:val="F183C3D8AB454547A7A89A91292FFC8F"/>
    <w:rsid w:val="00333962"/>
  </w:style>
  <w:style w:type="paragraph" w:customStyle="1" w:styleId="A484DF3DE9F54CFF9F6088C4175CCF04">
    <w:name w:val="A484DF3DE9F54CFF9F6088C4175CCF04"/>
    <w:rsid w:val="00333962"/>
  </w:style>
  <w:style w:type="paragraph" w:customStyle="1" w:styleId="52FEEAA7CF664B58800D0DB79175F24E">
    <w:name w:val="52FEEAA7CF664B58800D0DB79175F24E"/>
    <w:rsid w:val="00333962"/>
  </w:style>
  <w:style w:type="paragraph" w:customStyle="1" w:styleId="AB4130C6D9E1485D8E15999845266BC9">
    <w:name w:val="AB4130C6D9E1485D8E15999845266BC9"/>
    <w:rsid w:val="00333962"/>
  </w:style>
  <w:style w:type="paragraph" w:customStyle="1" w:styleId="D6F485C92FA34B5E91DD5C79E101ADD7">
    <w:name w:val="D6F485C92FA34B5E91DD5C79E101ADD7"/>
    <w:rsid w:val="00333962"/>
  </w:style>
  <w:style w:type="paragraph" w:customStyle="1" w:styleId="8C735983348E405993D37A6F46B32F4C">
    <w:name w:val="8C735983348E405993D37A6F46B32F4C"/>
    <w:rsid w:val="00333962"/>
  </w:style>
  <w:style w:type="paragraph" w:customStyle="1" w:styleId="8BB7B59870AA427BB484B8C52DED9BC8">
    <w:name w:val="8BB7B59870AA427BB484B8C52DED9BC8"/>
    <w:rsid w:val="00333962"/>
  </w:style>
  <w:style w:type="paragraph" w:customStyle="1" w:styleId="6DC16FE8CEAE461C8AEA9E9C2A4BE12E">
    <w:name w:val="6DC16FE8CEAE461C8AEA9E9C2A4BE12E"/>
    <w:rsid w:val="00333962"/>
  </w:style>
  <w:style w:type="paragraph" w:customStyle="1" w:styleId="3015DE7DCD9D4F85ADE888045F56F9ED">
    <w:name w:val="3015DE7DCD9D4F85ADE888045F56F9ED"/>
    <w:rsid w:val="00333962"/>
  </w:style>
  <w:style w:type="paragraph" w:customStyle="1" w:styleId="7BF9EA69FF694297BC8206A350CA5C36">
    <w:name w:val="7BF9EA69FF694297BC8206A350CA5C36"/>
    <w:rsid w:val="00333962"/>
  </w:style>
  <w:style w:type="paragraph" w:customStyle="1" w:styleId="7DC45FD00D9D4500A8EA956DC0370868">
    <w:name w:val="7DC45FD00D9D4500A8EA956DC0370868"/>
    <w:rsid w:val="00333962"/>
  </w:style>
  <w:style w:type="paragraph" w:customStyle="1" w:styleId="4EFEA34247DF4E53A35501840A8DF77E">
    <w:name w:val="4EFEA34247DF4E53A35501840A8DF77E"/>
    <w:rsid w:val="00333962"/>
  </w:style>
  <w:style w:type="paragraph" w:customStyle="1" w:styleId="993F1AAF4EC640D0852D8B7F4013589C">
    <w:name w:val="993F1AAF4EC640D0852D8B7F4013589C"/>
    <w:rsid w:val="00333962"/>
  </w:style>
  <w:style w:type="paragraph" w:customStyle="1" w:styleId="6C844D6BA80C4990870A72E7D8EC4B35">
    <w:name w:val="6C844D6BA80C4990870A72E7D8EC4B35"/>
    <w:rsid w:val="00333962"/>
  </w:style>
  <w:style w:type="paragraph" w:customStyle="1" w:styleId="664B7A9A07764FD9AB84739F7DCA67E0">
    <w:name w:val="664B7A9A07764FD9AB84739F7DCA67E0"/>
    <w:rsid w:val="00333962"/>
  </w:style>
  <w:style w:type="paragraph" w:customStyle="1" w:styleId="961889D997024D17BDC9E726691C3795">
    <w:name w:val="961889D997024D17BDC9E726691C3795"/>
    <w:rsid w:val="00333962"/>
  </w:style>
  <w:style w:type="paragraph" w:customStyle="1" w:styleId="74E9F7ADA05C4A5AB50DBC1D2067AE08">
    <w:name w:val="74E9F7ADA05C4A5AB50DBC1D2067AE08"/>
    <w:rsid w:val="00333962"/>
  </w:style>
  <w:style w:type="paragraph" w:customStyle="1" w:styleId="C50E194D86164A62B3D510A214BF6FD8">
    <w:name w:val="C50E194D86164A62B3D510A214BF6FD8"/>
    <w:rsid w:val="00333962"/>
  </w:style>
  <w:style w:type="paragraph" w:customStyle="1" w:styleId="BB77C2F4AEE34DD4B253A681370FF1EA">
    <w:name w:val="BB77C2F4AEE34DD4B253A681370FF1EA"/>
    <w:rsid w:val="00333962"/>
  </w:style>
  <w:style w:type="paragraph" w:customStyle="1" w:styleId="95A2F00F8A9649F388555E3959BB9BA8">
    <w:name w:val="95A2F00F8A9649F388555E3959BB9BA8"/>
    <w:rsid w:val="00333962"/>
  </w:style>
  <w:style w:type="paragraph" w:customStyle="1" w:styleId="2DD9E67D5C78442583ED3AC1A6A3B425">
    <w:name w:val="2DD9E67D5C78442583ED3AC1A6A3B425"/>
    <w:rsid w:val="00333962"/>
  </w:style>
  <w:style w:type="paragraph" w:customStyle="1" w:styleId="CE36EA9AB68B4E73B97C31F50274C3A9">
    <w:name w:val="CE36EA9AB68B4E73B97C31F50274C3A9"/>
    <w:rsid w:val="00333962"/>
  </w:style>
  <w:style w:type="paragraph" w:customStyle="1" w:styleId="258A0E55EEE44F5C8BA39000F875DB8D">
    <w:name w:val="258A0E55EEE44F5C8BA39000F875DB8D"/>
    <w:rsid w:val="00333962"/>
  </w:style>
  <w:style w:type="paragraph" w:customStyle="1" w:styleId="3B97C669F72C4615ABB737354E640BA5">
    <w:name w:val="3B97C669F72C4615ABB737354E640BA5"/>
    <w:rsid w:val="00333962"/>
  </w:style>
  <w:style w:type="paragraph" w:customStyle="1" w:styleId="EDB26A7340584213835694D92F6E6DFC">
    <w:name w:val="EDB26A7340584213835694D92F6E6DFC"/>
    <w:rsid w:val="00333962"/>
  </w:style>
  <w:style w:type="paragraph" w:customStyle="1" w:styleId="E451B103C32548E4AD1F4FF1521CDE15">
    <w:name w:val="E451B103C32548E4AD1F4FF1521CDE15"/>
    <w:rsid w:val="00333962"/>
  </w:style>
  <w:style w:type="paragraph" w:customStyle="1" w:styleId="A535F3093F7C4507A6A96DDBD5C32FB3">
    <w:name w:val="A535F3093F7C4507A6A96DDBD5C32FB3"/>
    <w:rsid w:val="00333962"/>
  </w:style>
  <w:style w:type="paragraph" w:customStyle="1" w:styleId="A45A325B160D452AA5F7310E4A2E74A4">
    <w:name w:val="A45A325B160D452AA5F7310E4A2E74A4"/>
    <w:rsid w:val="00333962"/>
  </w:style>
  <w:style w:type="paragraph" w:customStyle="1" w:styleId="E53D25F3ABD947C5BEF79491058497DF">
    <w:name w:val="E53D25F3ABD947C5BEF79491058497DF"/>
    <w:rsid w:val="00333962"/>
  </w:style>
  <w:style w:type="paragraph" w:customStyle="1" w:styleId="28E3D3ABB9A54570A98546786C4B4307">
    <w:name w:val="28E3D3ABB9A54570A98546786C4B4307"/>
    <w:rsid w:val="00333962"/>
  </w:style>
  <w:style w:type="paragraph" w:customStyle="1" w:styleId="2AAB72AF00CB48C39DF8C83DE44F337B">
    <w:name w:val="2AAB72AF00CB48C39DF8C83DE44F337B"/>
    <w:rsid w:val="00333962"/>
  </w:style>
  <w:style w:type="paragraph" w:customStyle="1" w:styleId="6AC44D7C713949A68E17AC3B3D7821B2">
    <w:name w:val="6AC44D7C713949A68E17AC3B3D7821B2"/>
    <w:rsid w:val="00333962"/>
  </w:style>
  <w:style w:type="paragraph" w:customStyle="1" w:styleId="0814BB4642454ADBA389A83AF2E835EE">
    <w:name w:val="0814BB4642454ADBA389A83AF2E835EE"/>
    <w:rsid w:val="00333962"/>
  </w:style>
  <w:style w:type="paragraph" w:customStyle="1" w:styleId="EE92BBC135044C4F8023DC053CBE9F7F">
    <w:name w:val="EE92BBC135044C4F8023DC053CBE9F7F"/>
    <w:rsid w:val="00333962"/>
  </w:style>
  <w:style w:type="paragraph" w:customStyle="1" w:styleId="1116F1D6AF8B437DA00A94678FC92176">
    <w:name w:val="1116F1D6AF8B437DA00A94678FC92176"/>
    <w:rsid w:val="00333962"/>
  </w:style>
  <w:style w:type="paragraph" w:customStyle="1" w:styleId="8D31EF0265104F6CB4D5DCBE00575342">
    <w:name w:val="8D31EF0265104F6CB4D5DCBE00575342"/>
    <w:rsid w:val="00333962"/>
  </w:style>
  <w:style w:type="paragraph" w:customStyle="1" w:styleId="5D3F3CEC0EF6496088F36D0210E4AB1B">
    <w:name w:val="5D3F3CEC0EF6496088F36D0210E4AB1B"/>
    <w:rsid w:val="00333962"/>
  </w:style>
  <w:style w:type="paragraph" w:customStyle="1" w:styleId="A1894CFE35044990934FBD05139143CA">
    <w:name w:val="A1894CFE35044990934FBD05139143CA"/>
    <w:rsid w:val="00333962"/>
  </w:style>
  <w:style w:type="paragraph" w:customStyle="1" w:styleId="3C5F2C9BE8E04AD388971D2BBEA3D05B">
    <w:name w:val="3C5F2C9BE8E04AD388971D2BBEA3D05B"/>
    <w:rsid w:val="00333962"/>
  </w:style>
  <w:style w:type="paragraph" w:customStyle="1" w:styleId="70A1D6E2E0EA4E6880D55243073B7439">
    <w:name w:val="70A1D6E2E0EA4E6880D55243073B7439"/>
    <w:rsid w:val="00333962"/>
  </w:style>
  <w:style w:type="paragraph" w:customStyle="1" w:styleId="E5BC1ECFCE6243C6BBAE511DB71E2A44">
    <w:name w:val="E5BC1ECFCE6243C6BBAE511DB71E2A44"/>
    <w:rsid w:val="00333962"/>
  </w:style>
  <w:style w:type="paragraph" w:customStyle="1" w:styleId="A3E88CC8A88D48CA8783322D8ADC844C">
    <w:name w:val="A3E88CC8A88D48CA8783322D8ADC844C"/>
    <w:rsid w:val="00333962"/>
  </w:style>
  <w:style w:type="paragraph" w:customStyle="1" w:styleId="3374A0D3528640A191D7448ABAE61B7A">
    <w:name w:val="3374A0D3528640A191D7448ABAE61B7A"/>
    <w:rsid w:val="00333962"/>
  </w:style>
  <w:style w:type="paragraph" w:customStyle="1" w:styleId="057CC574A31C4E98AA8F5C97A119C8D8">
    <w:name w:val="057CC574A31C4E98AA8F5C97A119C8D8"/>
    <w:rsid w:val="00333962"/>
  </w:style>
  <w:style w:type="paragraph" w:customStyle="1" w:styleId="89DE32EFFCA749359CA07AADE2C1037C">
    <w:name w:val="89DE32EFFCA749359CA07AADE2C1037C"/>
    <w:rsid w:val="00333962"/>
  </w:style>
  <w:style w:type="paragraph" w:customStyle="1" w:styleId="4C48E7BCEC6C488BAFB64C5A028E0DEC">
    <w:name w:val="4C48E7BCEC6C488BAFB64C5A028E0DEC"/>
    <w:rsid w:val="00333962"/>
  </w:style>
  <w:style w:type="paragraph" w:customStyle="1" w:styleId="010D406BF3754C6D9D450C27D75E8D59">
    <w:name w:val="010D406BF3754C6D9D450C27D75E8D59"/>
    <w:rsid w:val="00333962"/>
  </w:style>
  <w:style w:type="paragraph" w:customStyle="1" w:styleId="79FF07588BCE4F61A71A04DEAA975A15">
    <w:name w:val="79FF07588BCE4F61A71A04DEAA975A15"/>
    <w:rsid w:val="00333962"/>
  </w:style>
  <w:style w:type="paragraph" w:customStyle="1" w:styleId="7544FC70D90141D18BE4C58C91074963">
    <w:name w:val="7544FC70D90141D18BE4C58C91074963"/>
    <w:rsid w:val="00333962"/>
  </w:style>
  <w:style w:type="paragraph" w:customStyle="1" w:styleId="1B9C4CA8D0BE483D9065F010984CB93A">
    <w:name w:val="1B9C4CA8D0BE483D9065F010984CB93A"/>
    <w:rsid w:val="00333962"/>
  </w:style>
  <w:style w:type="paragraph" w:customStyle="1" w:styleId="EEBAECE03C494E51BD9F6E7CEC235240">
    <w:name w:val="EEBAECE03C494E51BD9F6E7CEC235240"/>
    <w:rsid w:val="00333962"/>
  </w:style>
  <w:style w:type="paragraph" w:customStyle="1" w:styleId="C4D6EE9EC2E94F0FACBAAE6A938458DE">
    <w:name w:val="C4D6EE9EC2E94F0FACBAAE6A938458DE"/>
    <w:rsid w:val="00333962"/>
  </w:style>
  <w:style w:type="paragraph" w:customStyle="1" w:styleId="4FE76188E67F4366AB58F26774F15BA9">
    <w:name w:val="4FE76188E67F4366AB58F26774F15BA9"/>
    <w:rsid w:val="00333962"/>
  </w:style>
  <w:style w:type="paragraph" w:customStyle="1" w:styleId="0F7CC27C8C2F4ACEA0119E2BB7A696E7">
    <w:name w:val="0F7CC27C8C2F4ACEA0119E2BB7A696E7"/>
    <w:rsid w:val="00333962"/>
  </w:style>
  <w:style w:type="paragraph" w:customStyle="1" w:styleId="E352AFCDA4D24BA2991E85E90327CA0D">
    <w:name w:val="E352AFCDA4D24BA2991E85E90327CA0D"/>
    <w:rsid w:val="00333962"/>
  </w:style>
  <w:style w:type="paragraph" w:customStyle="1" w:styleId="23CF8C2F30D1419FBF4E02F16B0AD55C">
    <w:name w:val="23CF8C2F30D1419FBF4E02F16B0AD55C"/>
    <w:rsid w:val="00333962"/>
  </w:style>
  <w:style w:type="paragraph" w:customStyle="1" w:styleId="BF54AC7951D54D659B057A9F4A4BD044">
    <w:name w:val="BF54AC7951D54D659B057A9F4A4BD044"/>
    <w:rsid w:val="00333962"/>
  </w:style>
  <w:style w:type="paragraph" w:customStyle="1" w:styleId="7B29C2EBDF4E4FC2AE624D7FFD03BE0F">
    <w:name w:val="7B29C2EBDF4E4FC2AE624D7FFD03BE0F"/>
    <w:rsid w:val="00DF7A59"/>
  </w:style>
  <w:style w:type="paragraph" w:customStyle="1" w:styleId="8F227E327D0A46AD88B02A89914BA9A3">
    <w:name w:val="8F227E327D0A46AD88B02A89914BA9A3"/>
    <w:rsid w:val="00DF7A59"/>
  </w:style>
  <w:style w:type="paragraph" w:customStyle="1" w:styleId="8B35C76C77354F54BEA5E416FF95CDEA">
    <w:name w:val="8B35C76C77354F54BEA5E416FF95CDEA"/>
    <w:rsid w:val="00DF7A59"/>
  </w:style>
  <w:style w:type="paragraph" w:customStyle="1" w:styleId="468A290555064DD384766B2FF8500836">
    <w:name w:val="468A290555064DD384766B2FF8500836"/>
    <w:rsid w:val="00DF7A59"/>
  </w:style>
  <w:style w:type="paragraph" w:customStyle="1" w:styleId="1EF1C2A080D5430691DBFA1E62A66729">
    <w:name w:val="1EF1C2A080D5430691DBFA1E62A66729"/>
    <w:rsid w:val="00DF7A59"/>
  </w:style>
  <w:style w:type="paragraph" w:customStyle="1" w:styleId="C7AA723274CF4AB5BC61B352529E3CA2">
    <w:name w:val="C7AA723274CF4AB5BC61B352529E3CA2"/>
    <w:rsid w:val="00DF7A59"/>
  </w:style>
  <w:style w:type="paragraph" w:customStyle="1" w:styleId="68BB89749966465D8A57FE7A522AB48D">
    <w:name w:val="68BB89749966465D8A57FE7A522AB48D"/>
    <w:rsid w:val="00DF7A59"/>
  </w:style>
  <w:style w:type="paragraph" w:customStyle="1" w:styleId="E6F955B7F41846E4AA9317EE60E5BB61">
    <w:name w:val="E6F955B7F41846E4AA9317EE60E5BB61"/>
    <w:rsid w:val="00DF7A59"/>
  </w:style>
  <w:style w:type="paragraph" w:customStyle="1" w:styleId="2F9975871D704268B60293E60A461152">
    <w:name w:val="2F9975871D704268B60293E60A461152"/>
    <w:rsid w:val="00DF7A59"/>
  </w:style>
  <w:style w:type="paragraph" w:customStyle="1" w:styleId="E6342E4747F24CE79840E1D764A69282">
    <w:name w:val="E6342E4747F24CE79840E1D764A69282"/>
    <w:rsid w:val="00DF7A59"/>
  </w:style>
  <w:style w:type="paragraph" w:customStyle="1" w:styleId="5D3338CA70AA469C9774608A4C69E519">
    <w:name w:val="5D3338CA70AA469C9774608A4C69E519"/>
    <w:rsid w:val="00DF7A59"/>
  </w:style>
  <w:style w:type="paragraph" w:customStyle="1" w:styleId="D42D7C9330DA4AFEAD361DD656E31431">
    <w:name w:val="D42D7C9330DA4AFEAD361DD656E31431"/>
    <w:rsid w:val="00DF7A59"/>
  </w:style>
  <w:style w:type="paragraph" w:customStyle="1" w:styleId="FAE51E55F98A44DE85997FDFF92A2C40">
    <w:name w:val="FAE51E55F98A44DE85997FDFF92A2C40"/>
    <w:rsid w:val="00DF7A59"/>
  </w:style>
  <w:style w:type="paragraph" w:customStyle="1" w:styleId="400F2AFB2FAA48A09BD55247EA8A9D86">
    <w:name w:val="400F2AFB2FAA48A09BD55247EA8A9D86"/>
    <w:rsid w:val="00DF7A59"/>
  </w:style>
  <w:style w:type="paragraph" w:customStyle="1" w:styleId="FD12B7E9842740DB99576987C63973AF">
    <w:name w:val="FD12B7E9842740DB99576987C63973AF"/>
    <w:rsid w:val="00DF7A59"/>
  </w:style>
  <w:style w:type="paragraph" w:customStyle="1" w:styleId="8D4FF0A9F305479998C0D6884A17C987">
    <w:name w:val="8D4FF0A9F305479998C0D6884A17C987"/>
    <w:rsid w:val="00DF7A59"/>
  </w:style>
  <w:style w:type="paragraph" w:customStyle="1" w:styleId="AC885AE6BFAB483AACD4B119D4BF1D5C">
    <w:name w:val="AC885AE6BFAB483AACD4B119D4BF1D5C"/>
    <w:rsid w:val="00DF7A59"/>
  </w:style>
  <w:style w:type="paragraph" w:customStyle="1" w:styleId="0ECAC0BCF6324D1F897D947457A40647">
    <w:name w:val="0ECAC0BCF6324D1F897D947457A40647"/>
    <w:rsid w:val="00DF7A59"/>
  </w:style>
  <w:style w:type="paragraph" w:customStyle="1" w:styleId="E88BB01B38F841B3BC07F4BABE834247">
    <w:name w:val="E88BB01B38F841B3BC07F4BABE834247"/>
    <w:rsid w:val="00DF7A59"/>
  </w:style>
  <w:style w:type="paragraph" w:customStyle="1" w:styleId="DEAD3126991B4C58BDD9CD49E69EF39A">
    <w:name w:val="DEAD3126991B4C58BDD9CD49E69EF39A"/>
    <w:rsid w:val="00DF7A59"/>
  </w:style>
  <w:style w:type="paragraph" w:customStyle="1" w:styleId="414A813FFF684959AD96CBBF8636C1E8">
    <w:name w:val="414A813FFF684959AD96CBBF8636C1E8"/>
    <w:rsid w:val="00DF7A59"/>
  </w:style>
  <w:style w:type="paragraph" w:customStyle="1" w:styleId="82AA09301DF341CAAB98A7443B9B357E">
    <w:name w:val="82AA09301DF341CAAB98A7443B9B357E"/>
    <w:rsid w:val="00DF7A59"/>
  </w:style>
  <w:style w:type="paragraph" w:customStyle="1" w:styleId="CB608C9AC2424A0C8BE9629AEB7FA885">
    <w:name w:val="CB608C9AC2424A0C8BE9629AEB7FA885"/>
    <w:rsid w:val="00DF7A59"/>
  </w:style>
  <w:style w:type="paragraph" w:customStyle="1" w:styleId="7972794426E64E65B018211513C1322E">
    <w:name w:val="7972794426E64E65B018211513C1322E"/>
    <w:rsid w:val="00DF7A59"/>
  </w:style>
  <w:style w:type="paragraph" w:customStyle="1" w:styleId="B585726373A34321AC546CB867C5C258">
    <w:name w:val="B585726373A34321AC546CB867C5C258"/>
    <w:rsid w:val="00DF7A59"/>
  </w:style>
  <w:style w:type="paragraph" w:customStyle="1" w:styleId="F62CB403F46643E0A2E59D3FCD101102">
    <w:name w:val="F62CB403F46643E0A2E59D3FCD101102"/>
    <w:rsid w:val="00782C31"/>
  </w:style>
  <w:style w:type="paragraph" w:customStyle="1" w:styleId="A453230283204266B8407BCE43E5EC58">
    <w:name w:val="A453230283204266B8407BCE43E5EC58"/>
    <w:rsid w:val="00782C31"/>
  </w:style>
  <w:style w:type="paragraph" w:customStyle="1" w:styleId="5F3E9A20B1D843BCBB03A5FD181848A2">
    <w:name w:val="5F3E9A20B1D843BCBB03A5FD181848A2"/>
    <w:rsid w:val="00782C31"/>
  </w:style>
  <w:style w:type="paragraph" w:customStyle="1" w:styleId="4CC1B2E60F6F417FA97CF29FAD9D9F61">
    <w:name w:val="4CC1B2E60F6F417FA97CF29FAD9D9F61"/>
    <w:rsid w:val="00782C31"/>
  </w:style>
  <w:style w:type="paragraph" w:customStyle="1" w:styleId="3C220FDC05544B84A6E20409F3D2761D">
    <w:name w:val="3C220FDC05544B84A6E20409F3D2761D"/>
    <w:rsid w:val="00782C31"/>
  </w:style>
  <w:style w:type="paragraph" w:customStyle="1" w:styleId="0B852894085243F8B1245760F21E6ECE">
    <w:name w:val="0B852894085243F8B1245760F21E6ECE"/>
    <w:rsid w:val="00782C31"/>
  </w:style>
  <w:style w:type="paragraph" w:customStyle="1" w:styleId="60DF0CED66E049FE964EBB45A2F8E1F4">
    <w:name w:val="60DF0CED66E049FE964EBB45A2F8E1F4"/>
    <w:rsid w:val="00782C31"/>
  </w:style>
  <w:style w:type="paragraph" w:customStyle="1" w:styleId="755D7914ECC7472CABAC59BF1F705BED">
    <w:name w:val="755D7914ECC7472CABAC59BF1F705BED"/>
    <w:rsid w:val="00782C31"/>
  </w:style>
  <w:style w:type="paragraph" w:customStyle="1" w:styleId="97DBF963F6314F93826B53B096A58DDC">
    <w:name w:val="97DBF963F6314F93826B53B096A58DDC"/>
    <w:rsid w:val="00782C31"/>
  </w:style>
  <w:style w:type="paragraph" w:customStyle="1" w:styleId="787F439C4062499F91F9ADA943F21ADD">
    <w:name w:val="787F439C4062499F91F9ADA943F21ADD"/>
    <w:rsid w:val="00782C31"/>
  </w:style>
  <w:style w:type="paragraph" w:customStyle="1" w:styleId="455984DCDDA147F2A25FD913B2F7EAC6">
    <w:name w:val="455984DCDDA147F2A25FD913B2F7EAC6"/>
    <w:rsid w:val="00782C31"/>
  </w:style>
  <w:style w:type="paragraph" w:customStyle="1" w:styleId="5A3435D4A58E4F398A50E686F421ACAC">
    <w:name w:val="5A3435D4A58E4F398A50E686F421ACAC"/>
    <w:rsid w:val="00782C31"/>
  </w:style>
  <w:style w:type="paragraph" w:customStyle="1" w:styleId="069803DA2F594510B8FC2AA8EB8E9752">
    <w:name w:val="069803DA2F594510B8FC2AA8EB8E9752"/>
    <w:rsid w:val="00782C31"/>
  </w:style>
  <w:style w:type="paragraph" w:customStyle="1" w:styleId="6851A54A78D2465081D41B898AC01258">
    <w:name w:val="6851A54A78D2465081D41B898AC01258"/>
    <w:rsid w:val="00782C31"/>
  </w:style>
  <w:style w:type="paragraph" w:customStyle="1" w:styleId="554A3B58418942279262321427EFF55D">
    <w:name w:val="554A3B58418942279262321427EFF55D"/>
    <w:rsid w:val="00782C31"/>
  </w:style>
  <w:style w:type="paragraph" w:customStyle="1" w:styleId="E02B974162FF480E84B6AE055F8E41EC">
    <w:name w:val="E02B974162FF480E84B6AE055F8E41EC"/>
    <w:rsid w:val="00782C31"/>
  </w:style>
  <w:style w:type="paragraph" w:customStyle="1" w:styleId="633C903BE07347FAA50F857AB4AF050B">
    <w:name w:val="633C903BE07347FAA50F857AB4AF050B"/>
    <w:rsid w:val="00782C31"/>
  </w:style>
  <w:style w:type="paragraph" w:customStyle="1" w:styleId="DFF3E500B0444FA2BD32456E3FBA0EB6">
    <w:name w:val="DFF3E500B0444FA2BD32456E3FBA0EB6"/>
    <w:rsid w:val="00782C31"/>
  </w:style>
  <w:style w:type="paragraph" w:customStyle="1" w:styleId="27A3E4E53C6648DCBD8F44ABB85A6B3B">
    <w:name w:val="27A3E4E53C6648DCBD8F44ABB85A6B3B"/>
    <w:rsid w:val="00782C31"/>
  </w:style>
  <w:style w:type="paragraph" w:customStyle="1" w:styleId="1508B1EAC9DC42099AB49D4E41B506AE">
    <w:name w:val="1508B1EAC9DC42099AB49D4E41B506AE"/>
    <w:rsid w:val="00782C31"/>
  </w:style>
  <w:style w:type="paragraph" w:customStyle="1" w:styleId="F2F03DA8A7284E368B661814AFEC1D57">
    <w:name w:val="F2F03DA8A7284E368B661814AFEC1D57"/>
    <w:rsid w:val="00782C31"/>
  </w:style>
  <w:style w:type="paragraph" w:customStyle="1" w:styleId="E75B35A5B27D4300BDBA298F7F719022">
    <w:name w:val="E75B35A5B27D4300BDBA298F7F719022"/>
    <w:rsid w:val="00782C31"/>
  </w:style>
  <w:style w:type="paragraph" w:customStyle="1" w:styleId="C0119E6B5D8A48589BAF2E06D5C41FF3">
    <w:name w:val="C0119E6B5D8A48589BAF2E06D5C41FF3"/>
    <w:rsid w:val="00782C31"/>
  </w:style>
  <w:style w:type="paragraph" w:customStyle="1" w:styleId="ADBCB03B64264BB7808FDF7727F01329">
    <w:name w:val="ADBCB03B64264BB7808FDF7727F01329"/>
    <w:rsid w:val="00782C31"/>
  </w:style>
  <w:style w:type="paragraph" w:customStyle="1" w:styleId="36444E5C40B54915BF1D6078A2C34C38">
    <w:name w:val="36444E5C40B54915BF1D6078A2C34C38"/>
    <w:rsid w:val="00782C31"/>
  </w:style>
  <w:style w:type="paragraph" w:customStyle="1" w:styleId="A6D09559816B48C889FAB94B6DA3EB07">
    <w:name w:val="A6D09559816B48C889FAB94B6DA3EB07"/>
    <w:rsid w:val="00782C31"/>
  </w:style>
  <w:style w:type="paragraph" w:customStyle="1" w:styleId="3D408549E2494F5D8B0FA0E54CE3D151">
    <w:name w:val="3D408549E2494F5D8B0FA0E54CE3D151"/>
    <w:rsid w:val="00782C31"/>
  </w:style>
  <w:style w:type="paragraph" w:customStyle="1" w:styleId="D97A9696FDB94071B30B6F6FDB0959D4">
    <w:name w:val="D97A9696FDB94071B30B6F6FDB0959D4"/>
    <w:rsid w:val="00782C31"/>
  </w:style>
  <w:style w:type="paragraph" w:customStyle="1" w:styleId="A5C1AA455568427FACE4D6E022CE4CA0">
    <w:name w:val="A5C1AA455568427FACE4D6E022CE4CA0"/>
    <w:rsid w:val="00782C31"/>
  </w:style>
  <w:style w:type="paragraph" w:customStyle="1" w:styleId="999BD9BF6C864EADB7BD23FFC965AC53">
    <w:name w:val="999BD9BF6C864EADB7BD23FFC965AC53"/>
    <w:rsid w:val="00782C31"/>
  </w:style>
  <w:style w:type="paragraph" w:customStyle="1" w:styleId="374D2AB173ED48D39AE53057F5B0010D">
    <w:name w:val="374D2AB173ED48D39AE53057F5B0010D"/>
    <w:rsid w:val="00782C31"/>
  </w:style>
  <w:style w:type="paragraph" w:customStyle="1" w:styleId="D62B1455605D4584BA82C287584EEC46">
    <w:name w:val="D62B1455605D4584BA82C287584EEC46"/>
    <w:rsid w:val="00782C31"/>
  </w:style>
  <w:style w:type="paragraph" w:customStyle="1" w:styleId="1AB21E3D9DC44FBBAEB59CA480F7A866">
    <w:name w:val="1AB21E3D9DC44FBBAEB59CA480F7A866"/>
    <w:rsid w:val="00782C31"/>
  </w:style>
  <w:style w:type="paragraph" w:customStyle="1" w:styleId="923DA2C1CE66455C8761ED51E585F41F">
    <w:name w:val="923DA2C1CE66455C8761ED51E585F41F"/>
    <w:rsid w:val="00782C31"/>
  </w:style>
  <w:style w:type="paragraph" w:customStyle="1" w:styleId="A53AAD05B8AB47B3B7D26F62E74A1476">
    <w:name w:val="A53AAD05B8AB47B3B7D26F62E74A1476"/>
    <w:rsid w:val="00782C31"/>
  </w:style>
  <w:style w:type="paragraph" w:customStyle="1" w:styleId="7D40D149FE2D465BADFD48223793B0FF">
    <w:name w:val="7D40D149FE2D465BADFD48223793B0FF"/>
    <w:rsid w:val="00782C31"/>
  </w:style>
  <w:style w:type="paragraph" w:customStyle="1" w:styleId="60791E748A9647548CF78D8A105AE838">
    <w:name w:val="60791E748A9647548CF78D8A105AE838"/>
    <w:rsid w:val="00782C31"/>
  </w:style>
  <w:style w:type="paragraph" w:customStyle="1" w:styleId="77E54864496C40AA8C7A817E7B626B3F">
    <w:name w:val="77E54864496C40AA8C7A817E7B626B3F"/>
    <w:rsid w:val="00782C31"/>
  </w:style>
  <w:style w:type="paragraph" w:customStyle="1" w:styleId="90A63C5600BB4C60B62EDE816657FB57">
    <w:name w:val="90A63C5600BB4C60B62EDE816657FB57"/>
    <w:rsid w:val="00782C31"/>
  </w:style>
  <w:style w:type="paragraph" w:customStyle="1" w:styleId="801058E5AC9D4EFAAE83DF8FDCA3C2E1">
    <w:name w:val="801058E5AC9D4EFAAE83DF8FDCA3C2E1"/>
    <w:rsid w:val="00782C31"/>
  </w:style>
  <w:style w:type="paragraph" w:customStyle="1" w:styleId="F81FCFFD8CEF449A94AF9B190F2FEBBA">
    <w:name w:val="F81FCFFD8CEF449A94AF9B190F2FEBBA"/>
    <w:rsid w:val="00782C31"/>
  </w:style>
  <w:style w:type="paragraph" w:customStyle="1" w:styleId="8E81FDA3F2B84B3EAA6E4AA59703209F">
    <w:name w:val="8E81FDA3F2B84B3EAA6E4AA59703209F"/>
    <w:rsid w:val="00782C31"/>
  </w:style>
  <w:style w:type="paragraph" w:customStyle="1" w:styleId="A392A3AA031645D886B0742D6B861FB8">
    <w:name w:val="A392A3AA031645D886B0742D6B861FB8"/>
    <w:rsid w:val="00782C31"/>
  </w:style>
  <w:style w:type="paragraph" w:customStyle="1" w:styleId="E999F8B735B145768301CA96E3E15F86">
    <w:name w:val="E999F8B735B145768301CA96E3E15F86"/>
    <w:rsid w:val="00782C31"/>
  </w:style>
  <w:style w:type="paragraph" w:customStyle="1" w:styleId="5BB671E440A442B3A4B003957EF0F66C">
    <w:name w:val="5BB671E440A442B3A4B003957EF0F66C"/>
    <w:rsid w:val="00782C31"/>
  </w:style>
  <w:style w:type="paragraph" w:customStyle="1" w:styleId="04F612EBC69046518C6ADE7B84A43DAE">
    <w:name w:val="04F612EBC69046518C6ADE7B84A43DAE"/>
    <w:rsid w:val="00782C31"/>
  </w:style>
  <w:style w:type="paragraph" w:customStyle="1" w:styleId="E418821CF3714089B085FAE0A67C1612">
    <w:name w:val="E418821CF3714089B085FAE0A67C1612"/>
    <w:rsid w:val="00782C31"/>
  </w:style>
  <w:style w:type="paragraph" w:customStyle="1" w:styleId="D5C237ED58B1480F9F5DE9F3C5CD57F5">
    <w:name w:val="D5C237ED58B1480F9F5DE9F3C5CD57F5"/>
    <w:rsid w:val="00782C31"/>
  </w:style>
  <w:style w:type="paragraph" w:customStyle="1" w:styleId="29511BDE3E1D4EE5AA3A87C64F5BF050">
    <w:name w:val="29511BDE3E1D4EE5AA3A87C64F5BF050"/>
    <w:rsid w:val="00782C31"/>
  </w:style>
  <w:style w:type="paragraph" w:customStyle="1" w:styleId="82AFF91BA0E942BE8F9848927745206A">
    <w:name w:val="82AFF91BA0E942BE8F9848927745206A"/>
    <w:rsid w:val="00782C31"/>
  </w:style>
  <w:style w:type="paragraph" w:customStyle="1" w:styleId="04B6921055934BD3A26093EC56F5E0D3">
    <w:name w:val="04B6921055934BD3A26093EC56F5E0D3"/>
    <w:rsid w:val="00782C31"/>
  </w:style>
  <w:style w:type="paragraph" w:customStyle="1" w:styleId="788ECE27E2E54DE2AAD1F750A0304694">
    <w:name w:val="788ECE27E2E54DE2AAD1F750A0304694"/>
    <w:rsid w:val="00782C31"/>
  </w:style>
  <w:style w:type="paragraph" w:customStyle="1" w:styleId="911B26C388E345AB9BCE582B32755D46">
    <w:name w:val="911B26C388E345AB9BCE582B32755D46"/>
    <w:rsid w:val="00782C31"/>
  </w:style>
  <w:style w:type="paragraph" w:customStyle="1" w:styleId="1B2199CD93F7426490A40DB0F267C3A8">
    <w:name w:val="1B2199CD93F7426490A40DB0F267C3A8"/>
    <w:rsid w:val="00782C31"/>
  </w:style>
  <w:style w:type="paragraph" w:customStyle="1" w:styleId="B2DE027E0B5B4F05896C695898775C0C">
    <w:name w:val="B2DE027E0B5B4F05896C695898775C0C"/>
    <w:rsid w:val="00782C31"/>
  </w:style>
  <w:style w:type="paragraph" w:customStyle="1" w:styleId="312F311C75D24266905FF7535C68D66B">
    <w:name w:val="312F311C75D24266905FF7535C68D66B"/>
    <w:rsid w:val="00782C31"/>
  </w:style>
  <w:style w:type="paragraph" w:customStyle="1" w:styleId="40CD7C6503664E33821E9CE0EAFEED2E">
    <w:name w:val="40CD7C6503664E33821E9CE0EAFEED2E"/>
    <w:rsid w:val="00107757"/>
  </w:style>
  <w:style w:type="paragraph" w:customStyle="1" w:styleId="B5362241D7A446BC97363A901425446F">
    <w:name w:val="B5362241D7A446BC97363A901425446F"/>
    <w:rsid w:val="00107757"/>
  </w:style>
  <w:style w:type="paragraph" w:customStyle="1" w:styleId="5F1F9EC61A804DA9B1A6B118A61295A8">
    <w:name w:val="5F1F9EC61A804DA9B1A6B118A61295A8"/>
    <w:rsid w:val="00107757"/>
  </w:style>
  <w:style w:type="paragraph" w:customStyle="1" w:styleId="3586C817E93A4258A783C72F22934162">
    <w:name w:val="3586C817E93A4258A783C72F22934162"/>
    <w:rsid w:val="00107757"/>
  </w:style>
  <w:style w:type="paragraph" w:customStyle="1" w:styleId="A20B0E5FC8CD40C88CBEF04EDFEAB9F6">
    <w:name w:val="A20B0E5FC8CD40C88CBEF04EDFEAB9F6"/>
    <w:rsid w:val="00107757"/>
  </w:style>
  <w:style w:type="paragraph" w:customStyle="1" w:styleId="9E1BA6EEEAD44809AB403F67FBC562E8">
    <w:name w:val="9E1BA6EEEAD44809AB403F67FBC562E8"/>
    <w:rsid w:val="00107757"/>
  </w:style>
  <w:style w:type="paragraph" w:customStyle="1" w:styleId="B54F897EEFCA4BCE84152ACE11762E5A">
    <w:name w:val="B54F897EEFCA4BCE84152ACE11762E5A"/>
    <w:rsid w:val="00107757"/>
  </w:style>
  <w:style w:type="paragraph" w:customStyle="1" w:styleId="FAE5220742214B1EB703935AE85487D8">
    <w:name w:val="FAE5220742214B1EB703935AE85487D8"/>
    <w:rsid w:val="00107757"/>
  </w:style>
  <w:style w:type="paragraph" w:customStyle="1" w:styleId="5F1AF19864B64BA7B7A127785D58AE0F">
    <w:name w:val="5F1AF19864B64BA7B7A127785D58AE0F"/>
    <w:rsid w:val="00107757"/>
  </w:style>
  <w:style w:type="paragraph" w:customStyle="1" w:styleId="978AB7B092B0437F88ABF36EC91F98A2">
    <w:name w:val="978AB7B092B0437F88ABF36EC91F98A2"/>
    <w:rsid w:val="00107757"/>
  </w:style>
  <w:style w:type="paragraph" w:customStyle="1" w:styleId="780FBDEB70924CD993BEA631474971F3">
    <w:name w:val="780FBDEB70924CD993BEA631474971F3"/>
    <w:rsid w:val="00107757"/>
  </w:style>
  <w:style w:type="paragraph" w:customStyle="1" w:styleId="C7EDEDD710DA4EB8BD036712059876DD">
    <w:name w:val="C7EDEDD710DA4EB8BD036712059876DD"/>
    <w:rsid w:val="00107757"/>
  </w:style>
  <w:style w:type="paragraph" w:customStyle="1" w:styleId="DC441DA752A94EFABB70458BA8173DB0">
    <w:name w:val="DC441DA752A94EFABB70458BA8173DB0"/>
    <w:rsid w:val="00107757"/>
  </w:style>
  <w:style w:type="paragraph" w:customStyle="1" w:styleId="15A137BBCA8E4883A454B0020C71AD57">
    <w:name w:val="15A137BBCA8E4883A454B0020C71AD57"/>
    <w:rsid w:val="00107757"/>
  </w:style>
  <w:style w:type="paragraph" w:customStyle="1" w:styleId="94464D94736340BEAF82A05A2258AA5F">
    <w:name w:val="94464D94736340BEAF82A05A2258AA5F"/>
    <w:rsid w:val="00107757"/>
  </w:style>
  <w:style w:type="paragraph" w:customStyle="1" w:styleId="98BC7F46968B404AB0446D4D6BFF3714">
    <w:name w:val="98BC7F46968B404AB0446D4D6BFF3714"/>
    <w:rsid w:val="00107757"/>
  </w:style>
  <w:style w:type="paragraph" w:customStyle="1" w:styleId="90E4EA7A70764A8EA55F6EE8CFC70901">
    <w:name w:val="90E4EA7A70764A8EA55F6EE8CFC70901"/>
    <w:rsid w:val="00107757"/>
  </w:style>
  <w:style w:type="paragraph" w:customStyle="1" w:styleId="B68D4FFF59C14D87A3465C6E2606935F">
    <w:name w:val="B68D4FFF59C14D87A3465C6E2606935F"/>
    <w:rsid w:val="00107757"/>
  </w:style>
  <w:style w:type="paragraph" w:customStyle="1" w:styleId="D6976259074B430198F57E284CD4A97C">
    <w:name w:val="D6976259074B430198F57E284CD4A97C"/>
    <w:rsid w:val="00107757"/>
  </w:style>
  <w:style w:type="paragraph" w:customStyle="1" w:styleId="C077EB57D7794CB6A5201B616A6D805C">
    <w:name w:val="C077EB57D7794CB6A5201B616A6D805C"/>
    <w:rsid w:val="00107757"/>
  </w:style>
  <w:style w:type="paragraph" w:customStyle="1" w:styleId="26A59C202ECE4FAFA17C72CA2692D710">
    <w:name w:val="26A59C202ECE4FAFA17C72CA2692D710"/>
    <w:rsid w:val="00107757"/>
  </w:style>
  <w:style w:type="paragraph" w:customStyle="1" w:styleId="95A3BC733092489CB6E69950164AF2C4">
    <w:name w:val="95A3BC733092489CB6E69950164AF2C4"/>
    <w:rsid w:val="00107757"/>
  </w:style>
  <w:style w:type="paragraph" w:customStyle="1" w:styleId="5C871457D39547988E229EF339595042">
    <w:name w:val="5C871457D39547988E229EF339595042"/>
    <w:rsid w:val="0010775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032C6-BA6D-4912-A6D9-D696C9F96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04. Příloha č. 2 Čestná prohlášení.dotx</Template>
  <TotalTime>3</TotalTime>
  <Pages>5</Pages>
  <Words>1031</Words>
  <Characters>6084</Characters>
  <Application>Microsoft Office Word</Application>
  <DocSecurity>0</DocSecurity>
  <Lines>50</Lines>
  <Paragraphs>14</Paragraphs>
  <ScaleCrop>false</ScaleCrop>
  <Company/>
  <LinksUpToDate>false</LinksUpToDate>
  <CharactersWithSpaces>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Sykora</dc:creator>
  <cp:lastModifiedBy>externistait</cp:lastModifiedBy>
  <cp:revision>3</cp:revision>
  <dcterms:created xsi:type="dcterms:W3CDTF">2016-06-20T04:57:00Z</dcterms:created>
  <dcterms:modified xsi:type="dcterms:W3CDTF">2016-06-21T10:13:00Z</dcterms:modified>
</cp:coreProperties>
</file>